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5E235" w14:textId="3E59AB21" w:rsidR="003A5C85" w:rsidRPr="00DD008C" w:rsidRDefault="00C42C05" w:rsidP="002518A7">
      <w:pPr>
        <w:pStyle w:val="PaperTitle"/>
        <w:spacing w:before="0"/>
      </w:pPr>
      <w:r w:rsidRPr="00DD008C">
        <w:t>Movie Recommendation Using Machine Learning Techniques: Comparing K-Nearest Neighbors and Singular Value Decomposition</w:t>
      </w:r>
    </w:p>
    <w:p w14:paraId="70FE8FC7" w14:textId="5EF2AE3E" w:rsidR="009B2851" w:rsidRPr="00DD008C" w:rsidRDefault="009B2851" w:rsidP="009B2851">
      <w:pPr>
        <w:pStyle w:val="AuthorName"/>
        <w:rPr>
          <w:sz w:val="20"/>
          <w:lang w:eastAsia="en-GB"/>
        </w:rPr>
      </w:pPr>
      <w:r w:rsidRPr="00DD008C">
        <w:t>Yoon-Teck Bau</w:t>
      </w:r>
      <w:r w:rsidRPr="00DD008C">
        <w:rPr>
          <w:vertAlign w:val="superscript"/>
        </w:rPr>
        <w:t xml:space="preserve">1, </w:t>
      </w:r>
      <w:r w:rsidR="00DD008C" w:rsidRPr="00DD008C">
        <w:rPr>
          <w:vertAlign w:val="superscript"/>
        </w:rPr>
        <w:t>a</w:t>
      </w:r>
      <w:r w:rsidRPr="00DD008C">
        <w:rPr>
          <w:vertAlign w:val="superscript"/>
        </w:rPr>
        <w:t>)</w:t>
      </w:r>
      <w:r w:rsidRPr="00DD008C">
        <w:t xml:space="preserve">, Nur </w:t>
      </w:r>
      <w:proofErr w:type="spellStart"/>
      <w:r w:rsidR="00281B86" w:rsidRPr="00DD008C">
        <w:t>Irdina</w:t>
      </w:r>
      <w:proofErr w:type="spellEnd"/>
      <w:r w:rsidR="00281B86" w:rsidRPr="00DD008C">
        <w:t xml:space="preserve"> Sofea</w:t>
      </w:r>
      <w:r w:rsidRPr="00DD008C">
        <w:t xml:space="preserve"> </w:t>
      </w:r>
      <w:r w:rsidR="00281B86" w:rsidRPr="00DD008C">
        <w:t>binti Mohd Mahadir</w:t>
      </w:r>
      <w:r w:rsidRPr="00DD008C">
        <w:rPr>
          <w:vertAlign w:val="superscript"/>
        </w:rPr>
        <w:t xml:space="preserve">1, </w:t>
      </w:r>
      <w:r w:rsidR="00DD008C" w:rsidRPr="00DD008C">
        <w:rPr>
          <w:vertAlign w:val="superscript"/>
        </w:rPr>
        <w:t>b</w:t>
      </w:r>
      <w:r w:rsidRPr="00DD008C">
        <w:rPr>
          <w:vertAlign w:val="superscript"/>
        </w:rPr>
        <w:t>)</w:t>
      </w:r>
      <w:r w:rsidRPr="00DD008C">
        <w:t xml:space="preserve"> and Kian-Chin Lee</w:t>
      </w:r>
      <w:r w:rsidRPr="00DD008C">
        <w:rPr>
          <w:vertAlign w:val="superscript"/>
        </w:rPr>
        <w:t>1, c)</w:t>
      </w:r>
    </w:p>
    <w:p w14:paraId="73619444" w14:textId="77777777" w:rsidR="00DD008C" w:rsidRPr="00DD008C" w:rsidRDefault="009B2851" w:rsidP="00F0372E">
      <w:pPr>
        <w:pStyle w:val="AuthorAffiliation"/>
      </w:pPr>
      <w:r w:rsidRPr="00DD008C">
        <w:rPr>
          <w:vertAlign w:val="superscript"/>
        </w:rPr>
        <w:t>1</w:t>
      </w:r>
      <w:r w:rsidRPr="00DD008C">
        <w:t xml:space="preserve">Faculty of Computing and Informatics, Multimedia University, Persiaran Multimedia, 63100 Cyberjaya, </w:t>
      </w:r>
      <w:r w:rsidR="00765BB1" w:rsidRPr="00DD008C">
        <w:t xml:space="preserve">Selangor, </w:t>
      </w:r>
      <w:r w:rsidRPr="00DD008C">
        <w:t>Malaysia.</w:t>
      </w:r>
    </w:p>
    <w:p w14:paraId="669FEDCC" w14:textId="10421194" w:rsidR="009B2851" w:rsidRPr="00DD008C" w:rsidRDefault="009B2851" w:rsidP="00F0372E">
      <w:pPr>
        <w:pStyle w:val="AuthorAffiliation"/>
      </w:pPr>
      <w:r w:rsidRPr="00DD008C">
        <w:br/>
      </w:r>
      <w:r w:rsidR="00DD008C" w:rsidRPr="00DD008C">
        <w:rPr>
          <w:szCs w:val="28"/>
          <w:vertAlign w:val="superscript"/>
        </w:rPr>
        <w:t>b</w:t>
      </w:r>
      <w:r w:rsidRPr="00DD008C">
        <w:rPr>
          <w:szCs w:val="28"/>
          <w:vertAlign w:val="superscript"/>
        </w:rPr>
        <w:t>)</w:t>
      </w:r>
      <w:r w:rsidRPr="00DD008C">
        <w:t xml:space="preserve"> Corresponding author: </w:t>
      </w:r>
      <w:r w:rsidR="00CB4614" w:rsidRPr="00DD008C">
        <w:t>irdnasfea0408</w:t>
      </w:r>
      <w:r w:rsidRPr="00DD008C">
        <w:t>@gmail.com</w:t>
      </w:r>
      <w:r w:rsidRPr="00DD008C">
        <w:br/>
      </w:r>
      <w:proofErr w:type="gramStart"/>
      <w:r w:rsidR="00DD008C" w:rsidRPr="00DD008C">
        <w:rPr>
          <w:szCs w:val="28"/>
          <w:vertAlign w:val="superscript"/>
        </w:rPr>
        <w:t>a</w:t>
      </w:r>
      <w:r w:rsidRPr="00DD008C">
        <w:rPr>
          <w:szCs w:val="28"/>
          <w:vertAlign w:val="superscript"/>
        </w:rPr>
        <w:t>)</w:t>
      </w:r>
      <w:r w:rsidRPr="00DD008C">
        <w:t>ytbau@mmu.edu.my</w:t>
      </w:r>
      <w:proofErr w:type="gramEnd"/>
      <w:r w:rsidR="00344831" w:rsidRPr="00DD008C">
        <w:t xml:space="preserve"> </w:t>
      </w:r>
      <w:r w:rsidR="00344831" w:rsidRPr="00DD008C">
        <w:br/>
      </w:r>
      <w:proofErr w:type="gramStart"/>
      <w:r w:rsidRPr="00DD008C">
        <w:rPr>
          <w:szCs w:val="28"/>
          <w:vertAlign w:val="superscript"/>
        </w:rPr>
        <w:t>c)</w:t>
      </w:r>
      <w:r w:rsidRPr="00DD008C">
        <w:t>kclee@mmu.edu.my</w:t>
      </w:r>
      <w:proofErr w:type="gramEnd"/>
    </w:p>
    <w:p w14:paraId="3B1C05BE" w14:textId="602B18EE" w:rsidR="00A37F35" w:rsidRPr="00DD008C" w:rsidRDefault="0016385D" w:rsidP="00313B90">
      <w:pPr>
        <w:pStyle w:val="Abstract"/>
      </w:pPr>
      <w:r w:rsidRPr="00DD008C">
        <w:rPr>
          <w:b/>
          <w:bCs/>
        </w:rPr>
        <w:t>Abstract.</w:t>
      </w:r>
      <w:r w:rsidR="00E274BD" w:rsidRPr="00DD008C">
        <w:t xml:space="preserve"> </w:t>
      </w:r>
      <w:r w:rsidR="00AE690C" w:rsidRPr="00DD008C">
        <w:t xml:space="preserve">With the explosion of movie releases and the broad variety videos by online streaming platforms have resulted in an age of unparalleled choice for consumers in the quickly expanding entertainment environment. The purpose of this research is to implement and comparing two machine learning techniques for movies recommendation in data science domain, with the aim of improving user satisfaction by providing personalized choices. The movies dataset from </w:t>
      </w:r>
      <w:proofErr w:type="spellStart"/>
      <w:r w:rsidR="00AE690C" w:rsidRPr="00DD008C">
        <w:t>Data.world</w:t>
      </w:r>
      <w:proofErr w:type="spellEnd"/>
      <w:r w:rsidR="00AE690C" w:rsidRPr="00DD008C">
        <w:t xml:space="preserve"> is utilized, containing approximately 45,000 movies. Next, six data preprocessing methods are applied to transform the raw dataset into a suitable format for analysis. These methods involve handling null values, checking uniqueness of values in the dataset, removing irrelevant features, replacing zero with not a number to indicate missing values, converting features to numeric data type and extracting the years. Subsequently, exploratory data analysis methods are utilized to visually enhance our comprehension of the dataset by generating word clouds for movie titles and movie overviews to discern common themes, creating world map for movies production countries, and plotting charts for number of movies by its original languages, number of released movies in a particular month, number of released movies on a particular day, number of released movies by year, and number of movies across different genres. To fulfil research gaps, two comparable machine learning techniques, which are </w:t>
      </w:r>
      <w:r w:rsidR="00D65763" w:rsidRPr="00DD008C">
        <w:t>K</w:t>
      </w:r>
      <w:r w:rsidR="00AE690C" w:rsidRPr="00DD008C">
        <w:t>-</w:t>
      </w:r>
      <w:r w:rsidR="00D65763" w:rsidRPr="00DD008C">
        <w:t>N</w:t>
      </w:r>
      <w:r w:rsidR="00AE690C" w:rsidRPr="00DD008C">
        <w:t xml:space="preserve">earest </w:t>
      </w:r>
      <w:r w:rsidR="00D65763" w:rsidRPr="00DD008C">
        <w:t>N</w:t>
      </w:r>
      <w:r w:rsidR="00AE690C" w:rsidRPr="00DD008C">
        <w:t xml:space="preserve">eighbors (KNN) and </w:t>
      </w:r>
      <w:r w:rsidR="00D65763" w:rsidRPr="00DD008C">
        <w:t>S</w:t>
      </w:r>
      <w:r w:rsidR="00AE690C" w:rsidRPr="00DD008C">
        <w:t xml:space="preserve">ingular </w:t>
      </w:r>
      <w:r w:rsidR="00D65763" w:rsidRPr="00DD008C">
        <w:t>V</w:t>
      </w:r>
      <w:r w:rsidR="00AE690C" w:rsidRPr="00DD008C">
        <w:t xml:space="preserve">alue </w:t>
      </w:r>
      <w:r w:rsidR="00D65763" w:rsidRPr="00DD008C">
        <w:t>D</w:t>
      </w:r>
      <w:r w:rsidR="00AE690C" w:rsidRPr="00DD008C">
        <w:t xml:space="preserve">ecomposition (SVD), were chosen for recommendation towards personalized movie selection. SVD outperforms KNN based on a comparative analysis of three performance metrics, which are </w:t>
      </w:r>
      <w:r w:rsidR="00D65763" w:rsidRPr="00DD008C">
        <w:t>M</w:t>
      </w:r>
      <w:r w:rsidR="00AE690C" w:rsidRPr="00DD008C">
        <w:t xml:space="preserve">ean </w:t>
      </w:r>
      <w:r w:rsidR="00D65763" w:rsidRPr="00DD008C">
        <w:t>A</w:t>
      </w:r>
      <w:r w:rsidR="00AE690C" w:rsidRPr="00DD008C">
        <w:t xml:space="preserve">bsolute </w:t>
      </w:r>
      <w:r w:rsidR="00D65763" w:rsidRPr="00DD008C">
        <w:t>E</w:t>
      </w:r>
      <w:r w:rsidR="00AE690C" w:rsidRPr="00DD008C">
        <w:t xml:space="preserve">rror (MAE), </w:t>
      </w:r>
      <w:r w:rsidR="00D65763" w:rsidRPr="00DD008C">
        <w:t>M</w:t>
      </w:r>
      <w:r w:rsidR="00AE690C" w:rsidRPr="00DD008C">
        <w:t xml:space="preserve">ean </w:t>
      </w:r>
      <w:r w:rsidR="00D65763" w:rsidRPr="00DD008C">
        <w:t>S</w:t>
      </w:r>
      <w:r w:rsidR="00AE690C" w:rsidRPr="00DD008C">
        <w:t xml:space="preserve">quared </w:t>
      </w:r>
      <w:r w:rsidR="00D65763" w:rsidRPr="00DD008C">
        <w:t>E</w:t>
      </w:r>
      <w:r w:rsidR="00AE690C" w:rsidRPr="00DD008C">
        <w:t xml:space="preserve">rror (MSE), and </w:t>
      </w:r>
      <w:r w:rsidR="00C25346" w:rsidRPr="00DD008C">
        <w:t>R</w:t>
      </w:r>
      <w:r w:rsidR="00AE690C" w:rsidRPr="00DD008C">
        <w:t>oot</w:t>
      </w:r>
      <w:r w:rsidR="00C25346" w:rsidRPr="00DD008C">
        <w:t xml:space="preserve"> M</w:t>
      </w:r>
      <w:r w:rsidR="00AE690C" w:rsidRPr="00DD008C">
        <w:t xml:space="preserve">ean </w:t>
      </w:r>
      <w:r w:rsidR="00C25346" w:rsidRPr="00DD008C">
        <w:t>S</w:t>
      </w:r>
      <w:r w:rsidR="00AE690C" w:rsidRPr="00DD008C">
        <w:t xml:space="preserve">quared </w:t>
      </w:r>
      <w:r w:rsidR="00C25346" w:rsidRPr="00DD008C">
        <w:t>E</w:t>
      </w:r>
      <w:r w:rsidR="00AE690C" w:rsidRPr="00DD008C">
        <w:t>rror (RMSE), showing the lowest values in all metrics.</w:t>
      </w:r>
    </w:p>
    <w:p w14:paraId="7D324405" w14:textId="5ABAB2C1" w:rsidR="00CF52D8" w:rsidRPr="00DD008C" w:rsidRDefault="00D639AB" w:rsidP="00CF52D8">
      <w:pPr>
        <w:pStyle w:val="Heading1"/>
      </w:pPr>
      <w:r w:rsidRPr="00DD008C">
        <w:rPr>
          <w:caps w:val="0"/>
        </w:rPr>
        <w:t>INTRODUCTION</w:t>
      </w:r>
    </w:p>
    <w:p w14:paraId="0D309D86" w14:textId="4AAC094C" w:rsidR="00041D94" w:rsidRPr="00DD008C" w:rsidRDefault="00B83122" w:rsidP="00E274BD">
      <w:pPr>
        <w:pStyle w:val="Paragraph"/>
      </w:pPr>
      <w:r w:rsidRPr="00DD008C">
        <w:t xml:space="preserve">The explosion of movie production and the broad variety of streaming platforms have resulted in an age of unparalleled choice for consumers in the quickly expanding entertainment environment. </w:t>
      </w:r>
      <w:r w:rsidR="00041D94" w:rsidRPr="00DD008C">
        <w:t xml:space="preserve">The sheer volume of contents available, cut across different genres and platforms, has made it challenging for viewers who desire specialized movie suggestions to suit their specific </w:t>
      </w:r>
      <w:r w:rsidRPr="00DD008C">
        <w:t>needs</w:t>
      </w:r>
      <w:r w:rsidR="00041D94" w:rsidRPr="00DD008C">
        <w:t xml:space="preserve">. This sheer abundance tends to make consumers miss out of their </w:t>
      </w:r>
      <w:r w:rsidRPr="00DD008C">
        <w:t xml:space="preserve">interested </w:t>
      </w:r>
      <w:r w:rsidR="00041D94" w:rsidRPr="00DD008C">
        <w:t>movies, resulting in frustration and information overload.</w:t>
      </w:r>
    </w:p>
    <w:p w14:paraId="534BDE9C" w14:textId="74175D66" w:rsidR="00A16BB0" w:rsidRPr="00DD008C" w:rsidRDefault="00A16BB0" w:rsidP="008A1BDD">
      <w:pPr>
        <w:pStyle w:val="Paragraph"/>
      </w:pPr>
      <w:r w:rsidRPr="00DD008C">
        <w:t>To tackle this severe problem, data science techniques are to be utilized to create a movies recommendation. By analyzing user preferences, watch history, and learning from comparable user profiles, this recommendation techniques endeavors to present consumers with precise and personalized movie recommendations. This recommendation technology hopes to speed up the movie discovery process by harnessing the power of data to give a curated list of movies that resonate with individual interests.</w:t>
      </w:r>
    </w:p>
    <w:p w14:paraId="462F7483" w14:textId="150B59B7" w:rsidR="0046184B" w:rsidRPr="00DD008C" w:rsidRDefault="006B42AA" w:rsidP="00F3193F">
      <w:pPr>
        <w:pStyle w:val="Heading1"/>
      </w:pPr>
      <w:r w:rsidRPr="00DD008C">
        <w:rPr>
          <w:caps w:val="0"/>
        </w:rPr>
        <w:t>LITERATURE REVIEW</w:t>
      </w:r>
    </w:p>
    <w:p w14:paraId="1DA99D16" w14:textId="0A30C7C0" w:rsidR="00137AD6" w:rsidRPr="00DD008C" w:rsidRDefault="00137AD6" w:rsidP="00E274BD">
      <w:pPr>
        <w:pStyle w:val="Paragraph"/>
      </w:pPr>
      <w:r w:rsidRPr="00DD008C">
        <w:t>A number of machine learning approaches to solving movies recommendation issues have been proffered in the past. [1] researched the creation of a personalized movie recommendation system by way of the integration of user preferences and movie contents. Their approach uses the MovieLens dataset to build user and movie profiles, as well as weekly movie ranking data. Issues they encounter in their research are with scalability and incorporating real-time input data, reflecting scope for future improvement to deal with large-scale real-world applications.</w:t>
      </w:r>
    </w:p>
    <w:p w14:paraId="19FCA811" w14:textId="547EC247" w:rsidR="004379D0" w:rsidRPr="00DD008C" w:rsidRDefault="004379D0" w:rsidP="00E274BD">
      <w:pPr>
        <w:pStyle w:val="Paragraph"/>
      </w:pPr>
      <w:r w:rsidRPr="00DD008C">
        <w:lastRenderedPageBreak/>
        <w:t>[2] did a thorough evaluation of movie recommender systems, concentrating on different recommendation strategies. The authors cited [</w:t>
      </w:r>
      <w:r w:rsidR="00677A08" w:rsidRPr="00DD008C">
        <w:t>3</w:t>
      </w:r>
      <w:r w:rsidRPr="00DD008C">
        <w:t xml:space="preserve">] worked on improving movies recommendation using a combination of </w:t>
      </w:r>
      <w:r w:rsidR="00385A3D" w:rsidRPr="00DD008C">
        <w:t>KNN</w:t>
      </w:r>
      <w:r w:rsidRPr="00DD008C">
        <w:t xml:space="preserve"> and collaborative filtering, highlighting the relevance of movie characteristics and attributes. </w:t>
      </w:r>
    </w:p>
    <w:p w14:paraId="7BA8155F" w14:textId="5B9C7819" w:rsidR="004379D0" w:rsidRPr="00DD008C" w:rsidRDefault="004379D0" w:rsidP="00E274BD">
      <w:pPr>
        <w:pStyle w:val="Paragraph"/>
      </w:pPr>
      <w:r w:rsidRPr="00DD008C">
        <w:t>[</w:t>
      </w:r>
      <w:r w:rsidR="009E74C9" w:rsidRPr="00DD008C">
        <w:t>4</w:t>
      </w:r>
      <w:r w:rsidRPr="00DD008C">
        <w:t>] investigated a hybrid technique using collaborative filtering and content-based filtering for recommendation system. The emphasis is on tailored movies recommendation to address the information overload that consumers are experiencing. The researchers combine content-based and collaborative filtering techniques and provide a hybrid strategy to improve the precision of movies recommendation. The MovieLens dataset is used to collect important data such as popularity and attractiveness. Collaborative filtering examines user behavior, whereas content-based filtering considers qualities to provide more specific recommendations. The limitation of the study is the subjective nature of movie choices, which makes objectively evaluating system performance difficult.</w:t>
      </w:r>
    </w:p>
    <w:p w14:paraId="5B547244" w14:textId="47A3DA4E" w:rsidR="004379D0" w:rsidRPr="00DD008C" w:rsidRDefault="004379D0" w:rsidP="00284C7C">
      <w:pPr>
        <w:pStyle w:val="Paragraph"/>
      </w:pPr>
      <w:r w:rsidRPr="00DD008C">
        <w:t>[</w:t>
      </w:r>
      <w:r w:rsidR="00BF4079" w:rsidRPr="00DD008C">
        <w:t>5</w:t>
      </w:r>
      <w:r w:rsidRPr="00DD008C">
        <w:t xml:space="preserve">] investigated movies recommendation systems in comparative by incorporating </w:t>
      </w:r>
      <w:r w:rsidR="007D4E2D" w:rsidRPr="00DD008C">
        <w:t>SVD</w:t>
      </w:r>
      <w:r w:rsidRPr="00DD008C">
        <w:t xml:space="preserve"> in user-based collaborative filtering technique. The results demonstrate the persuasive effectiveness of </w:t>
      </w:r>
      <w:r w:rsidR="00C44C30" w:rsidRPr="00DD008C">
        <w:t>SVD</w:t>
      </w:r>
      <w:r w:rsidRPr="00DD008C">
        <w:t xml:space="preserve"> in improving the user-based collaborative filtering method, using a dataset obtained from undergraduate students’ movie evaluations to solve issue associated with small amounts of information.</w:t>
      </w:r>
    </w:p>
    <w:p w14:paraId="7B84B25E" w14:textId="5BC008C2" w:rsidR="004379D0" w:rsidRPr="00DD008C" w:rsidRDefault="004379D0" w:rsidP="00284C7C">
      <w:pPr>
        <w:pStyle w:val="Paragraph"/>
      </w:pPr>
      <w:r w:rsidRPr="00DD008C">
        <w:t>[</w:t>
      </w:r>
      <w:r w:rsidR="00A52F82" w:rsidRPr="00DD008C">
        <w:t>6</w:t>
      </w:r>
      <w:r w:rsidRPr="00DD008C">
        <w:t xml:space="preserve">] investigated movie genre classification by employing collaborative filtering and </w:t>
      </w:r>
      <w:r w:rsidR="001813B1" w:rsidRPr="00DD008C">
        <w:t>KNN</w:t>
      </w:r>
      <w:r w:rsidRPr="00DD008C">
        <w:t xml:space="preserve"> on the MovieLens dataset. They utilize Pearson correlation and Jaccard index as similarity measures to create a movie-similarity network, aiming to improve classification performance. Their approach, which relies heavily on user ratings, achieves an F1-score of 0.70. However, it may not fully consider the content’s depth and encounters scalability issues.</w:t>
      </w:r>
    </w:p>
    <w:p w14:paraId="0D9B3AC4" w14:textId="49C664D0" w:rsidR="00137AD6" w:rsidRPr="00DD008C" w:rsidRDefault="00137AD6" w:rsidP="0060247C">
      <w:pPr>
        <w:pStyle w:val="Paragraph"/>
      </w:pPr>
      <w:r w:rsidRPr="00DD008C">
        <w:t>[</w:t>
      </w:r>
      <w:r w:rsidR="001F57DA" w:rsidRPr="00DD008C">
        <w:t>7</w:t>
      </w:r>
      <w:r w:rsidRPr="00DD008C">
        <w:t>] addressed the topic of movie recommendation using a machine learning-based approach. Their hybrid method, which combines collaborative and content-based approaches, appears to be a viable direction towards solving the problem of recommendation accuracy improvement. The prevalence of the data sparsity problem, however, indicates a challenge in making effective recommendations for new or unrated items, demonstrating an intrinsic limitation of their methodology.</w:t>
      </w:r>
    </w:p>
    <w:p w14:paraId="0AC84017" w14:textId="2C3AA174" w:rsidR="00137AD6" w:rsidRPr="00DD008C" w:rsidRDefault="00137AD6" w:rsidP="0060247C">
      <w:pPr>
        <w:pStyle w:val="Paragraph"/>
      </w:pPr>
      <w:r w:rsidRPr="00DD008C">
        <w:t>In</w:t>
      </w:r>
      <w:r w:rsidR="00D70243" w:rsidRPr="00DD008C">
        <w:t xml:space="preserve"> </w:t>
      </w:r>
      <w:r w:rsidRPr="00DD008C">
        <w:t>[</w:t>
      </w:r>
      <w:r w:rsidR="001F57DA" w:rsidRPr="00DD008C">
        <w:t>8</w:t>
      </w:r>
      <w:r w:rsidRPr="00DD008C">
        <w:t>] they investigated the possibility of improving movies recommendation systems through hybridizing content-based, collaborative filtering and neural network methods. It can be seen from their research that, by using user and item collaborative filtering with content-based based on cosine similarity, they were capable of improving the diversity and accuracy of recommendations.</w:t>
      </w:r>
      <w:r w:rsidR="00B83122" w:rsidRPr="00DD008C">
        <w:t xml:space="preserve"> Additionally, to address the issue of data in user-item interactions, they incorporated network embeddings. This approach sheds light on the challenges faced by recommendation systems when striving for personalized recommendation. It highlights the need for technique capable of effectively handling sparse data while improving personalization in movies recommendation.</w:t>
      </w:r>
    </w:p>
    <w:p w14:paraId="780ECC60" w14:textId="595F9DB6" w:rsidR="004379D0" w:rsidRPr="00DD008C" w:rsidRDefault="004379D0" w:rsidP="00F57FEB">
      <w:pPr>
        <w:pStyle w:val="Paragraph"/>
      </w:pPr>
      <w:r w:rsidRPr="00DD008C">
        <w:t>[</w:t>
      </w:r>
      <w:r w:rsidR="001F57DA" w:rsidRPr="00DD008C">
        <w:t>9</w:t>
      </w:r>
      <w:r w:rsidRPr="00DD008C">
        <w:t xml:space="preserve">] applied collaborative filtering technique for the </w:t>
      </w:r>
      <w:proofErr w:type="gramStart"/>
      <w:r w:rsidRPr="00DD008C">
        <w:t>movies</w:t>
      </w:r>
      <w:proofErr w:type="gramEnd"/>
      <w:r w:rsidRPr="00DD008C">
        <w:t xml:space="preserve"> recommendation. For technique evaluation, they use two performance metrics which are </w:t>
      </w:r>
      <w:r w:rsidR="00D70243" w:rsidRPr="00DD008C">
        <w:t>RMSE</w:t>
      </w:r>
      <w:r w:rsidRPr="00DD008C">
        <w:t xml:space="preserve"> and </w:t>
      </w:r>
      <w:r w:rsidR="001162C1" w:rsidRPr="00DD008C">
        <w:t>M</w:t>
      </w:r>
      <w:r w:rsidRPr="00DD008C">
        <w:t xml:space="preserve">ean </w:t>
      </w:r>
      <w:r w:rsidR="001162C1" w:rsidRPr="00DD008C">
        <w:t>A</w:t>
      </w:r>
      <w:r w:rsidRPr="00DD008C">
        <w:t xml:space="preserve">bsolute </w:t>
      </w:r>
      <w:r w:rsidR="001162C1" w:rsidRPr="00DD008C">
        <w:t>P</w:t>
      </w:r>
      <w:r w:rsidRPr="00DD008C">
        <w:t xml:space="preserve">ercentage </w:t>
      </w:r>
      <w:r w:rsidR="001162C1" w:rsidRPr="00DD008C">
        <w:t>E</w:t>
      </w:r>
      <w:r w:rsidRPr="00DD008C">
        <w:t>rror</w:t>
      </w:r>
      <w:r w:rsidR="001162C1" w:rsidRPr="00DD008C">
        <w:t xml:space="preserve"> (MAPE)</w:t>
      </w:r>
      <w:r w:rsidRPr="00DD008C">
        <w:t>. Their technique did not fully explore how to optimize for scalability or how to deal with the data sparsity issue, which is crucial for new users using recommendation systems.</w:t>
      </w:r>
    </w:p>
    <w:p w14:paraId="6A02E798" w14:textId="55511A0B" w:rsidR="004379D0" w:rsidRPr="00DD008C" w:rsidRDefault="004379D0" w:rsidP="00F57FEB">
      <w:pPr>
        <w:pStyle w:val="Paragraph"/>
      </w:pPr>
      <w:r w:rsidRPr="00DD008C">
        <w:t>[1</w:t>
      </w:r>
      <w:r w:rsidR="001F57DA" w:rsidRPr="00DD008C">
        <w:t>0</w:t>
      </w:r>
      <w:r w:rsidRPr="00DD008C">
        <w:t>] investigated expert system for movies recommendation. Their technique employs fuzzy model to provide a final list of selected movies considering the user's movie favorites and least preferred movie genres. While their proposed technique succeeds at recommending relevant movies, it has limits when dealing with user' favorite movies and least favorite movie genres, particularly, if a user defines a genre as unpopular, then their proposed technique may provide movies recommendation that are not aligned to the user's preferences.</w:t>
      </w:r>
    </w:p>
    <w:p w14:paraId="7FA6D458" w14:textId="5A4143DE" w:rsidR="004379D0" w:rsidRPr="00DD008C" w:rsidRDefault="004379D0" w:rsidP="00F57FEB">
      <w:pPr>
        <w:pStyle w:val="Paragraph"/>
      </w:pPr>
      <w:r w:rsidRPr="00DD008C">
        <w:t>[1</w:t>
      </w:r>
      <w:r w:rsidR="001F57DA" w:rsidRPr="00DD008C">
        <w:t>1</w:t>
      </w:r>
      <w:r w:rsidRPr="00DD008C">
        <w:t xml:space="preserve">] investigated hybrid movies recommendation models that utilize machine learning to improve the customization of movie characteristics and customer preferences. It utilizes the MovieLens dataset to develop and evaluate techniques such as content-based, collaborative filtering, and latent factor-based models, with a focus on </w:t>
      </w:r>
      <w:r w:rsidR="00C44C30" w:rsidRPr="00DD008C">
        <w:t>SVD</w:t>
      </w:r>
      <w:r w:rsidRPr="00DD008C">
        <w:t xml:space="preserve">. The study presents a weighted linear combination model that outperforms individual models in predicted accuracy, overcoming the constraints of single approach systems. The work acknowledges the computing requirements, particularly for complex models such as </w:t>
      </w:r>
      <w:r w:rsidR="00F130CE" w:rsidRPr="00DD008C">
        <w:t>SVD</w:t>
      </w:r>
      <w:r w:rsidRPr="00DD008C">
        <w:t>, indicating a possible need for research to enhance efficiency.</w:t>
      </w:r>
    </w:p>
    <w:p w14:paraId="23741B33" w14:textId="5F4D8872" w:rsidR="008858C9" w:rsidRPr="00DD008C" w:rsidRDefault="008858C9" w:rsidP="00892376">
      <w:pPr>
        <w:pStyle w:val="Paragraph"/>
      </w:pPr>
      <w:r w:rsidRPr="00DD008C">
        <w:t>[1</w:t>
      </w:r>
      <w:r w:rsidR="001F57DA" w:rsidRPr="00DD008C">
        <w:t>2</w:t>
      </w:r>
      <w:r w:rsidRPr="00DD008C">
        <w:t xml:space="preserve">] investigated the creation of a movies recommendation system using deep learning technique. The study used collaborative filtering technique using user attributes to supply users with the right information and speed up decision making. The study also recorded an accuracy rate of 65.8%, indicating promising results. Their research processes included data preprocessing through feature engineering, movie recommendation through </w:t>
      </w:r>
      <w:r w:rsidR="00F130CE" w:rsidRPr="00DD008C">
        <w:t>KNN</w:t>
      </w:r>
      <w:r w:rsidRPr="00DD008C">
        <w:t>, and validation through a deep learning-based matrix factorization model. Their validation faces challenge which was associated with untrusted internet data.</w:t>
      </w:r>
    </w:p>
    <w:p w14:paraId="1A697CB7" w14:textId="73E85A0B" w:rsidR="00137AD6" w:rsidRPr="00DD008C" w:rsidRDefault="008858C9" w:rsidP="00892376">
      <w:pPr>
        <w:pStyle w:val="Paragraph"/>
      </w:pPr>
      <w:r w:rsidRPr="00DD008C">
        <w:t>[1</w:t>
      </w:r>
      <w:r w:rsidR="001F57DA" w:rsidRPr="00DD008C">
        <w:t>3</w:t>
      </w:r>
      <w:r w:rsidRPr="00DD008C">
        <w:t xml:space="preserve">] conducted a survey of movie recommendation systems based on machine learning approaches. The paper plunges into datasets such as MovieLens and IMDb covering techniques such as content-based, collaborative filtering as well as hybrid approaches that combine the two for better accuracy. The paper also mentions clustering algorithms such as k-means for partitioning items and predicting user ratings. The paper also points out challenges such as </w:t>
      </w:r>
      <w:r w:rsidRPr="00DD008C">
        <w:lastRenderedPageBreak/>
        <w:t>scalability issues, the start problem for new users with no past history, as well as overfitting in content-based approaches. These problems lead to constraints on predictability and system performance.</w:t>
      </w:r>
    </w:p>
    <w:p w14:paraId="1914B5D1" w14:textId="4D7593A7" w:rsidR="00137AD6" w:rsidRPr="00DD008C" w:rsidRDefault="00137AD6" w:rsidP="00892376">
      <w:pPr>
        <w:pStyle w:val="Paragraph"/>
      </w:pPr>
      <w:r w:rsidRPr="00DD008C">
        <w:t>[1</w:t>
      </w:r>
      <w:r w:rsidR="001F57DA" w:rsidRPr="00DD008C">
        <w:t>4</w:t>
      </w:r>
      <w:r w:rsidRPr="00DD008C">
        <w:t xml:space="preserve">] experimented with machine learning based recommendation system on movie reviews using the </w:t>
      </w:r>
      <w:r w:rsidR="001751A2" w:rsidRPr="00DD008C">
        <w:t>KNN</w:t>
      </w:r>
      <w:r w:rsidRPr="00DD008C">
        <w:t xml:space="preserve"> algorithm.</w:t>
      </w:r>
      <w:r w:rsidR="004C5460" w:rsidRPr="00DD008C">
        <w:t xml:space="preserve"> They used term frequency with inverse document frequency and doc2vec for content-based technique to handle the scarcity in user interactions and enhance recommendation accuracy. Their methodology involved preprocessing the data and enhancing content-based technique using text processing methods. They also point out challenges such as text processing methods and content-based technique limits, in properly capturing various user desires.</w:t>
      </w:r>
    </w:p>
    <w:p w14:paraId="066B44B6" w14:textId="6192C810" w:rsidR="004379D0" w:rsidRPr="00DD008C" w:rsidRDefault="004379D0" w:rsidP="00892376">
      <w:pPr>
        <w:pStyle w:val="Paragraph"/>
      </w:pPr>
      <w:r w:rsidRPr="00DD008C">
        <w:t>[1</w:t>
      </w:r>
      <w:r w:rsidR="001F57DA" w:rsidRPr="00DD008C">
        <w:t>5</w:t>
      </w:r>
      <w:r w:rsidRPr="00DD008C">
        <w:t>] investigated the development of a movies recommendation that combined self-organizing map based neural network, collaborative filtering, and content-based techniques. By using complex techniques integration, their research employed a hybrid technique to reduce the drawbacks of separate stand-alone techniques. Their proposed technique performance is evaluated using accuracy and precision.</w:t>
      </w:r>
    </w:p>
    <w:p w14:paraId="0263DA01" w14:textId="1B3EEAF7" w:rsidR="000D0C58" w:rsidRPr="00DD008C" w:rsidRDefault="004379D0" w:rsidP="00892376">
      <w:pPr>
        <w:pStyle w:val="Paragraph"/>
      </w:pPr>
      <w:r w:rsidRPr="00DD008C">
        <w:t>[</w:t>
      </w:r>
      <w:r w:rsidR="001F57DA" w:rsidRPr="00DD008C">
        <w:t>16</w:t>
      </w:r>
      <w:r w:rsidRPr="00DD008C">
        <w:t>] investigated movies recommendation with content-based technique incorporating user demographics. Two datasets from Kaggle are used. The two datasets contained movie information such as cast, crew, and popularity. Based on content analysis, movies are recommended using term frequency with inverse document frequency and cosine similarity. However, their research noted that catering to new users was difficult</w:t>
      </w:r>
      <w:r w:rsidR="001E391D">
        <w:t xml:space="preserve"> [17]</w:t>
      </w:r>
      <w:r w:rsidRPr="00DD008C">
        <w:t>.</w:t>
      </w:r>
    </w:p>
    <w:p w14:paraId="6401B72D" w14:textId="4AF70ABD" w:rsidR="0039376F" w:rsidRPr="00DD008C" w:rsidRDefault="002522D5" w:rsidP="00B1000D">
      <w:pPr>
        <w:pStyle w:val="Heading1"/>
        <w:rPr>
          <w:b w:val="0"/>
          <w:caps w:val="0"/>
          <w:sz w:val="20"/>
        </w:rPr>
      </w:pPr>
      <w:r w:rsidRPr="00DD008C">
        <w:rPr>
          <w:caps w:val="0"/>
        </w:rPr>
        <w:t>IMPLEMENTATIONS</w:t>
      </w:r>
    </w:p>
    <w:p w14:paraId="002D6707" w14:textId="37C62B90" w:rsidR="00013D2E" w:rsidRPr="00DD008C" w:rsidRDefault="00013D2E" w:rsidP="00892376">
      <w:pPr>
        <w:pStyle w:val="Paragraph"/>
        <w:rPr>
          <w:lang w:eastAsia="en-GB"/>
        </w:rPr>
      </w:pPr>
      <w:r w:rsidRPr="00DD008C">
        <w:t xml:space="preserve">The dataset is obtained from the </w:t>
      </w:r>
      <w:proofErr w:type="spellStart"/>
      <w:r w:rsidRPr="00DD008C">
        <w:t>Data.world</w:t>
      </w:r>
      <w:proofErr w:type="spellEnd"/>
      <w:r w:rsidRPr="00DD008C">
        <w:t xml:space="preserve"> dataset which contains approximately 45,000 movies. The dataset has 24 columns, each containing essential information for our study.</w:t>
      </w:r>
      <w:r w:rsidR="00334502" w:rsidRPr="00DD008C">
        <w:t xml:space="preserve"> </w:t>
      </w:r>
      <w:r w:rsidRPr="00DD008C">
        <w:t>Most of the columns in the dataset are attributes generated from the movie’s metadata.</w:t>
      </w:r>
      <w:r w:rsidR="001018AB" w:rsidRPr="00DD008C">
        <w:t xml:space="preserve"> </w:t>
      </w:r>
      <w:r w:rsidR="00CF4B3F" w:rsidRPr="00DD008C">
        <w:rPr>
          <w:lang w:eastAsia="en-GB"/>
        </w:rPr>
        <w:t>Six data preprocessing methods are applied to transform the raw dataset into a suitable format for analysis. These methods involve handling null values, checking uniqueness of values in the dataset, removing irrelevant features, replacing zero with not a number to indicate missing values, converting features to numeric data type and extracting the years.</w:t>
      </w:r>
      <w:r w:rsidR="001018AB" w:rsidRPr="00DD008C">
        <w:rPr>
          <w:lang w:eastAsia="en-GB"/>
        </w:rPr>
        <w:t xml:space="preserve"> Possible e</w:t>
      </w:r>
      <w:r w:rsidR="00CF4B3F" w:rsidRPr="00DD008C">
        <w:rPr>
          <w:lang w:eastAsia="en-GB"/>
        </w:rPr>
        <w:t>xploratory data analysis methods are utilized to visually enhance our comprehension of the dataset by generating word clouds for movie titles and movie overviews to discern common themes, creating world map for movies production countries, and plotting charts for number of movies by its original languages, number of released movies in a particular month, number of released movies on a particular day, number of released movies by year, and number of movies across different genres.</w:t>
      </w:r>
    </w:p>
    <w:p w14:paraId="3BADCD63" w14:textId="74872899" w:rsidR="000B0E41" w:rsidRPr="00DD008C" w:rsidRDefault="00ED5B89" w:rsidP="000B0E41">
      <w:pPr>
        <w:pStyle w:val="Paragraph"/>
        <w:rPr>
          <w:lang w:eastAsia="en-GB"/>
        </w:rPr>
      </w:pPr>
      <w:r w:rsidRPr="00DD008C">
        <w:rPr>
          <w:lang w:eastAsia="en-GB"/>
        </w:rPr>
        <w:t>Many studies have explored content-based and collaborative techniques in movie recommendations, but there is still a need to address the contradiction of choice, which occurs when users feel overwhelmed by the wide selection of movies in the movie industry. This is demonstrated by the ongoing issue of user dissatisfaction and decision fatigue, even though there are numerous suggestions available. Although current techniques have their advantages, concerns such as inadequate personalization and managing contents complexity remain key issues. This research aims to reduce the gap by utilizing two comparable machine learning techniques to personalize recommendation of movies.</w:t>
      </w:r>
    </w:p>
    <w:p w14:paraId="45E495ED" w14:textId="1C725380" w:rsidR="00083ACE" w:rsidRPr="00DD008C" w:rsidRDefault="00ED5B89" w:rsidP="00083ACE">
      <w:pPr>
        <w:pStyle w:val="Heading2"/>
      </w:pPr>
      <w:r w:rsidRPr="00DD008C">
        <w:t>K-Nearest Neighbors</w:t>
      </w:r>
      <w:r w:rsidR="004258B2" w:rsidRPr="00DD008C">
        <w:t xml:space="preserve"> (KNN)</w:t>
      </w:r>
    </w:p>
    <w:p w14:paraId="2F0BE1B5" w14:textId="2BDCC6F2" w:rsidR="003B3731" w:rsidRPr="00DD008C" w:rsidRDefault="003B3731" w:rsidP="001C4E69">
      <w:pPr>
        <w:pStyle w:val="Paragraph"/>
        <w:rPr>
          <w:lang w:eastAsia="en-GB"/>
        </w:rPr>
      </w:pPr>
      <w:r w:rsidRPr="00DD008C">
        <w:rPr>
          <w:lang w:eastAsia="en-GB"/>
        </w:rPr>
        <w:t xml:space="preserve">Machine learning is part of data science techniques. An important machine learning technique known for its ease of implementation and effectiveness in recommendation applications is </w:t>
      </w:r>
      <w:r w:rsidR="004258B2" w:rsidRPr="00DD008C">
        <w:rPr>
          <w:lang w:eastAsia="en-GB"/>
        </w:rPr>
        <w:t>KNN</w:t>
      </w:r>
      <w:r w:rsidRPr="00DD008C">
        <w:rPr>
          <w:lang w:eastAsia="en-GB"/>
        </w:rPr>
        <w:t xml:space="preserve">. </w:t>
      </w:r>
      <w:r w:rsidR="004258B2" w:rsidRPr="00DD008C">
        <w:rPr>
          <w:lang w:eastAsia="en-GB"/>
        </w:rPr>
        <w:t>KNN</w:t>
      </w:r>
      <w:r w:rsidRPr="00DD008C">
        <w:rPr>
          <w:lang w:eastAsia="en-GB"/>
        </w:rPr>
        <w:t xml:space="preserve"> stands out as an instance-based, non-parametric learning technique. This indicates that </w:t>
      </w:r>
      <w:r w:rsidR="004258B2" w:rsidRPr="00DD008C">
        <w:rPr>
          <w:lang w:eastAsia="en-GB"/>
        </w:rPr>
        <w:t>KNN</w:t>
      </w:r>
      <w:r w:rsidRPr="00DD008C">
        <w:rPr>
          <w:lang w:eastAsia="en-GB"/>
        </w:rPr>
        <w:t xml:space="preserve"> do not create a generalizable model from the training data, compared to many other machine learning methods. Rather, it saves the whole data and uses it for calculations to generate predictions as needed. The technique works based on feature similarity, averaging the scores of the ‘k’ closest neighbors to a query point or using the majority vote to determine the output. Recommendation technique using user-based collaborative filtering and </w:t>
      </w:r>
      <w:r w:rsidR="004258B2" w:rsidRPr="00DD008C">
        <w:rPr>
          <w:lang w:eastAsia="en-GB"/>
        </w:rPr>
        <w:t>KNN</w:t>
      </w:r>
      <w:r w:rsidRPr="00DD008C">
        <w:rPr>
          <w:lang w:eastAsia="en-GB"/>
        </w:rPr>
        <w:t xml:space="preserve"> </w:t>
      </w:r>
      <w:r w:rsidR="001E391D">
        <w:rPr>
          <w:lang w:eastAsia="en-GB"/>
        </w:rPr>
        <w:t>E</w:t>
      </w:r>
      <w:r w:rsidRPr="00DD008C">
        <w:rPr>
          <w:lang w:eastAsia="en-GB"/>
        </w:rPr>
        <w:t xml:space="preserve">quation </w:t>
      </w:r>
      <w:r w:rsidR="00C37A48" w:rsidRPr="00DD008C">
        <w:rPr>
          <w:lang w:eastAsia="en-GB"/>
        </w:rPr>
        <w:t xml:space="preserve">(1) </w:t>
      </w:r>
      <w:r w:rsidRPr="00DD008C">
        <w:rPr>
          <w:lang w:eastAsia="en-GB"/>
        </w:rPr>
        <w:t>as follows.</w:t>
      </w:r>
    </w:p>
    <w:p w14:paraId="18736E2B" w14:textId="5DF82BE8" w:rsidR="003B3731" w:rsidRPr="00DD008C" w:rsidRDefault="003B3731" w:rsidP="003B3731">
      <w:pPr>
        <w:pStyle w:val="Paragraph"/>
        <w:ind w:firstLine="0"/>
        <w:rPr>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8"/>
        <w:gridCol w:w="452"/>
      </w:tblGrid>
      <w:tr w:rsidR="003B3731" w:rsidRPr="00DD008C" w14:paraId="1078F003" w14:textId="77777777" w:rsidTr="003B3731">
        <w:tc>
          <w:tcPr>
            <w:tcW w:w="8898" w:type="dxa"/>
          </w:tcPr>
          <w:p w14:paraId="5808FF1F" w14:textId="14B94045" w:rsidR="003B3731" w:rsidRPr="00DD008C" w:rsidRDefault="00000000" w:rsidP="003B3731">
            <w:pPr>
              <w:pStyle w:val="Paragraph"/>
              <w:ind w:firstLine="0"/>
              <w:rPr>
                <w:lang w:eastAsia="en-GB"/>
              </w:rPr>
            </w:pPr>
            <m:oMathPara>
              <m:oMath>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ui</m:t>
                    </m:r>
                  </m:sub>
                </m:sSub>
                <m:r>
                  <w:rPr>
                    <w:rFonts w:ascii="Cambria Math" w:hAnsi="Cambria Math"/>
                  </w:rPr>
                  <m:t>=</m:t>
                </m:r>
                <m:f>
                  <m:fPr>
                    <m:ctrlPr>
                      <w:rPr>
                        <w:rFonts w:ascii="Cambria Math" w:hAnsi="Cambria Math"/>
                      </w:rPr>
                    </m:ctrlPr>
                  </m:fPr>
                  <m:num>
                    <m:nary>
                      <m:naryPr>
                        <m:chr m:val="∑"/>
                        <m:ctrlPr>
                          <w:rPr>
                            <w:rFonts w:ascii="Cambria Math" w:hAnsi="Cambria Math"/>
                          </w:rPr>
                        </m:ctrlPr>
                      </m:naryPr>
                      <m:sub>
                        <m:r>
                          <w:rPr>
                            <w:rFonts w:ascii="Cambria Math" w:hAnsi="Cambria Math"/>
                          </w:rPr>
                          <m:t>v∈</m:t>
                        </m:r>
                        <m:sSub>
                          <m:sSubPr>
                            <m:ctrlPr>
                              <w:rPr>
                                <w:rFonts w:ascii="Cambria Math" w:hAnsi="Cambria Math"/>
                              </w:rPr>
                            </m:ctrlPr>
                          </m:sSubPr>
                          <m:e>
                            <m:r>
                              <w:rPr>
                                <w:rFonts w:ascii="Cambria Math" w:hAnsi="Cambria Math"/>
                              </w:rPr>
                              <m:t>N</m:t>
                            </m:r>
                          </m:e>
                          <m:sub>
                            <m:r>
                              <w:rPr>
                                <w:rFonts w:ascii="Cambria Math" w:hAnsi="Cambria Math"/>
                              </w:rPr>
                              <m:t>k</m:t>
                            </m:r>
                          </m:sub>
                        </m:sSub>
                        <m:d>
                          <m:dPr>
                            <m:ctrlPr>
                              <w:rPr>
                                <w:rFonts w:ascii="Cambria Math" w:hAnsi="Cambria Math"/>
                              </w:rPr>
                            </m:ctrlPr>
                          </m:dPr>
                          <m:e>
                            <m:r>
                              <w:rPr>
                                <w:rFonts w:ascii="Cambria Math" w:hAnsi="Cambria Math"/>
                              </w:rPr>
                              <m:t>u</m:t>
                            </m:r>
                          </m:e>
                        </m:d>
                      </m:sub>
                      <m:sup>
                        <m:r>
                          <w:rPr>
                            <w:rFonts w:ascii="Cambria Math" w:hAnsi="Cambria Math"/>
                          </w:rPr>
                          <m:t> </m:t>
                        </m:r>
                      </m:sup>
                      <m:e>
                        <m:r>
                          <w:rPr>
                            <w:rFonts w:ascii="Cambria Math" w:hAnsi="Cambria Math"/>
                          </w:rPr>
                          <m:t>sim</m:t>
                        </m:r>
                        <m:d>
                          <m:dPr>
                            <m:ctrlPr>
                              <w:rPr>
                                <w:rFonts w:ascii="Cambria Math" w:hAnsi="Cambria Math"/>
                              </w:rPr>
                            </m:ctrlPr>
                          </m:dPr>
                          <m:e>
                            <m:r>
                              <w:rPr>
                                <w:rFonts w:ascii="Cambria Math" w:hAnsi="Cambria Math"/>
                              </w:rPr>
                              <m:t>u,v</m:t>
                            </m:r>
                          </m:e>
                        </m:d>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vi</m:t>
                            </m:r>
                          </m:sub>
                        </m:sSub>
                      </m:e>
                    </m:nary>
                  </m:num>
                  <m:den>
                    <m:nary>
                      <m:naryPr>
                        <m:chr m:val="∑"/>
                        <m:ctrlPr>
                          <w:rPr>
                            <w:rFonts w:ascii="Cambria Math" w:hAnsi="Cambria Math"/>
                          </w:rPr>
                        </m:ctrlPr>
                      </m:naryPr>
                      <m:sub>
                        <m:r>
                          <w:rPr>
                            <w:rFonts w:ascii="Cambria Math" w:hAnsi="Cambria Math"/>
                          </w:rPr>
                          <m:t>v∈</m:t>
                        </m:r>
                        <m:sSub>
                          <m:sSubPr>
                            <m:ctrlPr>
                              <w:rPr>
                                <w:rFonts w:ascii="Cambria Math" w:hAnsi="Cambria Math"/>
                              </w:rPr>
                            </m:ctrlPr>
                          </m:sSubPr>
                          <m:e>
                            <m:r>
                              <w:rPr>
                                <w:rFonts w:ascii="Cambria Math" w:hAnsi="Cambria Math"/>
                              </w:rPr>
                              <m:t>N</m:t>
                            </m:r>
                          </m:e>
                          <m:sub>
                            <m:r>
                              <w:rPr>
                                <w:rFonts w:ascii="Cambria Math" w:hAnsi="Cambria Math"/>
                              </w:rPr>
                              <m:t>k</m:t>
                            </m:r>
                          </m:sub>
                        </m:sSub>
                        <m:d>
                          <m:dPr>
                            <m:ctrlPr>
                              <w:rPr>
                                <w:rFonts w:ascii="Cambria Math" w:hAnsi="Cambria Math"/>
                              </w:rPr>
                            </m:ctrlPr>
                          </m:dPr>
                          <m:e>
                            <m:r>
                              <w:rPr>
                                <w:rFonts w:ascii="Cambria Math" w:hAnsi="Cambria Math"/>
                              </w:rPr>
                              <m:t>u</m:t>
                            </m:r>
                          </m:e>
                        </m:d>
                      </m:sub>
                      <m:sup>
                        <m:r>
                          <w:rPr>
                            <w:rFonts w:ascii="Cambria Math" w:hAnsi="Cambria Math"/>
                          </w:rPr>
                          <m:t> </m:t>
                        </m:r>
                      </m:sup>
                      <m:e>
                        <m:r>
                          <w:rPr>
                            <w:rFonts w:ascii="Cambria Math" w:hAnsi="Cambria Math"/>
                          </w:rPr>
                          <m:t>sim</m:t>
                        </m:r>
                        <m:d>
                          <m:dPr>
                            <m:ctrlPr>
                              <w:rPr>
                                <w:rFonts w:ascii="Cambria Math" w:hAnsi="Cambria Math"/>
                              </w:rPr>
                            </m:ctrlPr>
                          </m:dPr>
                          <m:e>
                            <m:r>
                              <w:rPr>
                                <w:rFonts w:ascii="Cambria Math" w:hAnsi="Cambria Math"/>
                              </w:rPr>
                              <m:t>u,v</m:t>
                            </m:r>
                          </m:e>
                        </m:d>
                      </m:e>
                    </m:nary>
                  </m:den>
                </m:f>
              </m:oMath>
            </m:oMathPara>
          </w:p>
        </w:tc>
        <w:tc>
          <w:tcPr>
            <w:tcW w:w="452" w:type="dxa"/>
          </w:tcPr>
          <w:p w14:paraId="6C303548" w14:textId="26279BA2" w:rsidR="003B3731" w:rsidRPr="00DD008C" w:rsidRDefault="003B3731" w:rsidP="003B3731">
            <w:pPr>
              <w:pStyle w:val="Paragraph"/>
              <w:ind w:firstLine="0"/>
              <w:rPr>
                <w:lang w:eastAsia="en-GB"/>
              </w:rPr>
            </w:pPr>
            <w:r w:rsidRPr="00DD008C">
              <w:rPr>
                <w:lang w:eastAsia="en-GB"/>
              </w:rPr>
              <w:t>(1)</w:t>
            </w:r>
          </w:p>
        </w:tc>
      </w:tr>
    </w:tbl>
    <w:p w14:paraId="79E7CFB8" w14:textId="3C0B4C1B" w:rsidR="003B3731" w:rsidRPr="00DD008C" w:rsidRDefault="003B3731" w:rsidP="003B3731">
      <w:pPr>
        <w:pStyle w:val="Paragraph"/>
        <w:ind w:firstLine="0"/>
        <w:rPr>
          <w:lang w:eastAsia="en-GB"/>
        </w:rPr>
      </w:pPr>
    </w:p>
    <w:p w14:paraId="37671DB2" w14:textId="113BC9FA" w:rsidR="008F2114" w:rsidRPr="00DD008C" w:rsidRDefault="003B3731" w:rsidP="00AF3573">
      <w:pPr>
        <w:pStyle w:val="IJASEITParagraph"/>
        <w:ind w:firstLine="284"/>
      </w:pPr>
      <w:bookmarkStart w:id="0" w:name="_Hlk201519334"/>
      <w:r w:rsidRPr="00DD008C">
        <w:t xml:space="preserve">The predicted rating, </w:t>
      </w:r>
      <w:proofErr w:type="spellStart"/>
      <w:r w:rsidRPr="00DD008C">
        <w:rPr>
          <w:i/>
        </w:rPr>
        <w:t>r̂</w:t>
      </w:r>
      <w:r w:rsidRPr="00DD008C">
        <w:rPr>
          <w:i/>
          <w:vertAlign w:val="subscript"/>
        </w:rPr>
        <w:t>ui</w:t>
      </w:r>
      <w:proofErr w:type="spellEnd"/>
      <w:r w:rsidRPr="00DD008C">
        <w:t xml:space="preserve">, that a user </w:t>
      </w:r>
      <w:r w:rsidRPr="00DD008C">
        <w:rPr>
          <w:i/>
          <w:iCs/>
        </w:rPr>
        <w:t>u</w:t>
      </w:r>
      <w:r w:rsidRPr="00DD008C">
        <w:t xml:space="preserve"> would give an item </w:t>
      </w:r>
      <w:proofErr w:type="spellStart"/>
      <w:r w:rsidRPr="00DD008C">
        <w:rPr>
          <w:i/>
          <w:iCs/>
        </w:rPr>
        <w:t>i</w:t>
      </w:r>
      <w:proofErr w:type="spellEnd"/>
      <w:r w:rsidRPr="00DD008C">
        <w:t xml:space="preserve"> is calculated using user-based method in the </w:t>
      </w:r>
      <w:r w:rsidR="0085657A" w:rsidRPr="00DD008C">
        <w:t>KNN</w:t>
      </w:r>
      <w:r w:rsidRPr="00DD008C">
        <w:t xml:space="preserve"> technique. In user-</w:t>
      </w:r>
      <w:proofErr w:type="gramStart"/>
      <w:r w:rsidRPr="00DD008C">
        <w:t>based collaborating</w:t>
      </w:r>
      <w:proofErr w:type="gramEnd"/>
      <w:r w:rsidRPr="00DD008C">
        <w:t xml:space="preserve"> filtering, the recommendation is calculated by total of the multiplying user </w:t>
      </w:r>
      <w:r w:rsidRPr="00DD008C">
        <w:rPr>
          <w:i/>
          <w:iCs/>
        </w:rPr>
        <w:t>u</w:t>
      </w:r>
      <w:r w:rsidRPr="00DD008C">
        <w:t xml:space="preserve"> by other users </w:t>
      </w:r>
      <w:r w:rsidRPr="00DD008C">
        <w:rPr>
          <w:i/>
          <w:iCs/>
        </w:rPr>
        <w:t>v</w:t>
      </w:r>
      <w:r w:rsidRPr="00DD008C">
        <w:t xml:space="preserve"> in terms of similarity </w:t>
      </w:r>
      <w:proofErr w:type="gramStart"/>
      <w:r w:rsidRPr="00DD008C">
        <w:rPr>
          <w:i/>
          <w:iCs/>
        </w:rPr>
        <w:t>sim</w:t>
      </w:r>
      <w:r w:rsidRPr="00DD008C">
        <w:t>(</w:t>
      </w:r>
      <w:proofErr w:type="gramEnd"/>
      <w:r w:rsidRPr="00DD008C">
        <w:rPr>
          <w:i/>
          <w:iCs/>
        </w:rPr>
        <w:t>u</w:t>
      </w:r>
      <w:r w:rsidRPr="00DD008C">
        <w:t xml:space="preserve">, </w:t>
      </w:r>
      <w:r w:rsidRPr="00DD008C">
        <w:rPr>
          <w:i/>
          <w:iCs/>
        </w:rPr>
        <w:t>v</w:t>
      </w:r>
      <w:r w:rsidRPr="00DD008C">
        <w:t xml:space="preserve">) and the rating given by </w:t>
      </w:r>
      <w:proofErr w:type="gramStart"/>
      <w:r w:rsidRPr="00DD008C">
        <w:t>other</w:t>
      </w:r>
      <w:proofErr w:type="gramEnd"/>
      <w:r w:rsidRPr="00DD008C">
        <w:t xml:space="preserve"> user to item </w:t>
      </w:r>
      <w:proofErr w:type="spellStart"/>
      <w:r w:rsidRPr="00DD008C">
        <w:rPr>
          <w:i/>
          <w:iCs/>
        </w:rPr>
        <w:t>r</w:t>
      </w:r>
      <w:r w:rsidRPr="00DD008C">
        <w:rPr>
          <w:i/>
          <w:iCs/>
          <w:vertAlign w:val="subscript"/>
        </w:rPr>
        <w:t>vi</w:t>
      </w:r>
      <w:proofErr w:type="spellEnd"/>
      <w:r w:rsidRPr="00DD008C">
        <w:t>. To normalize this total, it is then divided by the total of the similarities.</w:t>
      </w:r>
    </w:p>
    <w:p w14:paraId="6F1CBDB1" w14:textId="77777777" w:rsidR="00317711" w:rsidRPr="00DD008C" w:rsidRDefault="00317711" w:rsidP="00AF3573">
      <w:pPr>
        <w:pStyle w:val="IJASEITParagraph"/>
        <w:ind w:firstLine="284"/>
      </w:pPr>
    </w:p>
    <w:p w14:paraId="4B8AFB70" w14:textId="77777777" w:rsidR="00317711" w:rsidRPr="00DD008C" w:rsidRDefault="00317711" w:rsidP="00AF3573">
      <w:pPr>
        <w:pStyle w:val="IJASEITParagraph"/>
        <w:ind w:firstLine="284"/>
      </w:pPr>
    </w:p>
    <w:p w14:paraId="0D9AFFFB" w14:textId="77777777" w:rsidR="00317711" w:rsidRPr="00DD008C" w:rsidRDefault="00317711" w:rsidP="00AF3573">
      <w:pPr>
        <w:pStyle w:val="IJASEITParagraph"/>
        <w:ind w:firstLine="284"/>
      </w:pPr>
    </w:p>
    <w:p w14:paraId="55C62396" w14:textId="77777777" w:rsidR="00317711" w:rsidRPr="00DD008C" w:rsidRDefault="00317711" w:rsidP="00AF3573">
      <w:pPr>
        <w:pStyle w:val="IJASEITParagraph"/>
        <w:ind w:firstLine="284"/>
      </w:pPr>
    </w:p>
    <w:p w14:paraId="3AF3BC42" w14:textId="6E76BC05" w:rsidR="008F2114" w:rsidRPr="00DD008C" w:rsidRDefault="008F2114" w:rsidP="00AF3573">
      <w:pPr>
        <w:pStyle w:val="IJASEITParagraph"/>
        <w:ind w:firstLine="284"/>
      </w:pPr>
      <w:r w:rsidRPr="00DD008C">
        <w:t xml:space="preserve">Pseudocode of recommendation technique using </w:t>
      </w:r>
      <w:r w:rsidR="00A3020D" w:rsidRPr="00DD008C">
        <w:t>KNN</w:t>
      </w:r>
      <w:r w:rsidRPr="00DD008C">
        <w:t xml:space="preserve"> as follows.</w:t>
      </w:r>
    </w:p>
    <w:p w14:paraId="74C954F6" w14:textId="77777777" w:rsidR="008F2114" w:rsidRPr="00DD008C" w:rsidRDefault="008F2114" w:rsidP="008F2114">
      <w:pPr>
        <w:pStyle w:val="Paragraph"/>
      </w:pPr>
      <w:r w:rsidRPr="00DD008C">
        <w:t>-----------------------------------------------------------------------------------------------------------------------------</w:t>
      </w:r>
    </w:p>
    <w:p w14:paraId="6ACD520F" w14:textId="7687C077" w:rsidR="008F2114" w:rsidRPr="00DD008C" w:rsidRDefault="008F2114" w:rsidP="008F2114">
      <w:pPr>
        <w:pStyle w:val="Paragraph"/>
      </w:pPr>
      <w:r w:rsidRPr="00DD008C">
        <w:t xml:space="preserve">Algorithm: </w:t>
      </w:r>
      <w:r w:rsidR="00A432C7" w:rsidRPr="00DD008C">
        <w:t>KNN</w:t>
      </w:r>
    </w:p>
    <w:p w14:paraId="61D1EA7B" w14:textId="77777777" w:rsidR="008F2114" w:rsidRPr="00DD008C" w:rsidRDefault="008F2114" w:rsidP="008F2114">
      <w:pPr>
        <w:pStyle w:val="Paragraph"/>
      </w:pPr>
      <w:r w:rsidRPr="00DD008C">
        <w:t>-----------------------------------------------------------------------------------------------------------------------------</w:t>
      </w:r>
    </w:p>
    <w:p w14:paraId="3A53F1CD" w14:textId="77777777" w:rsidR="00696863" w:rsidRPr="00DD008C" w:rsidRDefault="00696863" w:rsidP="00696863">
      <w:pPr>
        <w:pStyle w:val="IJASEITParagraph"/>
        <w:ind w:left="142"/>
      </w:pPr>
      <w:bookmarkStart w:id="1" w:name="_Hlk201519428"/>
      <w:r w:rsidRPr="00DD008C">
        <w:t>1. sum1 = 0</w:t>
      </w:r>
    </w:p>
    <w:p w14:paraId="41702515" w14:textId="77777777" w:rsidR="00696863" w:rsidRPr="00DD008C" w:rsidRDefault="00696863" w:rsidP="00696863">
      <w:pPr>
        <w:pStyle w:val="IJASEITParagraph"/>
        <w:ind w:left="142"/>
      </w:pPr>
      <w:r w:rsidRPr="00DD008C">
        <w:t>2. sum2 = 0</w:t>
      </w:r>
    </w:p>
    <w:p w14:paraId="064B67C8" w14:textId="77777777" w:rsidR="00696863" w:rsidRPr="00DD008C" w:rsidRDefault="00696863" w:rsidP="00696863">
      <w:pPr>
        <w:pStyle w:val="IJASEITParagraph"/>
        <w:ind w:left="142"/>
      </w:pPr>
      <w:r w:rsidRPr="00DD008C">
        <w:t xml:space="preserve">3. for each user </w:t>
      </w:r>
      <w:r w:rsidRPr="00DD008C">
        <w:rPr>
          <w:i/>
        </w:rPr>
        <w:t>u</w:t>
      </w:r>
      <w:r w:rsidRPr="00DD008C">
        <w:t xml:space="preserve"> and user </w:t>
      </w:r>
      <w:r w:rsidRPr="00DD008C">
        <w:rPr>
          <w:i/>
        </w:rPr>
        <w:t>v</w:t>
      </w:r>
      <w:r w:rsidRPr="00DD008C">
        <w:t xml:space="preserve"> that has rated item </w:t>
      </w:r>
      <w:r w:rsidRPr="00DD008C">
        <w:rPr>
          <w:i/>
        </w:rPr>
        <w:t>i</w:t>
      </w:r>
      <w:r w:rsidRPr="00DD008C">
        <w:t>:</w:t>
      </w:r>
    </w:p>
    <w:p w14:paraId="15D90C45" w14:textId="77777777" w:rsidR="00696863" w:rsidRPr="00DD008C" w:rsidRDefault="00696863" w:rsidP="00696863">
      <w:pPr>
        <w:pStyle w:val="IJASEITParagraph"/>
        <w:ind w:left="142"/>
      </w:pPr>
      <w:r w:rsidRPr="00DD008C">
        <w:t xml:space="preserve">4.     sum1 += </w:t>
      </w:r>
      <w:proofErr w:type="gramStart"/>
      <w:r w:rsidRPr="00DD008C">
        <w:t>similarity(</w:t>
      </w:r>
      <w:proofErr w:type="gramEnd"/>
      <w:r w:rsidRPr="00DD008C">
        <w:rPr>
          <w:i/>
        </w:rPr>
        <w:t>u</w:t>
      </w:r>
      <w:r w:rsidRPr="00DD008C">
        <w:t xml:space="preserve">, </w:t>
      </w:r>
      <w:r w:rsidRPr="00DD008C">
        <w:rPr>
          <w:i/>
        </w:rPr>
        <w:t>v</w:t>
      </w:r>
      <w:r w:rsidRPr="00DD008C">
        <w:t xml:space="preserve">) * </w:t>
      </w:r>
      <w:proofErr w:type="gramStart"/>
      <w:r w:rsidRPr="00DD008C">
        <w:t>rating(</w:t>
      </w:r>
      <w:proofErr w:type="gramEnd"/>
      <w:r w:rsidRPr="00DD008C">
        <w:rPr>
          <w:i/>
        </w:rPr>
        <w:t>v</w:t>
      </w:r>
      <w:r w:rsidRPr="00DD008C">
        <w:t xml:space="preserve">, </w:t>
      </w:r>
      <w:proofErr w:type="spellStart"/>
      <w:r w:rsidRPr="00DD008C">
        <w:rPr>
          <w:i/>
        </w:rPr>
        <w:t>i</w:t>
      </w:r>
      <w:proofErr w:type="spellEnd"/>
      <w:r w:rsidRPr="00DD008C">
        <w:t>)</w:t>
      </w:r>
    </w:p>
    <w:p w14:paraId="42B877C7" w14:textId="77777777" w:rsidR="00696863" w:rsidRPr="00DD008C" w:rsidRDefault="00696863" w:rsidP="00696863">
      <w:pPr>
        <w:pStyle w:val="IJASEITParagraph"/>
        <w:ind w:left="142"/>
      </w:pPr>
      <w:r w:rsidRPr="00DD008C">
        <w:t xml:space="preserve">5.     sum2 += </w:t>
      </w:r>
      <w:proofErr w:type="gramStart"/>
      <w:r w:rsidRPr="00DD008C">
        <w:t>similarity(</w:t>
      </w:r>
      <w:proofErr w:type="gramEnd"/>
      <w:r w:rsidRPr="00DD008C">
        <w:rPr>
          <w:i/>
        </w:rPr>
        <w:t>u</w:t>
      </w:r>
      <w:r w:rsidRPr="00DD008C">
        <w:t xml:space="preserve">, </w:t>
      </w:r>
      <w:r w:rsidRPr="00DD008C">
        <w:rPr>
          <w:i/>
        </w:rPr>
        <w:t>v</w:t>
      </w:r>
      <w:r w:rsidRPr="00DD008C">
        <w:t>)</w:t>
      </w:r>
    </w:p>
    <w:p w14:paraId="39D7D66C" w14:textId="77777777" w:rsidR="00696863" w:rsidRPr="00DD008C" w:rsidRDefault="00696863" w:rsidP="00696863">
      <w:pPr>
        <w:pStyle w:val="IJASEITParagraph"/>
        <w:ind w:left="142"/>
      </w:pPr>
      <w:r w:rsidRPr="00DD008C">
        <w:t>6. prediction = sum1 / sum2</w:t>
      </w:r>
    </w:p>
    <w:p w14:paraId="2C685A10" w14:textId="033389A0" w:rsidR="00696863" w:rsidRPr="00DD008C" w:rsidRDefault="00696863" w:rsidP="00696863">
      <w:pPr>
        <w:pStyle w:val="IJASEITParagraph"/>
        <w:ind w:left="142"/>
      </w:pPr>
      <w:r w:rsidRPr="00DD008C">
        <w:t>7. return prediction</w:t>
      </w:r>
      <w:bookmarkEnd w:id="1"/>
    </w:p>
    <w:p w14:paraId="2DE51619" w14:textId="77777777" w:rsidR="008F2114" w:rsidRPr="00DD008C" w:rsidRDefault="008F2114" w:rsidP="008F2114">
      <w:pPr>
        <w:pStyle w:val="Paragraph"/>
      </w:pPr>
      <w:r w:rsidRPr="00DD008C">
        <w:t>-----------------------------------------------------------------------------------------------------------------------------</w:t>
      </w:r>
    </w:p>
    <w:p w14:paraId="11D104FB" w14:textId="1E23538A" w:rsidR="00685793" w:rsidRPr="00DD008C" w:rsidRDefault="00685793" w:rsidP="00685793">
      <w:pPr>
        <w:pStyle w:val="Heading2"/>
      </w:pPr>
      <w:r w:rsidRPr="00DD008C">
        <w:t>Singular Value Decomposition</w:t>
      </w:r>
      <w:r w:rsidR="0085657A" w:rsidRPr="00DD008C">
        <w:t xml:space="preserve"> (SVD)</w:t>
      </w:r>
    </w:p>
    <w:p w14:paraId="380F5747" w14:textId="7E7F4B6E" w:rsidR="00E64B1D" w:rsidRPr="00DD008C" w:rsidRDefault="00685793" w:rsidP="00AF3573">
      <w:pPr>
        <w:pStyle w:val="IJASEITParagraph"/>
        <w:ind w:firstLine="284"/>
      </w:pPr>
      <w:r w:rsidRPr="00DD008C">
        <w:t xml:space="preserve">In data science, </w:t>
      </w:r>
      <w:r w:rsidR="0085657A" w:rsidRPr="00DD008C">
        <w:t>SVD</w:t>
      </w:r>
      <w:r w:rsidRPr="00DD008C">
        <w:t xml:space="preserve"> is a widely used machine learning technique. In matrix factorization, the </w:t>
      </w:r>
      <w:r w:rsidR="001E391D">
        <w:t>E</w:t>
      </w:r>
      <w:r w:rsidRPr="00DD008C">
        <w:t xml:space="preserve">quation </w:t>
      </w:r>
      <w:r w:rsidR="00C37A48" w:rsidRPr="00DD008C">
        <w:t xml:space="preserve">(2) </w:t>
      </w:r>
      <w:r w:rsidRPr="00DD008C">
        <w:t xml:space="preserve">represents the user's rating prediction for an item in collaborative filtering using </w:t>
      </w:r>
      <w:r w:rsidR="0085657A" w:rsidRPr="00DD008C">
        <w:t>SVD</w:t>
      </w:r>
      <w:r w:rsidRPr="00DD008C">
        <w:t xml:space="preserve">. </w:t>
      </w:r>
    </w:p>
    <w:p w14:paraId="31777959" w14:textId="77777777" w:rsidR="00E64B1D" w:rsidRPr="00DD008C" w:rsidRDefault="00E64B1D" w:rsidP="00AF3573">
      <w:pPr>
        <w:pStyle w:val="IJASEITParagraph"/>
        <w:ind w:firstLine="284"/>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8"/>
        <w:gridCol w:w="452"/>
      </w:tblGrid>
      <w:tr w:rsidR="00E64B1D" w:rsidRPr="00DD008C" w14:paraId="05DAE8F2" w14:textId="77777777" w:rsidTr="00804ECF">
        <w:tc>
          <w:tcPr>
            <w:tcW w:w="8898" w:type="dxa"/>
          </w:tcPr>
          <w:p w14:paraId="6DC59983" w14:textId="11E90D82" w:rsidR="00E64B1D" w:rsidRPr="00DD008C" w:rsidRDefault="00000000" w:rsidP="00E64B1D">
            <w:pPr>
              <w:pStyle w:val="IJASEITParagraph"/>
            </w:pPr>
            <m:oMathPara>
              <m:oMath>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ui</m:t>
                    </m:r>
                  </m:sub>
                </m:sSub>
                <m:r>
                  <w:rPr>
                    <w:rFonts w:ascii="Cambria Math" w:hAnsi="Cambria Math"/>
                  </w:rPr>
                  <m:t>=μ+</m:t>
                </m:r>
                <m:sSub>
                  <m:sSubPr>
                    <m:ctrlPr>
                      <w:rPr>
                        <w:rFonts w:ascii="Cambria Math" w:hAnsi="Cambria Math"/>
                      </w:rPr>
                    </m:ctrlPr>
                  </m:sSubPr>
                  <m:e>
                    <m:r>
                      <w:rPr>
                        <w:rFonts w:ascii="Cambria Math" w:hAnsi="Cambria Math"/>
                      </w:rPr>
                      <m:t>b</m:t>
                    </m:r>
                  </m:e>
                  <m:sub>
                    <m:r>
                      <w:rPr>
                        <w:rFonts w:ascii="Cambria Math" w:hAnsi="Cambria Math"/>
                      </w:rPr>
                      <m:t>u</m:t>
                    </m:r>
                  </m:sub>
                </m:sSub>
                <m:r>
                  <w:rPr>
                    <w:rFonts w:ascii="Cambria Math" w:hAnsi="Cambria Math"/>
                  </w:rPr>
                  <m:t>+</m:t>
                </m:r>
                <m:sSub>
                  <m:sSubPr>
                    <m:ctrlPr>
                      <w:rPr>
                        <w:rFonts w:ascii="Cambria Math" w:hAnsi="Cambria Math"/>
                      </w:rPr>
                    </m:ctrlPr>
                  </m:sSubPr>
                  <m:e>
                    <m:r>
                      <w:rPr>
                        <w:rFonts w:ascii="Cambria Math" w:hAnsi="Cambria Math"/>
                      </w:rPr>
                      <m:t>b</m:t>
                    </m:r>
                  </m:e>
                  <m:sub>
                    <m:r>
                      <w:rPr>
                        <w:rFonts w:ascii="Cambria Math" w:hAnsi="Cambria Math"/>
                      </w:rPr>
                      <m:t>i</m:t>
                    </m:r>
                  </m:sub>
                </m:sSub>
                <m:r>
                  <w:rPr>
                    <w:rFonts w:ascii="Cambria Math" w:hAnsi="Cambria Math"/>
                  </w:rPr>
                  <m:t>+</m:t>
                </m:r>
                <m:sSubSup>
                  <m:sSubSupPr>
                    <m:ctrlPr>
                      <w:rPr>
                        <w:rFonts w:ascii="Cambria Math" w:hAnsi="Cambria Math"/>
                      </w:rPr>
                    </m:ctrlPr>
                  </m:sSubSupPr>
                  <m:e>
                    <m:r>
                      <w:rPr>
                        <w:rFonts w:ascii="Cambria Math" w:hAnsi="Cambria Math"/>
                      </w:rPr>
                      <m:t>q</m:t>
                    </m:r>
                  </m:e>
                  <m:sub>
                    <m:r>
                      <w:rPr>
                        <w:rFonts w:ascii="Cambria Math" w:hAnsi="Cambria Math"/>
                      </w:rPr>
                      <m:t>i</m:t>
                    </m:r>
                  </m:sub>
                  <m:sup>
                    <m:r>
                      <w:rPr>
                        <w:rFonts w:ascii="Cambria Math" w:hAnsi="Cambria Math"/>
                      </w:rPr>
                      <m:t>T</m:t>
                    </m:r>
                  </m:sup>
                </m:sSubSup>
                <m:sSub>
                  <m:sSubPr>
                    <m:ctrlPr>
                      <w:rPr>
                        <w:rFonts w:ascii="Cambria Math" w:hAnsi="Cambria Math"/>
                      </w:rPr>
                    </m:ctrlPr>
                  </m:sSubPr>
                  <m:e>
                    <m:r>
                      <w:rPr>
                        <w:rFonts w:ascii="Cambria Math" w:hAnsi="Cambria Math"/>
                      </w:rPr>
                      <m:t>p</m:t>
                    </m:r>
                  </m:e>
                  <m:sub>
                    <m:r>
                      <w:rPr>
                        <w:rFonts w:ascii="Cambria Math" w:hAnsi="Cambria Math"/>
                      </w:rPr>
                      <m:t>u</m:t>
                    </m:r>
                  </m:sub>
                </m:sSub>
              </m:oMath>
            </m:oMathPara>
          </w:p>
        </w:tc>
        <w:tc>
          <w:tcPr>
            <w:tcW w:w="452" w:type="dxa"/>
          </w:tcPr>
          <w:p w14:paraId="509F2F00" w14:textId="77777777" w:rsidR="00E64B1D" w:rsidRPr="00DD008C" w:rsidRDefault="00E64B1D" w:rsidP="00804ECF">
            <w:pPr>
              <w:pStyle w:val="Paragraph"/>
              <w:ind w:firstLine="0"/>
              <w:rPr>
                <w:lang w:eastAsia="en-GB"/>
              </w:rPr>
            </w:pPr>
            <w:r w:rsidRPr="00DD008C">
              <w:rPr>
                <w:lang w:eastAsia="en-GB"/>
              </w:rPr>
              <w:t>(2)</w:t>
            </w:r>
          </w:p>
        </w:tc>
      </w:tr>
    </w:tbl>
    <w:p w14:paraId="29135812" w14:textId="77777777" w:rsidR="00E64B1D" w:rsidRPr="00DD008C" w:rsidRDefault="00E64B1D" w:rsidP="00AF3573">
      <w:pPr>
        <w:pStyle w:val="IJASEITParagraph"/>
        <w:ind w:firstLine="284"/>
      </w:pPr>
    </w:p>
    <w:p w14:paraId="321B3999" w14:textId="693258A2" w:rsidR="00751B1A" w:rsidRPr="00DD008C" w:rsidRDefault="00685793" w:rsidP="0042356A">
      <w:pPr>
        <w:pStyle w:val="IJASEITParagraph"/>
        <w:ind w:firstLine="284"/>
      </w:pPr>
      <w:r w:rsidRPr="00DD008C">
        <w:t xml:space="preserve">The rating that user </w:t>
      </w:r>
      <w:r w:rsidRPr="00DD008C">
        <w:rPr>
          <w:i/>
        </w:rPr>
        <w:t>u</w:t>
      </w:r>
      <w:r w:rsidRPr="00DD008C">
        <w:t xml:space="preserve"> is expected to assign to item </w:t>
      </w:r>
      <w:proofErr w:type="spellStart"/>
      <w:r w:rsidRPr="00DD008C">
        <w:rPr>
          <w:i/>
        </w:rPr>
        <w:t>i</w:t>
      </w:r>
      <w:proofErr w:type="spellEnd"/>
      <w:r w:rsidRPr="00DD008C">
        <w:t xml:space="preserve"> is represented by the symbol </w:t>
      </w:r>
      <w:proofErr w:type="spellStart"/>
      <w:r w:rsidRPr="00DD008C">
        <w:rPr>
          <w:i/>
        </w:rPr>
        <w:t>r̂</w:t>
      </w:r>
      <w:r w:rsidRPr="00DD008C">
        <w:rPr>
          <w:i/>
          <w:vertAlign w:val="subscript"/>
        </w:rPr>
        <w:t>ui</w:t>
      </w:r>
      <w:proofErr w:type="spellEnd"/>
      <w:r w:rsidRPr="00DD008C">
        <w:t xml:space="preserve">. The average rating for every user and item in the collection is represented by the variable </w:t>
      </w:r>
      <w:r w:rsidRPr="00DD008C">
        <w:rPr>
          <w:i/>
        </w:rPr>
        <w:t>μ</w:t>
      </w:r>
      <w:r w:rsidRPr="00DD008C">
        <w:t xml:space="preserve">. Bias factors for user </w:t>
      </w:r>
      <w:r w:rsidRPr="00DD008C">
        <w:rPr>
          <w:i/>
        </w:rPr>
        <w:t>u</w:t>
      </w:r>
      <w:r w:rsidRPr="00DD008C">
        <w:t xml:space="preserve"> and item </w:t>
      </w:r>
      <w:proofErr w:type="spellStart"/>
      <w:r w:rsidRPr="00DD008C">
        <w:rPr>
          <w:i/>
        </w:rPr>
        <w:t>i</w:t>
      </w:r>
      <w:proofErr w:type="spellEnd"/>
      <w:r w:rsidRPr="00DD008C">
        <w:t xml:space="preserve"> are denoted as </w:t>
      </w:r>
      <w:proofErr w:type="spellStart"/>
      <w:r w:rsidRPr="00DD008C">
        <w:rPr>
          <w:i/>
        </w:rPr>
        <w:t>b</w:t>
      </w:r>
      <w:r w:rsidRPr="00DD008C">
        <w:rPr>
          <w:i/>
          <w:vertAlign w:val="subscript"/>
        </w:rPr>
        <w:t>u</w:t>
      </w:r>
      <w:proofErr w:type="spellEnd"/>
      <w:r w:rsidRPr="00DD008C">
        <w:t xml:space="preserve"> and </w:t>
      </w:r>
      <w:r w:rsidRPr="00DD008C">
        <w:rPr>
          <w:i/>
        </w:rPr>
        <w:t>b</w:t>
      </w:r>
      <w:r w:rsidRPr="00DD008C">
        <w:rPr>
          <w:i/>
          <w:vertAlign w:val="subscript"/>
        </w:rPr>
        <w:t>i</w:t>
      </w:r>
      <w:r w:rsidRPr="00DD008C">
        <w:t xml:space="preserve">, respectively. Furthermore, the product </w:t>
      </w:r>
      <m:oMath>
        <m:sSubSup>
          <m:sSubSupPr>
            <m:ctrlPr>
              <w:rPr>
                <w:rFonts w:ascii="Cambria Math" w:hAnsi="Cambria Math"/>
              </w:rPr>
            </m:ctrlPr>
          </m:sSubSupPr>
          <m:e>
            <m:r>
              <w:rPr>
                <w:rFonts w:ascii="Cambria Math" w:hAnsi="Cambria Math"/>
              </w:rPr>
              <m:t>q</m:t>
            </m:r>
          </m:e>
          <m:sub>
            <m:r>
              <w:rPr>
                <w:rFonts w:ascii="Cambria Math" w:hAnsi="Cambria Math"/>
              </w:rPr>
              <m:t>i</m:t>
            </m:r>
          </m:sub>
          <m:sup>
            <m:r>
              <w:rPr>
                <w:rFonts w:ascii="Cambria Math" w:hAnsi="Cambria Math"/>
              </w:rPr>
              <m:t>T</m:t>
            </m:r>
          </m:sup>
        </m:sSubSup>
        <m:sSub>
          <m:sSubPr>
            <m:ctrlPr>
              <w:rPr>
                <w:rFonts w:ascii="Cambria Math" w:hAnsi="Cambria Math"/>
              </w:rPr>
            </m:ctrlPr>
          </m:sSubPr>
          <m:e>
            <m:r>
              <w:rPr>
                <w:rFonts w:ascii="Cambria Math" w:hAnsi="Cambria Math"/>
              </w:rPr>
              <m:t>p</m:t>
            </m:r>
          </m:e>
          <m:sub>
            <m:r>
              <w:rPr>
                <w:rFonts w:ascii="Cambria Math" w:hAnsi="Cambria Math"/>
              </w:rPr>
              <m:t>u</m:t>
            </m:r>
          </m:sub>
        </m:sSub>
      </m:oMath>
      <w:r w:rsidRPr="00DD008C">
        <w:t xml:space="preserve"> of the transposed latent factor vector for item </w:t>
      </w:r>
      <w:proofErr w:type="spellStart"/>
      <w:r w:rsidRPr="00DD008C">
        <w:rPr>
          <w:i/>
        </w:rPr>
        <w:t>i</w:t>
      </w:r>
      <w:proofErr w:type="spellEnd"/>
      <w:r w:rsidRPr="00DD008C">
        <w:t xml:space="preserve"> and the latent factor vector for user </w:t>
      </w:r>
      <w:r w:rsidRPr="00DD008C">
        <w:rPr>
          <w:i/>
        </w:rPr>
        <w:t>u</w:t>
      </w:r>
      <w:r w:rsidRPr="00DD008C">
        <w:t xml:space="preserve">, represented by </w:t>
      </w:r>
      <m:oMath>
        <m:sSubSup>
          <m:sSubSupPr>
            <m:ctrlPr>
              <w:rPr>
                <w:rFonts w:ascii="Cambria Math" w:hAnsi="Cambria Math"/>
              </w:rPr>
            </m:ctrlPr>
          </m:sSubSupPr>
          <m:e>
            <m:r>
              <w:rPr>
                <w:rFonts w:ascii="Cambria Math" w:hAnsi="Cambria Math"/>
              </w:rPr>
              <m:t>q</m:t>
            </m:r>
          </m:e>
          <m:sub>
            <m:r>
              <w:rPr>
                <w:rFonts w:ascii="Cambria Math" w:hAnsi="Cambria Math"/>
              </w:rPr>
              <m:t>i</m:t>
            </m:r>
          </m:sub>
          <m:sup>
            <m:r>
              <w:rPr>
                <w:rFonts w:ascii="Cambria Math" w:hAnsi="Cambria Math"/>
              </w:rPr>
              <m:t>T</m:t>
            </m:r>
          </m:sup>
        </m:sSubSup>
      </m:oMath>
      <w:r w:rsidRPr="00DD008C">
        <w:t xml:space="preserve"> and </w:t>
      </w:r>
      <w:proofErr w:type="spellStart"/>
      <w:r w:rsidRPr="00DD008C">
        <w:rPr>
          <w:i/>
        </w:rPr>
        <w:t>p</w:t>
      </w:r>
      <w:r w:rsidRPr="00DD008C">
        <w:rPr>
          <w:i/>
          <w:vertAlign w:val="subscript"/>
        </w:rPr>
        <w:t>u</w:t>
      </w:r>
      <w:proofErr w:type="spellEnd"/>
      <w:r w:rsidRPr="00DD008C">
        <w:t>, respectively. The predicted rating by summing all four components indicates the likelihood that the item will satisfy the user which represents the relation between the user’s preferences and the item’s attributes.</w:t>
      </w:r>
    </w:p>
    <w:p w14:paraId="623D8B99" w14:textId="4B7F26C7" w:rsidR="009C051E" w:rsidRPr="00DD008C" w:rsidRDefault="00751B1A" w:rsidP="00CB2CC3">
      <w:pPr>
        <w:pStyle w:val="IJASEITParagraph"/>
        <w:ind w:firstLine="284"/>
      </w:pPr>
      <w:r w:rsidRPr="00DD008C">
        <w:t xml:space="preserve">Given a matrix </w:t>
      </w:r>
      <w:r w:rsidRPr="00DD008C">
        <w:rPr>
          <w:i/>
        </w:rPr>
        <w:t>A</w:t>
      </w:r>
      <w:r w:rsidRPr="00DD008C">
        <w:t xml:space="preserve">, which is a </w:t>
      </w:r>
      <w:proofErr w:type="spellStart"/>
      <w:r w:rsidRPr="00DD008C">
        <w:rPr>
          <w:i/>
        </w:rPr>
        <w:t>m</w:t>
      </w:r>
      <w:r w:rsidRPr="00DD008C">
        <w:t>×</w:t>
      </w:r>
      <w:r w:rsidRPr="00DD008C">
        <w:rPr>
          <w:i/>
        </w:rPr>
        <w:t>n</w:t>
      </w:r>
      <w:proofErr w:type="spellEnd"/>
      <w:r w:rsidRPr="00DD008C">
        <w:t xml:space="preserve"> matrix, </w:t>
      </w:r>
      <w:r w:rsidR="0085657A" w:rsidRPr="00DD008C">
        <w:t>SVD</w:t>
      </w:r>
      <w:r w:rsidRPr="00DD008C">
        <w:t xml:space="preserve"> decomposes </w:t>
      </w:r>
      <w:r w:rsidRPr="00DD008C">
        <w:rPr>
          <w:i/>
        </w:rPr>
        <w:t>A</w:t>
      </w:r>
      <w:r w:rsidRPr="00DD008C">
        <w:t xml:space="preserve"> into three distinct matrices: </w:t>
      </w:r>
      <w:r w:rsidRPr="00DD008C">
        <w:rPr>
          <w:i/>
        </w:rPr>
        <w:t>U</w:t>
      </w:r>
      <w:r w:rsidRPr="00DD008C">
        <w:t xml:space="preserve">, Σ, and </w:t>
      </w:r>
      <w:r w:rsidRPr="00DD008C">
        <w:rPr>
          <w:i/>
        </w:rPr>
        <w:t>V</w:t>
      </w:r>
      <w:r w:rsidRPr="00DD008C">
        <w:t xml:space="preserve">* where the matrix </w:t>
      </w:r>
      <w:r w:rsidRPr="00DD008C">
        <w:rPr>
          <w:i/>
        </w:rPr>
        <w:t>U</w:t>
      </w:r>
      <w:r w:rsidRPr="00DD008C">
        <w:t xml:space="preserve"> is an </w:t>
      </w:r>
      <w:proofErr w:type="spellStart"/>
      <w:r w:rsidRPr="00DD008C">
        <w:rPr>
          <w:i/>
        </w:rPr>
        <w:t>m</w:t>
      </w:r>
      <w:r w:rsidRPr="00DD008C">
        <w:t>×</w:t>
      </w:r>
      <w:r w:rsidRPr="00DD008C">
        <w:rPr>
          <w:i/>
        </w:rPr>
        <w:t>m</w:t>
      </w:r>
      <w:proofErr w:type="spellEnd"/>
      <w:r w:rsidRPr="00DD008C">
        <w:t xml:space="preserve"> orthogonal matrix, the matrix Σ is an </w:t>
      </w:r>
      <w:proofErr w:type="spellStart"/>
      <w:r w:rsidRPr="00DD008C">
        <w:rPr>
          <w:i/>
        </w:rPr>
        <w:t>m</w:t>
      </w:r>
      <w:r w:rsidRPr="00DD008C">
        <w:t>×</w:t>
      </w:r>
      <w:r w:rsidRPr="00DD008C">
        <w:rPr>
          <w:i/>
        </w:rPr>
        <w:t>n</w:t>
      </w:r>
      <w:proofErr w:type="spellEnd"/>
      <w:r w:rsidRPr="00DD008C">
        <w:t xml:space="preserve"> diagonal matrix, and the matrix </w:t>
      </w:r>
      <w:r w:rsidRPr="00DD008C">
        <w:rPr>
          <w:i/>
        </w:rPr>
        <w:t>V</w:t>
      </w:r>
      <w:r w:rsidRPr="00DD008C">
        <w:t xml:space="preserve">* is the conjugate transpose of an </w:t>
      </w:r>
      <w:proofErr w:type="spellStart"/>
      <w:r w:rsidRPr="00DD008C">
        <w:rPr>
          <w:i/>
        </w:rPr>
        <w:t>n</w:t>
      </w:r>
      <w:r w:rsidRPr="00DD008C">
        <w:t>×</w:t>
      </w:r>
      <w:r w:rsidRPr="00DD008C">
        <w:rPr>
          <w:i/>
        </w:rPr>
        <w:t>n</w:t>
      </w:r>
      <w:proofErr w:type="spellEnd"/>
      <w:r w:rsidRPr="00DD008C">
        <w:t xml:space="preserve"> orthogonal matrix. The columns of </w:t>
      </w:r>
      <w:r w:rsidRPr="00DD008C">
        <w:rPr>
          <w:i/>
        </w:rPr>
        <w:t>U</w:t>
      </w:r>
      <w:r w:rsidRPr="00DD008C">
        <w:t xml:space="preserve"> and </w:t>
      </w:r>
      <w:r w:rsidRPr="00DD008C">
        <w:rPr>
          <w:i/>
        </w:rPr>
        <w:t>V</w:t>
      </w:r>
      <w:r w:rsidRPr="00DD008C">
        <w:t xml:space="preserve"> are called the left-singular vectors and right-singular vectors of </w:t>
      </w:r>
      <w:r w:rsidRPr="00DD008C">
        <w:rPr>
          <w:i/>
        </w:rPr>
        <w:t>A</w:t>
      </w:r>
      <w:r w:rsidRPr="00DD008C">
        <w:t xml:space="preserve">, respectively. Mathematically, the decomposition is written as: </w:t>
      </w:r>
      <w:r w:rsidRPr="00DD008C">
        <w:rPr>
          <w:i/>
        </w:rPr>
        <w:t>A</w:t>
      </w:r>
      <w:r w:rsidRPr="00DD008C">
        <w:t xml:space="preserve"> = </w:t>
      </w:r>
      <w:r w:rsidRPr="00DD008C">
        <w:rPr>
          <w:i/>
        </w:rPr>
        <w:t>U</w:t>
      </w:r>
      <w:r w:rsidRPr="00DD008C">
        <w:t xml:space="preserve"> Σ </w:t>
      </w:r>
      <w:r w:rsidRPr="00DD008C">
        <w:rPr>
          <w:i/>
        </w:rPr>
        <w:t>V</w:t>
      </w:r>
      <w:r w:rsidRPr="00DD008C">
        <w:t xml:space="preserve">*. Both equations in recommendation can be conceptually related to the </w:t>
      </w:r>
      <w:r w:rsidR="007255FC" w:rsidRPr="00DD008C">
        <w:t>SVD</w:t>
      </w:r>
      <w:r w:rsidRPr="00DD008C">
        <w:t xml:space="preserve"> that involves decomposing a matrix into factors that capture underlying patterns in the data. They play a similar role to the singular vectors in </w:t>
      </w:r>
      <w:r w:rsidR="007255FC" w:rsidRPr="00DD008C">
        <w:t>SVD</w:t>
      </w:r>
      <w:r w:rsidRPr="00DD008C">
        <w:t>, reconstructing user-item interactions to predict unknown ratings.</w:t>
      </w:r>
      <w:bookmarkEnd w:id="0"/>
    </w:p>
    <w:p w14:paraId="4DD5BDD7" w14:textId="6DCCDEDF" w:rsidR="00751B1A" w:rsidRPr="00DD008C" w:rsidRDefault="00751B1A" w:rsidP="00CB2CC3">
      <w:pPr>
        <w:pStyle w:val="IJASEITParagraph"/>
        <w:ind w:firstLine="284"/>
      </w:pPr>
      <w:r w:rsidRPr="00DD008C">
        <w:t xml:space="preserve">Pseudocode of recommendation technique using </w:t>
      </w:r>
      <w:r w:rsidR="00C44C30" w:rsidRPr="00DD008C">
        <w:t>SVD</w:t>
      </w:r>
      <w:r w:rsidRPr="00DD008C">
        <w:t xml:space="preserve"> as follows.</w:t>
      </w:r>
    </w:p>
    <w:p w14:paraId="1F2746C3" w14:textId="77777777" w:rsidR="007B35DA" w:rsidRPr="00DD008C" w:rsidRDefault="007B35DA" w:rsidP="007B35DA">
      <w:pPr>
        <w:pStyle w:val="Paragraph"/>
      </w:pPr>
      <w:r w:rsidRPr="00DD008C">
        <w:t>-----------------------------------------------------------------------------------------------------------------------------</w:t>
      </w:r>
    </w:p>
    <w:p w14:paraId="40D2652E" w14:textId="5045A41E" w:rsidR="007B35DA" w:rsidRPr="00DD008C" w:rsidRDefault="007B35DA" w:rsidP="007B35DA">
      <w:pPr>
        <w:pStyle w:val="Paragraph"/>
      </w:pPr>
      <w:r w:rsidRPr="00DD008C">
        <w:t xml:space="preserve">Algorithm: </w:t>
      </w:r>
      <w:r w:rsidR="00C44C30" w:rsidRPr="00DD008C">
        <w:t>SVD</w:t>
      </w:r>
    </w:p>
    <w:p w14:paraId="62807458" w14:textId="77777777" w:rsidR="007B35DA" w:rsidRPr="00DD008C" w:rsidRDefault="007B35DA" w:rsidP="007B35DA">
      <w:pPr>
        <w:pStyle w:val="Paragraph"/>
      </w:pPr>
      <w:r w:rsidRPr="00DD008C">
        <w:t>-----------------------------------------------------------------------------------------------------------------------------</w:t>
      </w:r>
    </w:p>
    <w:p w14:paraId="08160FF6" w14:textId="29157488" w:rsidR="007B35DA" w:rsidRPr="00DD008C" w:rsidRDefault="007B35DA" w:rsidP="007B35DA">
      <w:pPr>
        <w:pStyle w:val="IJASEITParagraph"/>
        <w:ind w:left="142" w:firstLine="142"/>
        <w:jc w:val="left"/>
      </w:pPr>
      <w:r w:rsidRPr="00DD008C">
        <w:t xml:space="preserve">1. </w:t>
      </w:r>
      <w:proofErr w:type="spellStart"/>
      <w:r w:rsidRPr="00DD008C">
        <w:t>eigenvalues_U</w:t>
      </w:r>
      <w:proofErr w:type="spellEnd"/>
      <w:r w:rsidRPr="00DD008C">
        <w:t xml:space="preserve">, </w:t>
      </w:r>
      <w:proofErr w:type="spellStart"/>
      <w:r w:rsidRPr="00DD008C">
        <w:t>eigenvectors_U</w:t>
      </w:r>
      <w:proofErr w:type="spellEnd"/>
      <w:r w:rsidRPr="00DD008C">
        <w:t xml:space="preserve"> = </w:t>
      </w:r>
      <w:proofErr w:type="gramStart"/>
      <w:r w:rsidRPr="00DD008C">
        <w:t>eigen(</w:t>
      </w:r>
      <w:proofErr w:type="gramEnd"/>
      <w:r w:rsidRPr="00DD008C">
        <w:t>A * transpose(A))</w:t>
      </w:r>
    </w:p>
    <w:p w14:paraId="516F020B" w14:textId="68308AB0" w:rsidR="007B35DA" w:rsidRPr="00DD008C" w:rsidRDefault="007B35DA" w:rsidP="007B35DA">
      <w:pPr>
        <w:pStyle w:val="IJASEITParagraph"/>
        <w:ind w:left="142" w:firstLine="142"/>
        <w:jc w:val="left"/>
      </w:pPr>
      <w:r w:rsidRPr="00DD008C">
        <w:t xml:space="preserve">2.  </w:t>
      </w:r>
      <w:proofErr w:type="spellStart"/>
      <w:r w:rsidRPr="00DD008C">
        <w:t>eigenvalues_V</w:t>
      </w:r>
      <w:proofErr w:type="spellEnd"/>
      <w:r w:rsidRPr="00DD008C">
        <w:t xml:space="preserve">, </w:t>
      </w:r>
      <w:proofErr w:type="spellStart"/>
      <w:r w:rsidRPr="00DD008C">
        <w:t>eigenvectors_V</w:t>
      </w:r>
      <w:proofErr w:type="spellEnd"/>
      <w:r w:rsidRPr="00DD008C">
        <w:t xml:space="preserve"> =</w:t>
      </w:r>
      <w:r w:rsidR="009E2689" w:rsidRPr="00DD008C">
        <w:t xml:space="preserve"> </w:t>
      </w:r>
      <w:r w:rsidRPr="00DD008C">
        <w:t>eigen(transpose(A) * A)</w:t>
      </w:r>
    </w:p>
    <w:p w14:paraId="2AAE4A3F" w14:textId="4B4CA1A1" w:rsidR="007B35DA" w:rsidRPr="00DD008C" w:rsidRDefault="007B35DA" w:rsidP="007B35DA">
      <w:pPr>
        <w:pStyle w:val="IJASEITParagraph"/>
        <w:ind w:left="142" w:firstLine="142"/>
        <w:jc w:val="left"/>
      </w:pPr>
      <w:r w:rsidRPr="00DD008C">
        <w:t>3</w:t>
      </w:r>
      <w:proofErr w:type="gramStart"/>
      <w:r w:rsidRPr="00DD008C">
        <w:t xml:space="preserve">.  </w:t>
      </w:r>
      <w:proofErr w:type="spellStart"/>
      <w:r w:rsidRPr="00DD008C">
        <w:t>sorted</w:t>
      </w:r>
      <w:proofErr w:type="gramEnd"/>
      <w:r w:rsidRPr="00DD008C">
        <w:t>_indices_U</w:t>
      </w:r>
      <w:proofErr w:type="spellEnd"/>
      <w:r w:rsidRPr="00DD008C">
        <w:t xml:space="preserve"> = </w:t>
      </w:r>
      <w:proofErr w:type="spellStart"/>
      <w:proofErr w:type="gramStart"/>
      <w:r w:rsidRPr="00DD008C">
        <w:t>argsort</w:t>
      </w:r>
      <w:proofErr w:type="spellEnd"/>
      <w:r w:rsidRPr="00DD008C">
        <w:t>(</w:t>
      </w:r>
      <w:proofErr w:type="spellStart"/>
      <w:proofErr w:type="gramEnd"/>
      <w:r w:rsidRPr="00DD008C">
        <w:t>eigenvalues_U</w:t>
      </w:r>
      <w:proofErr w:type="spellEnd"/>
      <w:r w:rsidRPr="00DD008C">
        <w:t>, descending=True)</w:t>
      </w:r>
    </w:p>
    <w:p w14:paraId="7B631C17" w14:textId="332B3F68" w:rsidR="007B35DA" w:rsidRPr="00DD008C" w:rsidRDefault="007B35DA" w:rsidP="007B35DA">
      <w:pPr>
        <w:pStyle w:val="IJASEITParagraph"/>
        <w:ind w:left="142" w:firstLine="142"/>
        <w:jc w:val="left"/>
      </w:pPr>
      <w:r w:rsidRPr="00DD008C">
        <w:t>4</w:t>
      </w:r>
      <w:proofErr w:type="gramStart"/>
      <w:r w:rsidRPr="00DD008C">
        <w:t xml:space="preserve">.  </w:t>
      </w:r>
      <w:proofErr w:type="spellStart"/>
      <w:r w:rsidRPr="00DD008C">
        <w:t>sorted</w:t>
      </w:r>
      <w:proofErr w:type="gramEnd"/>
      <w:r w:rsidRPr="00DD008C">
        <w:t>_indices_V</w:t>
      </w:r>
      <w:proofErr w:type="spellEnd"/>
      <w:r w:rsidRPr="00DD008C">
        <w:t xml:space="preserve"> = </w:t>
      </w:r>
      <w:proofErr w:type="spellStart"/>
      <w:proofErr w:type="gramStart"/>
      <w:r w:rsidRPr="00DD008C">
        <w:t>argsort</w:t>
      </w:r>
      <w:proofErr w:type="spellEnd"/>
      <w:r w:rsidRPr="00DD008C">
        <w:t>(</w:t>
      </w:r>
      <w:proofErr w:type="spellStart"/>
      <w:proofErr w:type="gramEnd"/>
      <w:r w:rsidRPr="00DD008C">
        <w:t>eigenvalues_V</w:t>
      </w:r>
      <w:proofErr w:type="spellEnd"/>
      <w:r w:rsidRPr="00DD008C">
        <w:t>, descending=True)</w:t>
      </w:r>
    </w:p>
    <w:p w14:paraId="243989F4" w14:textId="6480FFAF" w:rsidR="007B35DA" w:rsidRPr="00DD008C" w:rsidRDefault="007B35DA" w:rsidP="007B35DA">
      <w:pPr>
        <w:pStyle w:val="IJASEITParagraph"/>
        <w:ind w:left="142" w:firstLine="142"/>
        <w:jc w:val="left"/>
      </w:pPr>
      <w:r w:rsidRPr="00DD008C">
        <w:t xml:space="preserve">5. U = </w:t>
      </w:r>
      <w:proofErr w:type="spellStart"/>
      <w:r w:rsidRPr="00DD008C">
        <w:t>eigenvectors_</w:t>
      </w:r>
      <w:proofErr w:type="gramStart"/>
      <w:r w:rsidRPr="00DD008C">
        <w:t>U</w:t>
      </w:r>
      <w:proofErr w:type="spellEnd"/>
      <w:r w:rsidRPr="00DD008C">
        <w:t>[</w:t>
      </w:r>
      <w:proofErr w:type="gramEnd"/>
      <w:r w:rsidRPr="00DD008C">
        <w:t xml:space="preserve"> </w:t>
      </w:r>
      <w:proofErr w:type="gramStart"/>
      <w:r w:rsidRPr="00DD008C">
        <w:t>:</w:t>
      </w:r>
      <w:r w:rsidR="00E61F81" w:rsidRPr="00DD008C">
        <w:t xml:space="preserve"> </w:t>
      </w:r>
      <w:r w:rsidRPr="00DD008C">
        <w:t>,</w:t>
      </w:r>
      <w:proofErr w:type="gramEnd"/>
      <w:r w:rsidRPr="00DD008C">
        <w:t xml:space="preserve"> </w:t>
      </w:r>
      <w:r w:rsidR="00E61F81" w:rsidRPr="00DD008C">
        <w:t xml:space="preserve"> </w:t>
      </w:r>
      <w:proofErr w:type="spellStart"/>
      <w:r w:rsidRPr="00DD008C">
        <w:t>sorted_indices_U</w:t>
      </w:r>
      <w:proofErr w:type="spellEnd"/>
      <w:r w:rsidRPr="00DD008C">
        <w:t>]</w:t>
      </w:r>
    </w:p>
    <w:p w14:paraId="4E6E292F" w14:textId="77777777" w:rsidR="007B35DA" w:rsidRPr="00DD008C" w:rsidRDefault="007B35DA" w:rsidP="007B35DA">
      <w:pPr>
        <w:pStyle w:val="IJASEITParagraph"/>
        <w:ind w:left="142" w:firstLine="142"/>
        <w:jc w:val="left"/>
      </w:pPr>
      <w:r w:rsidRPr="00DD008C">
        <w:t xml:space="preserve">6. </w:t>
      </w:r>
      <w:proofErr w:type="spellStart"/>
      <w:r w:rsidRPr="00DD008C">
        <w:t>singular_values</w:t>
      </w:r>
      <w:proofErr w:type="spellEnd"/>
      <w:r w:rsidRPr="00DD008C">
        <w:t xml:space="preserve"> = sqrt(eigenvalues[</w:t>
      </w:r>
      <w:proofErr w:type="spellStart"/>
      <w:r w:rsidRPr="00DD008C">
        <w:t>sorted_indices_U</w:t>
      </w:r>
      <w:proofErr w:type="spellEnd"/>
      <w:r w:rsidRPr="00DD008C">
        <w:t>])</w:t>
      </w:r>
    </w:p>
    <w:p w14:paraId="732EDE37" w14:textId="77777777" w:rsidR="007B35DA" w:rsidRPr="00DD008C" w:rsidRDefault="007B35DA" w:rsidP="007B35DA">
      <w:pPr>
        <w:pStyle w:val="IJASEITParagraph"/>
        <w:ind w:left="142" w:firstLine="142"/>
        <w:jc w:val="left"/>
      </w:pPr>
      <w:r w:rsidRPr="00DD008C">
        <w:t>7. Ʃ = diagonal(</w:t>
      </w:r>
      <w:proofErr w:type="spellStart"/>
      <w:r w:rsidRPr="00DD008C">
        <w:t>singular_values</w:t>
      </w:r>
      <w:proofErr w:type="spellEnd"/>
      <w:r w:rsidRPr="00DD008C">
        <w:t>)</w:t>
      </w:r>
    </w:p>
    <w:p w14:paraId="680FE4A1" w14:textId="43DDC805" w:rsidR="007B35DA" w:rsidRPr="00DD008C" w:rsidRDefault="007B35DA" w:rsidP="007B35DA">
      <w:pPr>
        <w:pStyle w:val="IJASEITParagraph"/>
        <w:ind w:left="142" w:firstLine="142"/>
        <w:jc w:val="left"/>
      </w:pPr>
      <w:r w:rsidRPr="00DD008C">
        <w:t xml:space="preserve">8. V = </w:t>
      </w:r>
      <w:proofErr w:type="spellStart"/>
      <w:r w:rsidRPr="00DD008C">
        <w:t>eigenvectors_</w:t>
      </w:r>
      <w:proofErr w:type="gramStart"/>
      <w:r w:rsidRPr="00DD008C">
        <w:t>V</w:t>
      </w:r>
      <w:proofErr w:type="spellEnd"/>
      <w:r w:rsidRPr="00DD008C">
        <w:t>[</w:t>
      </w:r>
      <w:proofErr w:type="gramEnd"/>
      <w:r w:rsidRPr="00DD008C">
        <w:t xml:space="preserve"> </w:t>
      </w:r>
      <w:proofErr w:type="gramStart"/>
      <w:r w:rsidRPr="00DD008C">
        <w:t>:</w:t>
      </w:r>
      <w:r w:rsidR="00E61F81" w:rsidRPr="00DD008C">
        <w:t xml:space="preserve"> </w:t>
      </w:r>
      <w:r w:rsidRPr="00DD008C">
        <w:t>,</w:t>
      </w:r>
      <w:proofErr w:type="gramEnd"/>
      <w:r w:rsidRPr="00DD008C">
        <w:t xml:space="preserve">  </w:t>
      </w:r>
      <w:r w:rsidR="00E61F81" w:rsidRPr="00DD008C">
        <w:t xml:space="preserve"> </w:t>
      </w:r>
      <w:proofErr w:type="spellStart"/>
      <w:r w:rsidRPr="00DD008C">
        <w:t>sorted_indices_V</w:t>
      </w:r>
      <w:proofErr w:type="spellEnd"/>
      <w:r w:rsidRPr="00DD008C">
        <w:t>]</w:t>
      </w:r>
    </w:p>
    <w:p w14:paraId="44C2F00C" w14:textId="77777777" w:rsidR="007B35DA" w:rsidRPr="00DD008C" w:rsidRDefault="007B35DA" w:rsidP="007B35DA">
      <w:pPr>
        <w:pStyle w:val="IJASEITParagraph"/>
        <w:ind w:left="142" w:firstLine="142"/>
        <w:jc w:val="left"/>
      </w:pPr>
      <w:r w:rsidRPr="00DD008C">
        <w:t>9.  return U, Ʃ, transpose(V)</w:t>
      </w:r>
    </w:p>
    <w:p w14:paraId="79949A10" w14:textId="77777777" w:rsidR="007B35DA" w:rsidRPr="00DD008C" w:rsidRDefault="007B35DA" w:rsidP="007B35DA">
      <w:pPr>
        <w:pStyle w:val="Paragraph"/>
      </w:pPr>
      <w:r w:rsidRPr="00DD008C">
        <w:t>-----------------------------------------------------------------------------------------------------------------------------</w:t>
      </w:r>
    </w:p>
    <w:p w14:paraId="6482329F" w14:textId="77777777" w:rsidR="009E1115" w:rsidRPr="00DD008C" w:rsidRDefault="009E1115">
      <w:pPr>
        <w:rPr>
          <w:b/>
        </w:rPr>
      </w:pPr>
      <w:r w:rsidRPr="00DD008C">
        <w:rPr>
          <w:caps/>
        </w:rPr>
        <w:br w:type="page"/>
      </w:r>
    </w:p>
    <w:p w14:paraId="3C5DABE9" w14:textId="7BFE43F6" w:rsidR="005F7475" w:rsidRPr="00DD008C" w:rsidRDefault="00395CD8" w:rsidP="00B1000D">
      <w:pPr>
        <w:pStyle w:val="Heading1"/>
      </w:pPr>
      <w:r w:rsidRPr="00DD008C">
        <w:rPr>
          <w:caps w:val="0"/>
        </w:rPr>
        <w:lastRenderedPageBreak/>
        <w:t>RESULTS AND DISCUSSION</w:t>
      </w:r>
    </w:p>
    <w:p w14:paraId="76D4D809" w14:textId="2F635872" w:rsidR="0026533C" w:rsidRPr="00DD008C" w:rsidRDefault="0026533C" w:rsidP="00DB490C">
      <w:pPr>
        <w:pStyle w:val="IJASEITParagraph"/>
        <w:ind w:firstLine="284"/>
      </w:pPr>
      <w:r w:rsidRPr="00DD008C">
        <w:t xml:space="preserve">A comparative evaluation of two machine learning techniques which are </w:t>
      </w:r>
      <w:r w:rsidR="007255FC" w:rsidRPr="00DD008C">
        <w:t>KNN</w:t>
      </w:r>
      <w:r w:rsidRPr="00DD008C">
        <w:t xml:space="preserve"> and </w:t>
      </w:r>
      <w:r w:rsidR="007255FC" w:rsidRPr="00DD008C">
        <w:t>SVD</w:t>
      </w:r>
      <w:r w:rsidRPr="00DD008C">
        <w:t xml:space="preserve"> using three performance metrics were analyzed. By analyzing </w:t>
      </w:r>
      <w:r w:rsidR="007255FC" w:rsidRPr="00DD008C">
        <w:t>MAE</w:t>
      </w:r>
      <w:r w:rsidRPr="00DD008C">
        <w:t xml:space="preserve">, </w:t>
      </w:r>
      <w:r w:rsidR="00674A5D" w:rsidRPr="00DD008C">
        <w:t>MSE</w:t>
      </w:r>
      <w:r w:rsidRPr="00DD008C">
        <w:t xml:space="preserve"> and </w:t>
      </w:r>
      <w:r w:rsidR="00674A5D" w:rsidRPr="00DD008C">
        <w:t>RMSE</w:t>
      </w:r>
      <w:r w:rsidRPr="00DD008C">
        <w:t xml:space="preserve"> the goal is to offer an evaluation of each technique performance and dependability. The results indicate that the </w:t>
      </w:r>
      <w:r w:rsidR="00674A5D" w:rsidRPr="00DD008C">
        <w:t>SVD</w:t>
      </w:r>
      <w:r w:rsidRPr="00DD008C">
        <w:t xml:space="preserve"> technique outperforms </w:t>
      </w:r>
      <w:r w:rsidR="00674A5D" w:rsidRPr="00DD008C">
        <w:t>KNN</w:t>
      </w:r>
      <w:r w:rsidRPr="00DD008C">
        <w:t xml:space="preserve"> technique across three performance metrics.</w:t>
      </w:r>
    </w:p>
    <w:p w14:paraId="0C01F428" w14:textId="6ED50B4E" w:rsidR="009E4F63" w:rsidRPr="00DD008C" w:rsidRDefault="0026533C" w:rsidP="00DB490C">
      <w:pPr>
        <w:pStyle w:val="IJASEITParagraph"/>
        <w:ind w:firstLine="284"/>
        <w:rPr>
          <w:b/>
        </w:rPr>
      </w:pPr>
      <w:r w:rsidRPr="00DD008C">
        <w:t xml:space="preserve">Table 1 shows the comparison of three performance metrics across </w:t>
      </w:r>
      <w:r w:rsidR="00674A5D" w:rsidRPr="00DD008C">
        <w:t>KNN</w:t>
      </w:r>
      <w:r w:rsidRPr="00DD008C">
        <w:t xml:space="preserve"> and </w:t>
      </w:r>
      <w:r w:rsidR="00674A5D" w:rsidRPr="00DD008C">
        <w:t>SVD</w:t>
      </w:r>
      <w:r w:rsidRPr="00DD008C">
        <w:t xml:space="preserve">. The </w:t>
      </w:r>
      <w:r w:rsidR="00674A5D" w:rsidRPr="00DD008C">
        <w:t>MAE</w:t>
      </w:r>
      <w:r w:rsidRPr="00DD008C">
        <w:t xml:space="preserve"> for </w:t>
      </w:r>
      <w:r w:rsidR="00674A5D" w:rsidRPr="00DD008C">
        <w:t>KNN</w:t>
      </w:r>
      <w:r w:rsidRPr="00DD008C">
        <w:t xml:space="preserve"> technique is 0.7499 while </w:t>
      </w:r>
      <w:r w:rsidR="00674A5D" w:rsidRPr="00DD008C">
        <w:t>SVD</w:t>
      </w:r>
      <w:r w:rsidRPr="00DD008C">
        <w:t xml:space="preserve"> is 0.6968. The </w:t>
      </w:r>
      <w:r w:rsidR="00674A5D" w:rsidRPr="00DD008C">
        <w:t>SVD</w:t>
      </w:r>
      <w:r w:rsidRPr="00DD008C">
        <w:t xml:space="preserve"> technique shows a lower </w:t>
      </w:r>
      <w:r w:rsidR="001F5825" w:rsidRPr="00DD008C">
        <w:t>MAE</w:t>
      </w:r>
      <w:r w:rsidRPr="00DD008C">
        <w:t xml:space="preserve"> value which shows a better result compared to the </w:t>
      </w:r>
      <w:r w:rsidR="001F5825" w:rsidRPr="00DD008C">
        <w:t>KNN</w:t>
      </w:r>
      <w:r w:rsidRPr="00DD008C">
        <w:t xml:space="preserve">. Next, for the </w:t>
      </w:r>
      <w:r w:rsidR="001F5825" w:rsidRPr="00DD008C">
        <w:t>MSE</w:t>
      </w:r>
      <w:r w:rsidRPr="00DD008C">
        <w:t xml:space="preserve"> values attained for </w:t>
      </w:r>
      <w:r w:rsidR="001F5825" w:rsidRPr="00DD008C">
        <w:t>KNN</w:t>
      </w:r>
      <w:r w:rsidRPr="00DD008C">
        <w:t xml:space="preserve"> and </w:t>
      </w:r>
      <w:r w:rsidR="001F5825" w:rsidRPr="00DD008C">
        <w:t>SVD</w:t>
      </w:r>
      <w:r w:rsidRPr="00DD008C">
        <w:t xml:space="preserve"> are 0.9504 and 0.8146, respectively. The smaller value of </w:t>
      </w:r>
      <w:r w:rsidR="001F5825" w:rsidRPr="00DD008C">
        <w:t>MSE</w:t>
      </w:r>
      <w:r w:rsidRPr="00DD008C">
        <w:t xml:space="preserve"> shows that </w:t>
      </w:r>
      <w:r w:rsidR="001F5825" w:rsidRPr="00DD008C">
        <w:t>SVD</w:t>
      </w:r>
      <w:r w:rsidRPr="00DD008C">
        <w:t xml:space="preserve"> technique has a better result and relative infrequency of significant errors in prediction when compared to </w:t>
      </w:r>
      <w:r w:rsidR="000152C6" w:rsidRPr="00DD008C">
        <w:t>KNN</w:t>
      </w:r>
      <w:r w:rsidRPr="00DD008C">
        <w:t xml:space="preserve">. Lastly, the result of </w:t>
      </w:r>
      <w:r w:rsidR="000152C6" w:rsidRPr="00DD008C">
        <w:t>RMSE</w:t>
      </w:r>
      <w:r w:rsidRPr="00DD008C">
        <w:t xml:space="preserve"> for </w:t>
      </w:r>
      <w:r w:rsidR="000152C6" w:rsidRPr="00DD008C">
        <w:t>KNN</w:t>
      </w:r>
      <w:r w:rsidRPr="00DD008C">
        <w:t xml:space="preserve"> technique is 0.9749 while the </w:t>
      </w:r>
      <w:r w:rsidR="000152C6" w:rsidRPr="00DD008C">
        <w:t>SVD</w:t>
      </w:r>
      <w:r w:rsidRPr="00DD008C">
        <w:t xml:space="preserve"> is 0.9025. This shows that the </w:t>
      </w:r>
      <w:r w:rsidR="000152C6" w:rsidRPr="00DD008C">
        <w:t>SVD</w:t>
      </w:r>
      <w:r w:rsidRPr="00DD008C">
        <w:t xml:space="preserve"> has a lower value of </w:t>
      </w:r>
      <w:r w:rsidR="000152C6" w:rsidRPr="00DD008C">
        <w:t>RMSE</w:t>
      </w:r>
      <w:r w:rsidRPr="00DD008C">
        <w:t xml:space="preserve"> compared to </w:t>
      </w:r>
      <w:r w:rsidR="000152C6" w:rsidRPr="00DD008C">
        <w:t>KNN</w:t>
      </w:r>
      <w:r w:rsidRPr="00DD008C">
        <w:t xml:space="preserve"> technique which conveys greater consistency in prediction. </w:t>
      </w:r>
    </w:p>
    <w:p w14:paraId="204F8F27" w14:textId="77777777" w:rsidR="009E4F63" w:rsidRPr="00DD008C" w:rsidRDefault="009E4F63" w:rsidP="00E0275A">
      <w:pPr>
        <w:pStyle w:val="Paragraph"/>
        <w:jc w:val="center"/>
        <w:rPr>
          <w:b/>
        </w:rPr>
      </w:pPr>
    </w:p>
    <w:p w14:paraId="5225CF92" w14:textId="1E6A3AC9" w:rsidR="00E0275A" w:rsidRPr="00DD008C" w:rsidRDefault="00970320" w:rsidP="00E0275A">
      <w:pPr>
        <w:pStyle w:val="Paragraph"/>
        <w:jc w:val="center"/>
      </w:pPr>
      <w:r w:rsidRPr="00DD008C">
        <w:rPr>
          <w:b/>
        </w:rPr>
        <w:t xml:space="preserve">TABLE </w:t>
      </w:r>
      <w:r w:rsidR="00F51384" w:rsidRPr="00DD008C">
        <w:rPr>
          <w:b/>
        </w:rPr>
        <w:t>1</w:t>
      </w:r>
      <w:r w:rsidRPr="00DD008C">
        <w:rPr>
          <w:b/>
        </w:rPr>
        <w:t xml:space="preserve">. </w:t>
      </w:r>
      <w:r w:rsidR="00F51384" w:rsidRPr="00DD008C">
        <w:t xml:space="preserve">Performance </w:t>
      </w:r>
      <w:r w:rsidR="001E391D">
        <w:t>m</w:t>
      </w:r>
      <w:r w:rsidR="00F51384" w:rsidRPr="00DD008C">
        <w:t xml:space="preserve">etrics </w:t>
      </w:r>
      <w:r w:rsidR="001E391D">
        <w:t>a</w:t>
      </w:r>
      <w:r w:rsidR="00F51384" w:rsidRPr="00DD008C">
        <w:t xml:space="preserve">cross KNN </w:t>
      </w:r>
      <w:r w:rsidR="001E391D">
        <w:t>t</w:t>
      </w:r>
      <w:r w:rsidR="00F51384" w:rsidRPr="00DD008C">
        <w:t xml:space="preserve">echnique and SVD </w:t>
      </w:r>
      <w:r w:rsidR="001E391D">
        <w:t>t</w:t>
      </w:r>
      <w:r w:rsidR="00F51384" w:rsidRPr="00DD008C">
        <w:t>echnique</w:t>
      </w:r>
    </w:p>
    <w:tbl>
      <w:tblPr>
        <w:tblW w:w="7700" w:type="dxa"/>
        <w:jc w:val="center"/>
        <w:tblBorders>
          <w:bottom w:val="single" w:sz="4" w:space="0" w:color="auto"/>
        </w:tblBorders>
        <w:tblLayout w:type="fixed"/>
        <w:tblLook w:val="0000" w:firstRow="0" w:lastRow="0" w:firstColumn="0" w:lastColumn="0" w:noHBand="0" w:noVBand="0"/>
      </w:tblPr>
      <w:tblGrid>
        <w:gridCol w:w="3402"/>
        <w:gridCol w:w="1843"/>
        <w:gridCol w:w="2455"/>
      </w:tblGrid>
      <w:tr w:rsidR="00CA3356" w:rsidRPr="00DD008C" w14:paraId="4EF7BCBD" w14:textId="77777777" w:rsidTr="00CA3356">
        <w:trPr>
          <w:cantSplit/>
          <w:trHeight w:val="272"/>
          <w:jc w:val="center"/>
        </w:trPr>
        <w:tc>
          <w:tcPr>
            <w:tcW w:w="3402" w:type="dxa"/>
            <w:tcBorders>
              <w:top w:val="single" w:sz="4" w:space="0" w:color="auto"/>
              <w:bottom w:val="single" w:sz="4" w:space="0" w:color="auto"/>
            </w:tcBorders>
            <w:vAlign w:val="center"/>
          </w:tcPr>
          <w:p w14:paraId="65E8D32A" w14:textId="745FCE4E" w:rsidR="00CA3356" w:rsidRPr="00DD008C" w:rsidRDefault="00CA3356" w:rsidP="000F415D">
            <w:pPr>
              <w:jc w:val="center"/>
              <w:rPr>
                <w:bCs/>
              </w:rPr>
            </w:pPr>
            <w:r w:rsidRPr="00DD008C">
              <w:rPr>
                <w:bCs/>
                <w:sz w:val="18"/>
                <w:szCs w:val="18"/>
              </w:rPr>
              <w:t>Performance metrics / Technique</w:t>
            </w:r>
          </w:p>
        </w:tc>
        <w:tc>
          <w:tcPr>
            <w:tcW w:w="1843" w:type="dxa"/>
            <w:tcBorders>
              <w:top w:val="single" w:sz="4" w:space="0" w:color="auto"/>
              <w:bottom w:val="single" w:sz="4" w:space="0" w:color="auto"/>
            </w:tcBorders>
          </w:tcPr>
          <w:p w14:paraId="6BD3F1BD" w14:textId="0472D6EC" w:rsidR="00CA3356" w:rsidRPr="00DD008C" w:rsidRDefault="00A432C7" w:rsidP="000F415D">
            <w:pPr>
              <w:jc w:val="center"/>
              <w:rPr>
                <w:bCs/>
                <w:sz w:val="18"/>
                <w:szCs w:val="18"/>
              </w:rPr>
            </w:pPr>
            <w:r w:rsidRPr="00DD008C">
              <w:rPr>
                <w:bCs/>
                <w:sz w:val="18"/>
                <w:szCs w:val="18"/>
              </w:rPr>
              <w:t>KNN</w:t>
            </w:r>
          </w:p>
        </w:tc>
        <w:tc>
          <w:tcPr>
            <w:tcW w:w="2455" w:type="dxa"/>
            <w:tcBorders>
              <w:top w:val="single" w:sz="4" w:space="0" w:color="auto"/>
              <w:bottom w:val="single" w:sz="4" w:space="0" w:color="auto"/>
            </w:tcBorders>
            <w:vAlign w:val="center"/>
          </w:tcPr>
          <w:p w14:paraId="2FF9ED84" w14:textId="03873C82" w:rsidR="00CA3356" w:rsidRPr="00DD008C" w:rsidRDefault="00A432C7" w:rsidP="000F415D">
            <w:pPr>
              <w:jc w:val="center"/>
              <w:rPr>
                <w:bCs/>
                <w:sz w:val="18"/>
                <w:szCs w:val="18"/>
              </w:rPr>
            </w:pPr>
            <w:r w:rsidRPr="00DD008C">
              <w:rPr>
                <w:bCs/>
                <w:sz w:val="18"/>
                <w:szCs w:val="18"/>
              </w:rPr>
              <w:t>SVD</w:t>
            </w:r>
          </w:p>
        </w:tc>
      </w:tr>
      <w:tr w:rsidR="00CA3356" w:rsidRPr="00DD008C" w14:paraId="34300B93" w14:textId="77777777" w:rsidTr="00CA3356">
        <w:trPr>
          <w:cantSplit/>
          <w:jc w:val="center"/>
        </w:trPr>
        <w:tc>
          <w:tcPr>
            <w:tcW w:w="3402" w:type="dxa"/>
            <w:tcBorders>
              <w:top w:val="nil"/>
            </w:tcBorders>
          </w:tcPr>
          <w:p w14:paraId="11107A87" w14:textId="521F9C58" w:rsidR="00CA3356" w:rsidRPr="00DD008C" w:rsidRDefault="00B85733" w:rsidP="00B85733">
            <w:pPr>
              <w:pStyle w:val="Paragraph"/>
              <w:jc w:val="center"/>
            </w:pPr>
            <w:r w:rsidRPr="00DD008C">
              <w:t>MAE</w:t>
            </w:r>
          </w:p>
        </w:tc>
        <w:tc>
          <w:tcPr>
            <w:tcW w:w="1843" w:type="dxa"/>
            <w:tcBorders>
              <w:top w:val="nil"/>
            </w:tcBorders>
          </w:tcPr>
          <w:p w14:paraId="3C947C56" w14:textId="40AF88CD" w:rsidR="00CA3356" w:rsidRPr="00DD008C" w:rsidRDefault="00CA3356" w:rsidP="00CA3356">
            <w:pPr>
              <w:jc w:val="center"/>
              <w:rPr>
                <w:sz w:val="20"/>
              </w:rPr>
            </w:pPr>
            <w:r w:rsidRPr="00DD008C">
              <w:rPr>
                <w:sz w:val="20"/>
              </w:rPr>
              <w:t>0.7499</w:t>
            </w:r>
          </w:p>
        </w:tc>
        <w:tc>
          <w:tcPr>
            <w:tcW w:w="2455" w:type="dxa"/>
            <w:tcBorders>
              <w:top w:val="nil"/>
            </w:tcBorders>
          </w:tcPr>
          <w:p w14:paraId="403934AE" w14:textId="58B6CF5D" w:rsidR="00CA3356" w:rsidRPr="00DD008C" w:rsidRDefault="00CA3356" w:rsidP="00CA3356">
            <w:pPr>
              <w:jc w:val="center"/>
              <w:rPr>
                <w:b/>
                <w:bCs/>
                <w:sz w:val="20"/>
                <w:szCs w:val="16"/>
              </w:rPr>
            </w:pPr>
            <w:r w:rsidRPr="00DD008C">
              <w:rPr>
                <w:b/>
                <w:sz w:val="20"/>
                <w:szCs w:val="16"/>
              </w:rPr>
              <w:t>0.6968</w:t>
            </w:r>
          </w:p>
        </w:tc>
      </w:tr>
      <w:tr w:rsidR="00CA3356" w:rsidRPr="00DD008C" w14:paraId="036D1D09" w14:textId="77777777" w:rsidTr="00CA3356">
        <w:trPr>
          <w:cantSplit/>
          <w:jc w:val="center"/>
        </w:trPr>
        <w:tc>
          <w:tcPr>
            <w:tcW w:w="3402" w:type="dxa"/>
          </w:tcPr>
          <w:p w14:paraId="3238E63D" w14:textId="45D4D0D9" w:rsidR="00CA3356" w:rsidRPr="00DD008C" w:rsidRDefault="00B85733" w:rsidP="00B85733">
            <w:pPr>
              <w:pStyle w:val="Paragraph"/>
              <w:jc w:val="center"/>
            </w:pPr>
            <w:r w:rsidRPr="00DD008C">
              <w:t>MSE</w:t>
            </w:r>
          </w:p>
        </w:tc>
        <w:tc>
          <w:tcPr>
            <w:tcW w:w="1843" w:type="dxa"/>
          </w:tcPr>
          <w:p w14:paraId="61E34F85" w14:textId="1A2E591B" w:rsidR="00CA3356" w:rsidRPr="00DD008C" w:rsidRDefault="00CA3356" w:rsidP="00CA3356">
            <w:pPr>
              <w:jc w:val="center"/>
              <w:rPr>
                <w:sz w:val="20"/>
              </w:rPr>
            </w:pPr>
            <w:r w:rsidRPr="00DD008C">
              <w:rPr>
                <w:sz w:val="20"/>
              </w:rPr>
              <w:t>0.9504</w:t>
            </w:r>
          </w:p>
        </w:tc>
        <w:tc>
          <w:tcPr>
            <w:tcW w:w="2455" w:type="dxa"/>
          </w:tcPr>
          <w:p w14:paraId="4BE571D9" w14:textId="7E700804" w:rsidR="00CA3356" w:rsidRPr="00DD008C" w:rsidRDefault="00CA3356" w:rsidP="00CA3356">
            <w:pPr>
              <w:jc w:val="center"/>
              <w:rPr>
                <w:sz w:val="20"/>
                <w:szCs w:val="16"/>
              </w:rPr>
            </w:pPr>
            <w:r w:rsidRPr="00DD008C">
              <w:rPr>
                <w:b/>
                <w:sz w:val="20"/>
                <w:szCs w:val="16"/>
              </w:rPr>
              <w:t>0.8146</w:t>
            </w:r>
          </w:p>
        </w:tc>
      </w:tr>
      <w:tr w:rsidR="00CA3356" w:rsidRPr="00DD008C" w14:paraId="07B3BE58" w14:textId="77777777" w:rsidTr="00CA3356">
        <w:trPr>
          <w:cantSplit/>
          <w:trHeight w:val="237"/>
          <w:jc w:val="center"/>
        </w:trPr>
        <w:tc>
          <w:tcPr>
            <w:tcW w:w="3402" w:type="dxa"/>
          </w:tcPr>
          <w:p w14:paraId="0BFFA0D7" w14:textId="32268470" w:rsidR="00CA3356" w:rsidRPr="00DD008C" w:rsidRDefault="00B85733" w:rsidP="00B85733">
            <w:pPr>
              <w:pStyle w:val="Paragraph"/>
              <w:jc w:val="center"/>
            </w:pPr>
            <w:r w:rsidRPr="00DD008C">
              <w:t>RMSE</w:t>
            </w:r>
          </w:p>
        </w:tc>
        <w:tc>
          <w:tcPr>
            <w:tcW w:w="1843" w:type="dxa"/>
          </w:tcPr>
          <w:p w14:paraId="33470E11" w14:textId="4FDA9F8D" w:rsidR="00CA3356" w:rsidRPr="00DD008C" w:rsidRDefault="00CA3356" w:rsidP="00CA3356">
            <w:pPr>
              <w:jc w:val="center"/>
              <w:rPr>
                <w:sz w:val="20"/>
              </w:rPr>
            </w:pPr>
            <w:r w:rsidRPr="00DD008C">
              <w:rPr>
                <w:sz w:val="20"/>
              </w:rPr>
              <w:t>0.9749</w:t>
            </w:r>
          </w:p>
        </w:tc>
        <w:tc>
          <w:tcPr>
            <w:tcW w:w="2455" w:type="dxa"/>
          </w:tcPr>
          <w:p w14:paraId="68C9FEEB" w14:textId="66FE6389" w:rsidR="00CA3356" w:rsidRPr="00DD008C" w:rsidRDefault="00CA3356" w:rsidP="00CA3356">
            <w:pPr>
              <w:jc w:val="center"/>
              <w:rPr>
                <w:sz w:val="20"/>
                <w:szCs w:val="16"/>
              </w:rPr>
            </w:pPr>
            <w:r w:rsidRPr="00DD008C">
              <w:rPr>
                <w:b/>
                <w:sz w:val="20"/>
                <w:szCs w:val="16"/>
              </w:rPr>
              <w:t>0.9025</w:t>
            </w:r>
          </w:p>
        </w:tc>
      </w:tr>
    </w:tbl>
    <w:p w14:paraId="759ADA3D" w14:textId="77777777" w:rsidR="009E4F63" w:rsidRPr="00DD008C" w:rsidRDefault="009E4F63" w:rsidP="00443150">
      <w:pPr>
        <w:pStyle w:val="Paragraph"/>
      </w:pPr>
    </w:p>
    <w:p w14:paraId="6AA6053A" w14:textId="6A4D1882" w:rsidR="00D2338E" w:rsidRPr="00DD008C" w:rsidRDefault="00D2338E" w:rsidP="00430C43">
      <w:pPr>
        <w:pStyle w:val="IJASEITParagraph"/>
        <w:ind w:firstLine="284"/>
      </w:pPr>
      <w:r w:rsidRPr="00DD008C">
        <w:t xml:space="preserve">To sum up, the </w:t>
      </w:r>
      <w:r w:rsidR="005072C7" w:rsidRPr="00DD008C">
        <w:t>SVD</w:t>
      </w:r>
      <w:r w:rsidRPr="00DD008C">
        <w:t xml:space="preserve"> technique has demonstrated better performance across all </w:t>
      </w:r>
      <w:proofErr w:type="gramStart"/>
      <w:r w:rsidRPr="00DD008C">
        <w:t>three</w:t>
      </w:r>
      <w:r w:rsidR="00C3793C" w:rsidRPr="00DD008C">
        <w:t xml:space="preserve"> </w:t>
      </w:r>
      <w:r w:rsidRPr="00DD008C">
        <w:t>performance</w:t>
      </w:r>
      <w:proofErr w:type="gramEnd"/>
      <w:r w:rsidRPr="00DD008C">
        <w:t xml:space="preserve"> metrics as compared to the </w:t>
      </w:r>
      <w:r w:rsidR="005072C7" w:rsidRPr="00DD008C">
        <w:t>KNN</w:t>
      </w:r>
      <w:r w:rsidRPr="00DD008C">
        <w:t xml:space="preserve"> technique. It provides precise and consistent predictions. This shows that the </w:t>
      </w:r>
      <w:r w:rsidR="005072C7" w:rsidRPr="00DD008C">
        <w:t>SVD</w:t>
      </w:r>
      <w:r w:rsidRPr="00DD008C">
        <w:t xml:space="preserve"> technique is more suitable for this dataset.</w:t>
      </w:r>
    </w:p>
    <w:p w14:paraId="0AFEE4F4" w14:textId="514C906F" w:rsidR="006B7A1E" w:rsidRPr="00DD008C" w:rsidRDefault="00D2338E" w:rsidP="00430C43">
      <w:pPr>
        <w:pStyle w:val="IJASEITParagraph"/>
        <w:ind w:firstLine="284"/>
      </w:pPr>
      <w:r w:rsidRPr="00DD008C">
        <w:t xml:space="preserve">Since </w:t>
      </w:r>
      <w:r w:rsidR="005072C7" w:rsidRPr="00DD008C">
        <w:t>SVD</w:t>
      </w:r>
      <w:r w:rsidRPr="00DD008C">
        <w:t xml:space="preserve"> is better than </w:t>
      </w:r>
      <w:r w:rsidR="005072C7" w:rsidRPr="00DD008C">
        <w:t>KNN</w:t>
      </w:r>
      <w:r w:rsidRPr="00DD008C">
        <w:t xml:space="preserve">, the technique is used for recommending movies. The reason </w:t>
      </w:r>
      <w:r w:rsidR="005072C7" w:rsidRPr="00DD008C">
        <w:t>SVD</w:t>
      </w:r>
      <w:r w:rsidRPr="00DD008C">
        <w:t xml:space="preserve"> works so well is that it carefully considers user preferences. By analyzing all the movie ratings submitted by users, it identifies patterns that can predict what content a user might like. Through </w:t>
      </w:r>
      <w:r w:rsidR="005072C7" w:rsidRPr="00DD008C">
        <w:t>SVD</w:t>
      </w:r>
      <w:r w:rsidRPr="00DD008C">
        <w:t xml:space="preserve"> it is ensured that each person received a tailored list of their recommended movies. Figure 1 show</w:t>
      </w:r>
      <w:r w:rsidR="007D648D" w:rsidRPr="00DD008C">
        <w:t>s</w:t>
      </w:r>
      <w:r w:rsidRPr="00DD008C">
        <w:t xml:space="preserve"> that </w:t>
      </w:r>
      <w:r w:rsidR="008932E8" w:rsidRPr="00DD008C">
        <w:t>SVD</w:t>
      </w:r>
      <w:r w:rsidRPr="00DD008C">
        <w:t xml:space="preserve"> offers tailored recommendations of movies differently for each user making it an excellent option to help everyone discover movies they truly enjoy.</w:t>
      </w:r>
    </w:p>
    <w:p w14:paraId="1343E226" w14:textId="77777777" w:rsidR="00EB13C0" w:rsidRPr="00DD008C" w:rsidRDefault="00EB13C0" w:rsidP="00EB13C0">
      <w:pPr>
        <w:pStyle w:val="IJASEITParagraph"/>
        <w:rPr>
          <w:b/>
          <w:caps/>
        </w:rPr>
      </w:pPr>
    </w:p>
    <w:p w14:paraId="38DD2490" w14:textId="188C37E0" w:rsidR="006B7A1E" w:rsidRPr="00DD008C" w:rsidRDefault="00D2338E" w:rsidP="006B7A1E">
      <w:pPr>
        <w:pStyle w:val="Paragraph"/>
        <w:jc w:val="center"/>
      </w:pPr>
      <w:r w:rsidRPr="00DD008C">
        <w:rPr>
          <w:noProof/>
        </w:rPr>
        <w:drawing>
          <wp:inline distT="0" distB="0" distL="0" distR="0" wp14:anchorId="08019F9A" wp14:editId="415479CA">
            <wp:extent cx="2179962" cy="1334399"/>
            <wp:effectExtent l="0" t="0" r="0" b="0"/>
            <wp:docPr id="9199520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952061" name=""/>
                    <pic:cNvPicPr/>
                  </pic:nvPicPr>
                  <pic:blipFill>
                    <a:blip r:embed="rId9"/>
                    <a:stretch>
                      <a:fillRect/>
                    </a:stretch>
                  </pic:blipFill>
                  <pic:spPr>
                    <a:xfrm>
                      <a:off x="0" y="0"/>
                      <a:ext cx="2235465" cy="1368374"/>
                    </a:xfrm>
                    <a:prstGeom prst="rect">
                      <a:avLst/>
                    </a:prstGeom>
                  </pic:spPr>
                </pic:pic>
              </a:graphicData>
            </a:graphic>
          </wp:inline>
        </w:drawing>
      </w:r>
      <w:r w:rsidR="006B7A1E" w:rsidRPr="00DD008C">
        <w:t xml:space="preserve">  </w:t>
      </w:r>
      <w:r w:rsidR="008614C4" w:rsidRPr="00DD008C">
        <w:t xml:space="preserve"> </w:t>
      </w:r>
      <w:r w:rsidR="007D648D" w:rsidRPr="00DD008C">
        <w:rPr>
          <w:noProof/>
        </w:rPr>
        <w:drawing>
          <wp:inline distT="0" distB="0" distL="0" distR="0" wp14:anchorId="56483E5A" wp14:editId="2C8CE275">
            <wp:extent cx="2066693" cy="1251751"/>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697308" name=""/>
                    <pic:cNvPicPr/>
                  </pic:nvPicPr>
                  <pic:blipFill>
                    <a:blip r:embed="rId10"/>
                    <a:stretch>
                      <a:fillRect/>
                    </a:stretch>
                  </pic:blipFill>
                  <pic:spPr>
                    <a:xfrm>
                      <a:off x="0" y="0"/>
                      <a:ext cx="2150610" cy="1302578"/>
                    </a:xfrm>
                    <a:prstGeom prst="rect">
                      <a:avLst/>
                    </a:prstGeom>
                  </pic:spPr>
                </pic:pic>
              </a:graphicData>
            </a:graphic>
          </wp:inline>
        </w:drawing>
      </w:r>
    </w:p>
    <w:p w14:paraId="4CE5CFF7" w14:textId="36F10A19" w:rsidR="00D2338E" w:rsidRPr="00DD008C" w:rsidRDefault="004600F7" w:rsidP="007D648D">
      <w:pPr>
        <w:pStyle w:val="FigureCaption"/>
      </w:pPr>
      <w:r w:rsidRPr="00DD008C">
        <w:rPr>
          <w:b/>
          <w:caps/>
        </w:rPr>
        <w:t xml:space="preserve">Figure </w:t>
      </w:r>
      <w:r w:rsidR="00D2338E" w:rsidRPr="00DD008C">
        <w:rPr>
          <w:b/>
          <w:caps/>
        </w:rPr>
        <w:t>1</w:t>
      </w:r>
      <w:r w:rsidRPr="00DD008C">
        <w:rPr>
          <w:b/>
          <w:caps/>
        </w:rPr>
        <w:t>.</w:t>
      </w:r>
      <w:r w:rsidRPr="00DD008C">
        <w:t xml:space="preserve"> </w:t>
      </w:r>
      <w:r w:rsidR="00D2338E" w:rsidRPr="00DD008C">
        <w:t xml:space="preserve">List of </w:t>
      </w:r>
      <w:r w:rsidR="001E391D">
        <w:t>m</w:t>
      </w:r>
      <w:r w:rsidR="00D2338E" w:rsidRPr="00DD008C">
        <w:t xml:space="preserve">ovies </w:t>
      </w:r>
      <w:r w:rsidR="001E391D">
        <w:t>r</w:t>
      </w:r>
      <w:r w:rsidR="00D2338E" w:rsidRPr="00DD008C">
        <w:t xml:space="preserve">ecommendation for </w:t>
      </w:r>
      <w:r w:rsidR="001E391D">
        <w:t>u</w:t>
      </w:r>
      <w:r w:rsidR="00D2338E" w:rsidRPr="00DD008C">
        <w:t>ser 1</w:t>
      </w:r>
      <w:r w:rsidR="007D648D" w:rsidRPr="00DD008C">
        <w:t xml:space="preserve"> and </w:t>
      </w:r>
      <w:r w:rsidR="001E391D">
        <w:t>u</w:t>
      </w:r>
      <w:r w:rsidR="007D648D" w:rsidRPr="00DD008C">
        <w:t>ser 2</w:t>
      </w:r>
    </w:p>
    <w:p w14:paraId="5A58C789" w14:textId="37E986C1" w:rsidR="00022684" w:rsidRPr="00DD008C" w:rsidRDefault="00541263" w:rsidP="00541263">
      <w:pPr>
        <w:pStyle w:val="Heading1"/>
        <w:rPr>
          <w:rFonts w:asciiTheme="majorBidi" w:hAnsiTheme="majorBidi" w:cstheme="majorBidi"/>
        </w:rPr>
      </w:pPr>
      <w:r w:rsidRPr="00DD008C">
        <w:t>CONCLUSION</w:t>
      </w:r>
    </w:p>
    <w:p w14:paraId="0A97EDE6" w14:textId="3691936D" w:rsidR="00A97204" w:rsidRPr="00DD008C" w:rsidRDefault="004C5460" w:rsidP="001C6C96">
      <w:pPr>
        <w:pStyle w:val="Paragraph"/>
        <w:rPr>
          <w:rFonts w:asciiTheme="majorBidi" w:hAnsiTheme="majorBidi" w:cstheme="majorBidi"/>
        </w:rPr>
      </w:pPr>
      <w:r w:rsidRPr="00DD008C">
        <w:rPr>
          <w:rFonts w:asciiTheme="majorBidi" w:hAnsiTheme="majorBidi" w:cstheme="majorBidi"/>
        </w:rPr>
        <w:t xml:space="preserve">In conclusion, the paper is concentrated on the examination of two machine learning algorithms which include the </w:t>
      </w:r>
      <w:r w:rsidR="008932E8" w:rsidRPr="00DD008C">
        <w:rPr>
          <w:rFonts w:asciiTheme="majorBidi" w:hAnsiTheme="majorBidi" w:cstheme="majorBidi"/>
        </w:rPr>
        <w:t>KNN</w:t>
      </w:r>
      <w:r w:rsidRPr="00DD008C">
        <w:rPr>
          <w:rFonts w:asciiTheme="majorBidi" w:hAnsiTheme="majorBidi" w:cstheme="majorBidi"/>
        </w:rPr>
        <w:t xml:space="preserve"> and </w:t>
      </w:r>
      <w:r w:rsidR="008932E8" w:rsidRPr="00DD008C">
        <w:rPr>
          <w:rFonts w:asciiTheme="majorBidi" w:hAnsiTheme="majorBidi" w:cstheme="majorBidi"/>
        </w:rPr>
        <w:t>SVD</w:t>
      </w:r>
      <w:r w:rsidRPr="00DD008C">
        <w:rPr>
          <w:rFonts w:asciiTheme="majorBidi" w:hAnsiTheme="majorBidi" w:cstheme="majorBidi"/>
        </w:rPr>
        <w:t xml:space="preserve">. The aim was to evaluate the performance of these algorithms by comparing their performance against three metrics which are </w:t>
      </w:r>
      <w:r w:rsidR="008932E8" w:rsidRPr="00DD008C">
        <w:rPr>
          <w:rFonts w:asciiTheme="majorBidi" w:hAnsiTheme="majorBidi" w:cstheme="majorBidi"/>
        </w:rPr>
        <w:t>MAE</w:t>
      </w:r>
      <w:r w:rsidRPr="00DD008C">
        <w:rPr>
          <w:rFonts w:asciiTheme="majorBidi" w:hAnsiTheme="majorBidi" w:cstheme="majorBidi"/>
        </w:rPr>
        <w:t xml:space="preserve">, </w:t>
      </w:r>
      <w:r w:rsidR="008932E8" w:rsidRPr="00DD008C">
        <w:rPr>
          <w:rFonts w:asciiTheme="majorBidi" w:hAnsiTheme="majorBidi" w:cstheme="majorBidi"/>
        </w:rPr>
        <w:t>MSE</w:t>
      </w:r>
      <w:r w:rsidRPr="00DD008C">
        <w:rPr>
          <w:rFonts w:asciiTheme="majorBidi" w:hAnsiTheme="majorBidi" w:cstheme="majorBidi"/>
        </w:rPr>
        <w:t xml:space="preserve"> and </w:t>
      </w:r>
      <w:r w:rsidR="008932E8" w:rsidRPr="00DD008C">
        <w:rPr>
          <w:rFonts w:asciiTheme="majorBidi" w:hAnsiTheme="majorBidi" w:cstheme="majorBidi"/>
        </w:rPr>
        <w:t>RMSE</w:t>
      </w:r>
      <w:r w:rsidRPr="00DD008C">
        <w:rPr>
          <w:rFonts w:asciiTheme="majorBidi" w:hAnsiTheme="majorBidi" w:cstheme="majorBidi"/>
        </w:rPr>
        <w:t xml:space="preserve">. Further, the results analysis revealed that the </w:t>
      </w:r>
      <w:r w:rsidR="008932E8" w:rsidRPr="00DD008C">
        <w:rPr>
          <w:rFonts w:asciiTheme="majorBidi" w:hAnsiTheme="majorBidi" w:cstheme="majorBidi"/>
        </w:rPr>
        <w:t>SVD</w:t>
      </w:r>
      <w:r w:rsidRPr="00DD008C">
        <w:rPr>
          <w:rFonts w:asciiTheme="majorBidi" w:hAnsiTheme="majorBidi" w:cstheme="majorBidi"/>
        </w:rPr>
        <w:t xml:space="preserve"> performed better than </w:t>
      </w:r>
      <w:r w:rsidR="008932E8" w:rsidRPr="00DD008C">
        <w:rPr>
          <w:rFonts w:asciiTheme="majorBidi" w:hAnsiTheme="majorBidi" w:cstheme="majorBidi"/>
        </w:rPr>
        <w:t>KNN</w:t>
      </w:r>
      <w:r w:rsidRPr="00DD008C">
        <w:rPr>
          <w:rFonts w:asciiTheme="majorBidi" w:hAnsiTheme="majorBidi" w:cstheme="majorBidi"/>
        </w:rPr>
        <w:t xml:space="preserve"> algorithm. It was also established as the superior method for movie recommendation because it has the ability to personalize recommendations to suit user tastes. This creates a diverse list of suggested movies for each user and therefore enhances the user satisfaction of the recommendation system.</w:t>
      </w:r>
      <w:r w:rsidR="00BB2B0C" w:rsidRPr="00DD008C">
        <w:rPr>
          <w:rFonts w:asciiTheme="majorBidi" w:hAnsiTheme="majorBidi" w:cstheme="majorBidi"/>
        </w:rPr>
        <w:t xml:space="preserve"> For future plan, in order to improve the performance of the current model, priority will be given to the exploration of ensemble method and hyperparameter tuning. Furthermore, there is an opportunity to implement deep learning technique, which can handle massive amounts of data and discover complex patterns.</w:t>
      </w:r>
    </w:p>
    <w:p w14:paraId="214D910B" w14:textId="77777777" w:rsidR="005C090C" w:rsidRPr="00DD008C" w:rsidRDefault="005C090C">
      <w:pPr>
        <w:rPr>
          <w:rFonts w:asciiTheme="majorBidi" w:hAnsiTheme="majorBidi" w:cstheme="majorBidi"/>
          <w:b/>
        </w:rPr>
      </w:pPr>
      <w:r w:rsidRPr="00DD008C">
        <w:rPr>
          <w:rFonts w:asciiTheme="majorBidi" w:hAnsiTheme="majorBidi" w:cstheme="majorBidi"/>
          <w:caps/>
        </w:rPr>
        <w:br w:type="page"/>
      </w:r>
    </w:p>
    <w:p w14:paraId="1C179AB8" w14:textId="014DD0BD" w:rsidR="005403E8" w:rsidRPr="00DD008C" w:rsidRDefault="00395CD8" w:rsidP="002C0FF7">
      <w:pPr>
        <w:pStyle w:val="Heading1"/>
      </w:pPr>
      <w:r w:rsidRPr="00DD008C">
        <w:rPr>
          <w:rFonts w:asciiTheme="majorBidi" w:hAnsiTheme="majorBidi" w:cstheme="majorBidi"/>
          <w:caps w:val="0"/>
        </w:rPr>
        <w:lastRenderedPageBreak/>
        <w:t>REFERENCES</w:t>
      </w:r>
      <w:r w:rsidR="009A4412" w:rsidRPr="00DD008C">
        <w:t xml:space="preserve"> </w:t>
      </w:r>
    </w:p>
    <w:p w14:paraId="7D51303F" w14:textId="41BD5D5F" w:rsidR="005403E8" w:rsidRPr="00DD008C" w:rsidRDefault="002C0FF7" w:rsidP="005403E8">
      <w:pPr>
        <w:pStyle w:val="Reference"/>
        <w:rPr>
          <w:rFonts w:asciiTheme="majorBidi" w:hAnsiTheme="majorBidi" w:cstheme="majorBidi"/>
        </w:rPr>
      </w:pPr>
      <w:r w:rsidRPr="00DD008C">
        <w:rPr>
          <w:rFonts w:asciiTheme="majorBidi" w:hAnsiTheme="majorBidi" w:cstheme="majorBidi"/>
        </w:rPr>
        <w:t>A. Liu, Y. Zhang, and J. Li, “Personalized movie recommendation,” in </w:t>
      </w:r>
      <w:r w:rsidRPr="00DD008C">
        <w:rPr>
          <w:rFonts w:asciiTheme="majorBidi" w:hAnsiTheme="majorBidi" w:cstheme="majorBidi"/>
          <w:i/>
          <w:iCs/>
        </w:rPr>
        <w:t>Proceedings of the 17th A</w:t>
      </w:r>
      <w:r w:rsidR="00FC0B1A" w:rsidRPr="00DD008C">
        <w:rPr>
          <w:rFonts w:asciiTheme="majorBidi" w:hAnsiTheme="majorBidi" w:cstheme="majorBidi"/>
          <w:i/>
          <w:iCs/>
        </w:rPr>
        <w:t xml:space="preserve">ssociation for </w:t>
      </w:r>
      <w:r w:rsidRPr="00DD008C">
        <w:rPr>
          <w:rFonts w:asciiTheme="majorBidi" w:hAnsiTheme="majorBidi" w:cstheme="majorBidi"/>
          <w:i/>
          <w:iCs/>
        </w:rPr>
        <w:t>C</w:t>
      </w:r>
      <w:r w:rsidR="00FC0B1A" w:rsidRPr="00DD008C">
        <w:rPr>
          <w:rFonts w:asciiTheme="majorBidi" w:hAnsiTheme="majorBidi" w:cstheme="majorBidi"/>
          <w:i/>
          <w:iCs/>
        </w:rPr>
        <w:t xml:space="preserve">omputing </w:t>
      </w:r>
      <w:r w:rsidRPr="00DD008C">
        <w:rPr>
          <w:rFonts w:asciiTheme="majorBidi" w:hAnsiTheme="majorBidi" w:cstheme="majorBidi"/>
          <w:i/>
          <w:iCs/>
        </w:rPr>
        <w:t>M</w:t>
      </w:r>
      <w:r w:rsidR="00FC0B1A" w:rsidRPr="00DD008C">
        <w:rPr>
          <w:rFonts w:asciiTheme="majorBidi" w:hAnsiTheme="majorBidi" w:cstheme="majorBidi"/>
          <w:i/>
          <w:iCs/>
        </w:rPr>
        <w:t>achinery</w:t>
      </w:r>
      <w:r w:rsidRPr="00DD008C">
        <w:rPr>
          <w:rFonts w:asciiTheme="majorBidi" w:hAnsiTheme="majorBidi" w:cstheme="majorBidi"/>
          <w:i/>
          <w:iCs/>
        </w:rPr>
        <w:t xml:space="preserve"> International Conference on Multimedia</w:t>
      </w:r>
      <w:r w:rsidRPr="00DD008C">
        <w:rPr>
          <w:rFonts w:asciiTheme="majorBidi" w:hAnsiTheme="majorBidi" w:cstheme="majorBidi"/>
        </w:rPr>
        <w:t>, (</w:t>
      </w:r>
      <w:r w:rsidR="00FC0B1A" w:rsidRPr="00DD008C">
        <w:rPr>
          <w:rFonts w:asciiTheme="majorBidi" w:hAnsiTheme="majorBidi" w:cstheme="majorBidi"/>
          <w:i/>
          <w:iCs/>
        </w:rPr>
        <w:t>Association for Computing Machinery</w:t>
      </w:r>
      <w:r w:rsidRPr="00DD008C">
        <w:rPr>
          <w:rFonts w:asciiTheme="majorBidi" w:hAnsiTheme="majorBidi" w:cstheme="majorBidi"/>
        </w:rPr>
        <w:t>, Beijing China, 2009), pp. 845–848.</w:t>
      </w:r>
    </w:p>
    <w:p w14:paraId="5B7E8A6D" w14:textId="379042E4" w:rsidR="005403E8" w:rsidRPr="00DD008C" w:rsidRDefault="002C0FF7" w:rsidP="005403E8">
      <w:pPr>
        <w:pStyle w:val="Reference"/>
        <w:rPr>
          <w:rFonts w:asciiTheme="majorBidi" w:hAnsiTheme="majorBidi" w:cstheme="majorBidi"/>
        </w:rPr>
      </w:pPr>
      <w:r w:rsidRPr="00DD008C">
        <w:rPr>
          <w:rFonts w:asciiTheme="majorBidi" w:hAnsiTheme="majorBidi" w:cstheme="majorBidi"/>
        </w:rPr>
        <w:t>N. Sharma, and M. Dutta, “Movie Recommendation Systems: A Brief Overview,” in </w:t>
      </w:r>
      <w:r w:rsidRPr="00DD008C">
        <w:rPr>
          <w:rFonts w:asciiTheme="majorBidi" w:hAnsiTheme="majorBidi" w:cstheme="majorBidi"/>
          <w:i/>
          <w:iCs/>
        </w:rPr>
        <w:t>Proceedings of the 8th International Conference on Computer and Communications Management</w:t>
      </w:r>
      <w:r w:rsidRPr="00DD008C">
        <w:rPr>
          <w:rFonts w:asciiTheme="majorBidi" w:hAnsiTheme="majorBidi" w:cstheme="majorBidi"/>
        </w:rPr>
        <w:t>, (</w:t>
      </w:r>
      <w:r w:rsidR="00FC0B1A" w:rsidRPr="00DD008C">
        <w:rPr>
          <w:rFonts w:asciiTheme="majorBidi" w:hAnsiTheme="majorBidi" w:cstheme="majorBidi"/>
          <w:i/>
          <w:iCs/>
        </w:rPr>
        <w:t>Association for Computing Machinery</w:t>
      </w:r>
      <w:r w:rsidRPr="00DD008C">
        <w:rPr>
          <w:rFonts w:asciiTheme="majorBidi" w:hAnsiTheme="majorBidi" w:cstheme="majorBidi"/>
        </w:rPr>
        <w:t xml:space="preserve">, Singapore </w:t>
      </w:r>
      <w:proofErr w:type="spellStart"/>
      <w:r w:rsidRPr="00DD008C">
        <w:rPr>
          <w:rFonts w:asciiTheme="majorBidi" w:hAnsiTheme="majorBidi" w:cstheme="majorBidi"/>
        </w:rPr>
        <w:t>Singapore</w:t>
      </w:r>
      <w:proofErr w:type="spellEnd"/>
      <w:r w:rsidRPr="00DD008C">
        <w:rPr>
          <w:rFonts w:asciiTheme="majorBidi" w:hAnsiTheme="majorBidi" w:cstheme="majorBidi"/>
        </w:rPr>
        <w:t>, 2020), pp. 59–62.</w:t>
      </w:r>
    </w:p>
    <w:p w14:paraId="2B5478F7" w14:textId="3FAD22ED" w:rsidR="002C0FF7" w:rsidRPr="00DD008C" w:rsidRDefault="002C0FF7" w:rsidP="005403E8">
      <w:pPr>
        <w:pStyle w:val="Reference"/>
        <w:rPr>
          <w:rFonts w:asciiTheme="majorBidi" w:hAnsiTheme="majorBidi" w:cstheme="majorBidi"/>
        </w:rPr>
      </w:pPr>
      <w:r w:rsidRPr="00DD008C">
        <w:rPr>
          <w:rFonts w:asciiTheme="majorBidi" w:hAnsiTheme="majorBidi" w:cstheme="majorBidi"/>
        </w:rPr>
        <w:t xml:space="preserve">B.-B. Cui, “Design and Implementation of Movie Recommendation System Based on </w:t>
      </w:r>
      <w:proofErr w:type="spellStart"/>
      <w:r w:rsidRPr="00DD008C">
        <w:rPr>
          <w:rFonts w:asciiTheme="majorBidi" w:hAnsiTheme="majorBidi" w:cstheme="majorBidi"/>
        </w:rPr>
        <w:t>Knn</w:t>
      </w:r>
      <w:proofErr w:type="spellEnd"/>
      <w:r w:rsidRPr="00DD008C">
        <w:rPr>
          <w:rFonts w:asciiTheme="majorBidi" w:hAnsiTheme="majorBidi" w:cstheme="majorBidi"/>
        </w:rPr>
        <w:t xml:space="preserve"> Collaborative Filtering Algorithm,” ITM Web Conf</w:t>
      </w:r>
      <w:r w:rsidR="00F346A2" w:rsidRPr="00DD008C">
        <w:rPr>
          <w:rFonts w:asciiTheme="majorBidi" w:hAnsiTheme="majorBidi" w:cstheme="majorBidi"/>
        </w:rPr>
        <w:t>erences</w:t>
      </w:r>
      <w:r w:rsidRPr="00DD008C">
        <w:rPr>
          <w:rFonts w:asciiTheme="majorBidi" w:hAnsiTheme="majorBidi" w:cstheme="majorBidi"/>
        </w:rPr>
        <w:t> </w:t>
      </w:r>
      <w:r w:rsidRPr="00DD008C">
        <w:rPr>
          <w:rFonts w:asciiTheme="majorBidi" w:hAnsiTheme="majorBidi" w:cstheme="majorBidi"/>
          <w:b/>
          <w:bCs/>
        </w:rPr>
        <w:t>12</w:t>
      </w:r>
      <w:r w:rsidRPr="00DD008C">
        <w:rPr>
          <w:rFonts w:asciiTheme="majorBidi" w:hAnsiTheme="majorBidi" w:cstheme="majorBidi"/>
        </w:rPr>
        <w:t>, 04008 (2017).</w:t>
      </w:r>
    </w:p>
    <w:p w14:paraId="243CC704" w14:textId="63CBA3C0" w:rsidR="002C0FF7" w:rsidRPr="00DD008C" w:rsidRDefault="002C0FF7" w:rsidP="005403E8">
      <w:pPr>
        <w:pStyle w:val="Reference"/>
        <w:rPr>
          <w:rFonts w:asciiTheme="majorBidi" w:hAnsiTheme="majorBidi" w:cstheme="majorBidi"/>
        </w:rPr>
      </w:pPr>
      <w:r w:rsidRPr="00DD008C">
        <w:rPr>
          <w:rFonts w:asciiTheme="majorBidi" w:hAnsiTheme="majorBidi" w:cstheme="majorBidi"/>
        </w:rPr>
        <w:t xml:space="preserve">G. Geetha, M. Safa, C. Fancy, and D. Saranya, “A Hybrid Approach using Collaborative filtering and Content based Filtering for Recommender System,” </w:t>
      </w:r>
      <w:r w:rsidR="00093A7F" w:rsidRPr="00DD008C">
        <w:rPr>
          <w:rFonts w:asciiTheme="majorBidi" w:hAnsiTheme="majorBidi" w:cstheme="majorBidi"/>
        </w:rPr>
        <w:t>Journal of Physics: Conference Series</w:t>
      </w:r>
      <w:r w:rsidRPr="00DD008C">
        <w:rPr>
          <w:rFonts w:asciiTheme="majorBidi" w:hAnsiTheme="majorBidi" w:cstheme="majorBidi"/>
        </w:rPr>
        <w:t> </w:t>
      </w:r>
      <w:r w:rsidRPr="00DD008C">
        <w:rPr>
          <w:rFonts w:asciiTheme="majorBidi" w:hAnsiTheme="majorBidi" w:cstheme="majorBidi"/>
          <w:b/>
          <w:bCs/>
        </w:rPr>
        <w:t>1000</w:t>
      </w:r>
      <w:r w:rsidRPr="00DD008C">
        <w:rPr>
          <w:rFonts w:asciiTheme="majorBidi" w:hAnsiTheme="majorBidi" w:cstheme="majorBidi"/>
        </w:rPr>
        <w:t>, 012101 (2018).</w:t>
      </w:r>
    </w:p>
    <w:p w14:paraId="2DE1C265" w14:textId="6A378E29" w:rsidR="00375DA5" w:rsidRPr="00DD008C" w:rsidRDefault="00375DA5" w:rsidP="005403E8">
      <w:pPr>
        <w:pStyle w:val="Reference"/>
        <w:rPr>
          <w:rFonts w:asciiTheme="majorBidi" w:hAnsiTheme="majorBidi" w:cstheme="majorBidi"/>
        </w:rPr>
      </w:pPr>
      <w:r w:rsidRPr="00DD008C">
        <w:rPr>
          <w:rFonts w:asciiTheme="majorBidi" w:hAnsiTheme="majorBidi" w:cstheme="majorBidi"/>
        </w:rPr>
        <w:t>V.X. Chen, and T.Y. Tang, “Incorporating Singular Value Decomposition in User-based Collaborative Filtering Technique for a Movie Recommendation System: A Comparative Study,” in </w:t>
      </w:r>
      <w:r w:rsidRPr="00DD008C">
        <w:rPr>
          <w:rFonts w:asciiTheme="majorBidi" w:hAnsiTheme="majorBidi" w:cstheme="majorBidi"/>
          <w:i/>
          <w:iCs/>
        </w:rPr>
        <w:t>Proceedings of the 2019 the International Conference on Pattern Recognition and Artificial Intelligence</w:t>
      </w:r>
      <w:r w:rsidRPr="00DD008C">
        <w:rPr>
          <w:rFonts w:asciiTheme="majorBidi" w:hAnsiTheme="majorBidi" w:cstheme="majorBidi"/>
        </w:rPr>
        <w:t>, (</w:t>
      </w:r>
      <w:r w:rsidR="00FC0B1A" w:rsidRPr="00DD008C">
        <w:rPr>
          <w:rFonts w:asciiTheme="majorBidi" w:hAnsiTheme="majorBidi" w:cstheme="majorBidi"/>
          <w:i/>
          <w:iCs/>
        </w:rPr>
        <w:t>Association for Computing Machinery</w:t>
      </w:r>
      <w:r w:rsidRPr="00DD008C">
        <w:rPr>
          <w:rFonts w:asciiTheme="majorBidi" w:hAnsiTheme="majorBidi" w:cstheme="majorBidi"/>
        </w:rPr>
        <w:t>, Wenzhou China, 2019), pp. 12–15.</w:t>
      </w:r>
    </w:p>
    <w:p w14:paraId="2D943B5A" w14:textId="31543273" w:rsidR="002B1AB9" w:rsidRPr="00DD008C" w:rsidRDefault="002B1AB9" w:rsidP="005403E8">
      <w:pPr>
        <w:pStyle w:val="Reference"/>
        <w:rPr>
          <w:rFonts w:asciiTheme="majorBidi" w:hAnsiTheme="majorBidi" w:cstheme="majorBidi"/>
        </w:rPr>
      </w:pPr>
      <w:r w:rsidRPr="00DD008C">
        <w:rPr>
          <w:rFonts w:asciiTheme="majorBidi" w:hAnsiTheme="majorBidi" w:cstheme="majorBidi"/>
        </w:rPr>
        <w:t>R. Ghawi, and J. Pfeffer, “Movie Genres Classification using Collaborative Filtering,” in </w:t>
      </w:r>
      <w:r w:rsidRPr="00DD008C">
        <w:rPr>
          <w:rFonts w:asciiTheme="majorBidi" w:hAnsiTheme="majorBidi" w:cstheme="majorBidi"/>
          <w:i/>
          <w:iCs/>
        </w:rPr>
        <w:t>Proceedings of the 21st International Conference on Information Integration and Web-Based Applications &amp; Services</w:t>
      </w:r>
      <w:r w:rsidRPr="00DD008C">
        <w:rPr>
          <w:rFonts w:asciiTheme="majorBidi" w:hAnsiTheme="majorBidi" w:cstheme="majorBidi"/>
        </w:rPr>
        <w:t>, (</w:t>
      </w:r>
      <w:r w:rsidR="00F346A2" w:rsidRPr="00DD008C">
        <w:rPr>
          <w:rFonts w:asciiTheme="majorBidi" w:hAnsiTheme="majorBidi" w:cstheme="majorBidi"/>
          <w:i/>
          <w:iCs/>
        </w:rPr>
        <w:t>Association for Computing Machinery</w:t>
      </w:r>
      <w:r w:rsidRPr="00DD008C">
        <w:rPr>
          <w:rFonts w:asciiTheme="majorBidi" w:hAnsiTheme="majorBidi" w:cstheme="majorBidi"/>
        </w:rPr>
        <w:t>, Munich Germany, 2019), pp. 35–44.</w:t>
      </w:r>
    </w:p>
    <w:p w14:paraId="2194E944" w14:textId="0ED13875" w:rsidR="006901EF" w:rsidRPr="00DD008C" w:rsidRDefault="00AA2CB1" w:rsidP="005403E8">
      <w:pPr>
        <w:pStyle w:val="Reference"/>
        <w:rPr>
          <w:rFonts w:asciiTheme="majorBidi" w:hAnsiTheme="majorBidi" w:cstheme="majorBidi"/>
        </w:rPr>
      </w:pPr>
      <w:r w:rsidRPr="00DD008C">
        <w:rPr>
          <w:rFonts w:asciiTheme="majorBidi" w:hAnsiTheme="majorBidi" w:cstheme="majorBidi"/>
        </w:rPr>
        <w:t xml:space="preserve">F. Furtado, and A. Singh, “Movie Recommendation System </w:t>
      </w:r>
      <w:proofErr w:type="gramStart"/>
      <w:r w:rsidRPr="00DD008C">
        <w:rPr>
          <w:rFonts w:asciiTheme="majorBidi" w:hAnsiTheme="majorBidi" w:cstheme="majorBidi"/>
        </w:rPr>
        <w:t>using</w:t>
      </w:r>
      <w:proofErr w:type="gramEnd"/>
      <w:r w:rsidRPr="00DD008C">
        <w:rPr>
          <w:rFonts w:asciiTheme="majorBidi" w:hAnsiTheme="majorBidi" w:cstheme="majorBidi"/>
        </w:rPr>
        <w:t xml:space="preserve"> Machine Learning,” </w:t>
      </w:r>
      <w:r w:rsidR="0012114F" w:rsidRPr="00DD008C">
        <w:rPr>
          <w:rFonts w:asciiTheme="majorBidi" w:hAnsiTheme="majorBidi" w:cstheme="majorBidi"/>
        </w:rPr>
        <w:t>International Journal of Research in Industrial Engineering</w:t>
      </w:r>
      <w:r w:rsidRPr="00DD008C">
        <w:rPr>
          <w:rFonts w:asciiTheme="majorBidi" w:hAnsiTheme="majorBidi" w:cstheme="majorBidi"/>
        </w:rPr>
        <w:t xml:space="preserve"> (Online First), (2020</w:t>
      </w:r>
      <w:r w:rsidR="006901EF" w:rsidRPr="00DD008C">
        <w:rPr>
          <w:rFonts w:asciiTheme="majorBidi" w:hAnsiTheme="majorBidi" w:cstheme="majorBidi"/>
        </w:rPr>
        <w:t>).</w:t>
      </w:r>
    </w:p>
    <w:p w14:paraId="59C6A50D" w14:textId="1BBFE1A5" w:rsidR="002B1AB9" w:rsidRPr="00DD008C" w:rsidRDefault="002B1AB9" w:rsidP="005403E8">
      <w:pPr>
        <w:pStyle w:val="Reference"/>
        <w:rPr>
          <w:rFonts w:asciiTheme="majorBidi" w:hAnsiTheme="majorBidi" w:cstheme="majorBidi"/>
        </w:rPr>
      </w:pPr>
      <w:r w:rsidRPr="00DD008C">
        <w:rPr>
          <w:rFonts w:asciiTheme="majorBidi" w:hAnsiTheme="majorBidi" w:cstheme="majorBidi"/>
        </w:rPr>
        <w:t xml:space="preserve">Prince Praveen, Sagar Parmar, Praveen Goud, and Universal College of Engineering, “Movie Recommendation System Approaches,” </w:t>
      </w:r>
      <w:r w:rsidR="00415D55" w:rsidRPr="00DD008C">
        <w:rPr>
          <w:rFonts w:asciiTheme="majorBidi" w:hAnsiTheme="majorBidi" w:cstheme="majorBidi"/>
        </w:rPr>
        <w:t>International Journal of Engineering &amp; Technology</w:t>
      </w:r>
      <w:r w:rsidRPr="00DD008C">
        <w:rPr>
          <w:rFonts w:asciiTheme="majorBidi" w:hAnsiTheme="majorBidi" w:cstheme="majorBidi"/>
        </w:rPr>
        <w:t> </w:t>
      </w:r>
      <w:r w:rsidRPr="00DD008C">
        <w:rPr>
          <w:rFonts w:asciiTheme="majorBidi" w:hAnsiTheme="majorBidi" w:cstheme="majorBidi"/>
          <w:b/>
          <w:bCs/>
        </w:rPr>
        <w:t>V9</w:t>
      </w:r>
      <w:r w:rsidRPr="00DD008C">
        <w:rPr>
          <w:rFonts w:asciiTheme="majorBidi" w:hAnsiTheme="majorBidi" w:cstheme="majorBidi"/>
        </w:rPr>
        <w:t>(04), IJERTV9IS040710 (2020).</w:t>
      </w:r>
    </w:p>
    <w:p w14:paraId="32C55578" w14:textId="12518C27" w:rsidR="002B1AB9" w:rsidRPr="00DD008C" w:rsidRDefault="002B1AB9" w:rsidP="005403E8">
      <w:pPr>
        <w:pStyle w:val="Reference"/>
        <w:rPr>
          <w:rFonts w:asciiTheme="majorBidi" w:hAnsiTheme="majorBidi" w:cstheme="majorBidi"/>
        </w:rPr>
      </w:pPr>
      <w:r w:rsidRPr="00DD008C">
        <w:rPr>
          <w:rFonts w:asciiTheme="majorBidi" w:hAnsiTheme="majorBidi" w:cstheme="majorBidi"/>
        </w:rPr>
        <w:t xml:space="preserve">M.  Chenna Keshava, P.  Narendra Reddy, S.  Srinivasulu, B.  Dinesh Naik, and JNTUA College of Engineering, </w:t>
      </w:r>
      <w:proofErr w:type="spellStart"/>
      <w:r w:rsidRPr="00DD008C">
        <w:rPr>
          <w:rFonts w:asciiTheme="majorBidi" w:hAnsiTheme="majorBidi" w:cstheme="majorBidi"/>
        </w:rPr>
        <w:t>Pulivendula</w:t>
      </w:r>
      <w:proofErr w:type="spellEnd"/>
      <w:r w:rsidRPr="00DD008C">
        <w:rPr>
          <w:rFonts w:asciiTheme="majorBidi" w:hAnsiTheme="majorBidi" w:cstheme="majorBidi"/>
        </w:rPr>
        <w:t xml:space="preserve">, “Machine Learning Model for Movie Recommendation System,” </w:t>
      </w:r>
      <w:r w:rsidR="00415D55" w:rsidRPr="00DD008C">
        <w:rPr>
          <w:rFonts w:asciiTheme="majorBidi" w:hAnsiTheme="majorBidi" w:cstheme="majorBidi"/>
        </w:rPr>
        <w:t>International Journal of Engineering &amp; Technology</w:t>
      </w:r>
      <w:r w:rsidRPr="00DD008C">
        <w:rPr>
          <w:rFonts w:asciiTheme="majorBidi" w:hAnsiTheme="majorBidi" w:cstheme="majorBidi"/>
        </w:rPr>
        <w:t> </w:t>
      </w:r>
      <w:r w:rsidRPr="00DD008C">
        <w:rPr>
          <w:rFonts w:asciiTheme="majorBidi" w:hAnsiTheme="majorBidi" w:cstheme="majorBidi"/>
          <w:b/>
          <w:bCs/>
        </w:rPr>
        <w:t>V9</w:t>
      </w:r>
      <w:r w:rsidRPr="00DD008C">
        <w:rPr>
          <w:rFonts w:asciiTheme="majorBidi" w:hAnsiTheme="majorBidi" w:cstheme="majorBidi"/>
        </w:rPr>
        <w:t>(04), IJERTV9IS040741 (2020).</w:t>
      </w:r>
    </w:p>
    <w:p w14:paraId="43FFE646" w14:textId="599671B0" w:rsidR="002B1AB9" w:rsidRPr="00DD008C" w:rsidRDefault="002B1AB9" w:rsidP="005403E8">
      <w:pPr>
        <w:pStyle w:val="Reference"/>
        <w:rPr>
          <w:rFonts w:asciiTheme="majorBidi" w:hAnsiTheme="majorBidi" w:cstheme="majorBidi"/>
        </w:rPr>
      </w:pPr>
      <w:r w:rsidRPr="00DD008C">
        <w:rPr>
          <w:rFonts w:asciiTheme="majorBidi" w:hAnsiTheme="majorBidi" w:cstheme="majorBidi"/>
        </w:rPr>
        <w:t>B. Walek, and V. Fojtik, “A hybrid recommender system for recommending relevant movies using an expert system,” Expert Systems with Applications </w:t>
      </w:r>
      <w:r w:rsidRPr="00DD008C">
        <w:rPr>
          <w:rFonts w:asciiTheme="majorBidi" w:hAnsiTheme="majorBidi" w:cstheme="majorBidi"/>
          <w:b/>
          <w:bCs/>
        </w:rPr>
        <w:t>158</w:t>
      </w:r>
      <w:r w:rsidRPr="00DD008C">
        <w:rPr>
          <w:rFonts w:asciiTheme="majorBidi" w:hAnsiTheme="majorBidi" w:cstheme="majorBidi"/>
        </w:rPr>
        <w:t>, 113452 (2020).</w:t>
      </w:r>
    </w:p>
    <w:p w14:paraId="752C0C88" w14:textId="43E608BE" w:rsidR="002B1AB9" w:rsidRPr="00DD008C" w:rsidRDefault="002B1AB9" w:rsidP="005403E8">
      <w:pPr>
        <w:pStyle w:val="Reference"/>
        <w:rPr>
          <w:rFonts w:asciiTheme="majorBidi" w:hAnsiTheme="majorBidi" w:cstheme="majorBidi"/>
        </w:rPr>
      </w:pPr>
      <w:r w:rsidRPr="00DD008C">
        <w:rPr>
          <w:rFonts w:asciiTheme="majorBidi" w:hAnsiTheme="majorBidi" w:cstheme="majorBidi"/>
        </w:rPr>
        <w:t>S. Chawla, S. Gupta, and R. Majumdar, “Movie Recommendation Models Using Machine Learning,” in </w:t>
      </w:r>
      <w:r w:rsidRPr="00DD008C">
        <w:rPr>
          <w:rFonts w:asciiTheme="majorBidi" w:hAnsiTheme="majorBidi" w:cstheme="majorBidi"/>
          <w:i/>
          <w:iCs/>
        </w:rPr>
        <w:t>2021 5th International Conference on Information Systems and Computer Networks (ISCON)</w:t>
      </w:r>
      <w:r w:rsidRPr="00DD008C">
        <w:rPr>
          <w:rFonts w:asciiTheme="majorBidi" w:hAnsiTheme="majorBidi" w:cstheme="majorBidi"/>
        </w:rPr>
        <w:t>, (I</w:t>
      </w:r>
      <w:r w:rsidR="003B3FD2" w:rsidRPr="00DD008C">
        <w:rPr>
          <w:rFonts w:asciiTheme="majorBidi" w:hAnsiTheme="majorBidi" w:cstheme="majorBidi"/>
        </w:rPr>
        <w:t xml:space="preserve">nstitute of </w:t>
      </w:r>
      <w:r w:rsidRPr="00DD008C">
        <w:rPr>
          <w:rFonts w:asciiTheme="majorBidi" w:hAnsiTheme="majorBidi" w:cstheme="majorBidi"/>
        </w:rPr>
        <w:t>E</w:t>
      </w:r>
      <w:r w:rsidR="003B3FD2" w:rsidRPr="00DD008C">
        <w:rPr>
          <w:rFonts w:asciiTheme="majorBidi" w:hAnsiTheme="majorBidi" w:cstheme="majorBidi"/>
        </w:rPr>
        <w:t xml:space="preserve">lectrical and </w:t>
      </w:r>
      <w:r w:rsidRPr="00DD008C">
        <w:rPr>
          <w:rFonts w:asciiTheme="majorBidi" w:hAnsiTheme="majorBidi" w:cstheme="majorBidi"/>
        </w:rPr>
        <w:t>E</w:t>
      </w:r>
      <w:r w:rsidR="003B3FD2" w:rsidRPr="00DD008C">
        <w:rPr>
          <w:rFonts w:asciiTheme="majorBidi" w:hAnsiTheme="majorBidi" w:cstheme="majorBidi"/>
        </w:rPr>
        <w:t xml:space="preserve">lectronics </w:t>
      </w:r>
      <w:r w:rsidRPr="00DD008C">
        <w:rPr>
          <w:rFonts w:asciiTheme="majorBidi" w:hAnsiTheme="majorBidi" w:cstheme="majorBidi"/>
        </w:rPr>
        <w:t>E</w:t>
      </w:r>
      <w:r w:rsidR="003B3FD2" w:rsidRPr="00DD008C">
        <w:rPr>
          <w:rFonts w:asciiTheme="majorBidi" w:hAnsiTheme="majorBidi" w:cstheme="majorBidi"/>
        </w:rPr>
        <w:t>ngineers</w:t>
      </w:r>
      <w:r w:rsidRPr="00DD008C">
        <w:rPr>
          <w:rFonts w:asciiTheme="majorBidi" w:hAnsiTheme="majorBidi" w:cstheme="majorBidi"/>
        </w:rPr>
        <w:t>, Mathura, India, 2021), pp. 1–6.</w:t>
      </w:r>
    </w:p>
    <w:p w14:paraId="6B9E8212" w14:textId="5D4E81E6" w:rsidR="002B1AB9" w:rsidRPr="00DD008C" w:rsidRDefault="00115D79" w:rsidP="005403E8">
      <w:pPr>
        <w:pStyle w:val="Reference"/>
        <w:rPr>
          <w:rFonts w:asciiTheme="majorBidi" w:hAnsiTheme="majorBidi" w:cstheme="majorBidi"/>
        </w:rPr>
      </w:pPr>
      <w:r w:rsidRPr="00DD008C">
        <w:rPr>
          <w:rFonts w:asciiTheme="majorBidi" w:hAnsiTheme="majorBidi" w:cstheme="majorBidi"/>
        </w:rPr>
        <w:t>L. Sama, H. Wang, and A. Makkar, “Movie Recommendation System Using Deep Learning,” in </w:t>
      </w:r>
      <w:r w:rsidRPr="00DD008C">
        <w:rPr>
          <w:rFonts w:asciiTheme="majorBidi" w:hAnsiTheme="majorBidi" w:cstheme="majorBidi"/>
          <w:i/>
          <w:iCs/>
        </w:rPr>
        <w:t>2021 9th International Conference on Orange Technology</w:t>
      </w:r>
      <w:r w:rsidR="006601FC" w:rsidRPr="00DD008C">
        <w:rPr>
          <w:rFonts w:asciiTheme="majorBidi" w:hAnsiTheme="majorBidi" w:cstheme="majorBidi"/>
          <w:i/>
          <w:iCs/>
        </w:rPr>
        <w:t xml:space="preserve"> (</w:t>
      </w:r>
      <w:r w:rsidRPr="00DD008C">
        <w:rPr>
          <w:rFonts w:asciiTheme="majorBidi" w:hAnsiTheme="majorBidi" w:cstheme="majorBidi"/>
          <w:i/>
          <w:iCs/>
        </w:rPr>
        <w:t>ICOT</w:t>
      </w:r>
      <w:r w:rsidR="006601FC" w:rsidRPr="00DD008C">
        <w:rPr>
          <w:rFonts w:asciiTheme="majorBidi" w:hAnsiTheme="majorBidi" w:cstheme="majorBidi"/>
          <w:i/>
          <w:iCs/>
        </w:rPr>
        <w:t>) (</w:t>
      </w:r>
      <w:r w:rsidR="003B3FD2" w:rsidRPr="00DD008C">
        <w:rPr>
          <w:rFonts w:asciiTheme="majorBidi" w:hAnsiTheme="majorBidi" w:cstheme="majorBidi"/>
        </w:rPr>
        <w:t>Institute of Electrical and Electronics Engineers</w:t>
      </w:r>
      <w:r w:rsidR="006601FC" w:rsidRPr="00DD008C">
        <w:rPr>
          <w:rFonts w:asciiTheme="majorBidi" w:hAnsiTheme="majorBidi" w:cstheme="majorBidi"/>
          <w:i/>
          <w:iCs/>
        </w:rPr>
        <w:t>, Tainan, Taiwan, 2021), pp. 1–4.</w:t>
      </w:r>
    </w:p>
    <w:p w14:paraId="59829AAD" w14:textId="460D7931" w:rsidR="002B1AB9" w:rsidRPr="00DD008C" w:rsidRDefault="002B1AB9" w:rsidP="005403E8">
      <w:pPr>
        <w:pStyle w:val="Reference"/>
        <w:rPr>
          <w:rFonts w:asciiTheme="majorBidi" w:hAnsiTheme="majorBidi" w:cstheme="majorBidi"/>
        </w:rPr>
      </w:pPr>
      <w:r w:rsidRPr="00DD008C">
        <w:rPr>
          <w:rFonts w:asciiTheme="majorBidi" w:hAnsiTheme="majorBidi" w:cstheme="majorBidi"/>
        </w:rPr>
        <w:t>N. Smitha, D. Anusha, C. Chaithanya, J. Sindhu, R. Tanuja, and H.S. Hemanth Kumar, “A Review on Movie Recommendation System Using Machine Learning,” in </w:t>
      </w:r>
      <w:r w:rsidRPr="00DD008C">
        <w:rPr>
          <w:rFonts w:asciiTheme="majorBidi" w:hAnsiTheme="majorBidi" w:cstheme="majorBidi"/>
          <w:i/>
          <w:iCs/>
        </w:rPr>
        <w:t>2021 Third International Conference on Intelligent Communication Technologies and Virtual Mobile Networks (ICICV)</w:t>
      </w:r>
      <w:r w:rsidRPr="00DD008C">
        <w:rPr>
          <w:rFonts w:asciiTheme="majorBidi" w:hAnsiTheme="majorBidi" w:cstheme="majorBidi"/>
        </w:rPr>
        <w:t>, (</w:t>
      </w:r>
      <w:r w:rsidR="003B3FD2" w:rsidRPr="00DD008C">
        <w:rPr>
          <w:rFonts w:asciiTheme="majorBidi" w:hAnsiTheme="majorBidi" w:cstheme="majorBidi"/>
        </w:rPr>
        <w:t>Institute of Electrical and Electronics Engineers</w:t>
      </w:r>
      <w:r w:rsidRPr="00DD008C">
        <w:rPr>
          <w:rFonts w:asciiTheme="majorBidi" w:hAnsiTheme="majorBidi" w:cstheme="majorBidi"/>
        </w:rPr>
        <w:t>, Tirunelveli, India, 2021), pp. 769–773.</w:t>
      </w:r>
    </w:p>
    <w:p w14:paraId="55904A92" w14:textId="6763E2F3" w:rsidR="002B1AB9" w:rsidRPr="00DD008C" w:rsidRDefault="002B1AB9" w:rsidP="005403E8">
      <w:pPr>
        <w:pStyle w:val="Reference"/>
        <w:rPr>
          <w:rFonts w:asciiTheme="majorBidi" w:hAnsiTheme="majorBidi" w:cstheme="majorBidi"/>
        </w:rPr>
      </w:pPr>
      <w:r w:rsidRPr="00DD008C">
        <w:rPr>
          <w:rFonts w:asciiTheme="majorBidi" w:hAnsiTheme="majorBidi" w:cstheme="majorBidi"/>
        </w:rPr>
        <w:t xml:space="preserve">J. Ananda Babu, D.R. Vinay, B.V. Kumaraswamy, and C.C.S. </w:t>
      </w:r>
      <w:proofErr w:type="spellStart"/>
      <w:r w:rsidRPr="00DD008C">
        <w:rPr>
          <w:rFonts w:asciiTheme="majorBidi" w:hAnsiTheme="majorBidi" w:cstheme="majorBidi"/>
        </w:rPr>
        <w:t>Basavaraddi</w:t>
      </w:r>
      <w:proofErr w:type="spellEnd"/>
      <w:r w:rsidRPr="00DD008C">
        <w:rPr>
          <w:rFonts w:asciiTheme="majorBidi" w:hAnsiTheme="majorBidi" w:cstheme="majorBidi"/>
        </w:rPr>
        <w:t>, “Machine learning based recommendation system on movie reviews using KNN classifiers</w:t>
      </w:r>
      <w:r w:rsidR="00093A7F" w:rsidRPr="00DD008C">
        <w:rPr>
          <w:rFonts w:asciiTheme="majorBidi" w:hAnsiTheme="majorBidi" w:cstheme="majorBidi"/>
        </w:rPr>
        <w:t>,” Journal of Physics: Conference Series </w:t>
      </w:r>
      <w:r w:rsidRPr="00DD008C">
        <w:rPr>
          <w:rFonts w:asciiTheme="majorBidi" w:hAnsiTheme="majorBidi" w:cstheme="majorBidi"/>
          <w:b/>
          <w:bCs/>
        </w:rPr>
        <w:t>1964</w:t>
      </w:r>
      <w:r w:rsidRPr="00DD008C">
        <w:rPr>
          <w:rFonts w:asciiTheme="majorBidi" w:hAnsiTheme="majorBidi" w:cstheme="majorBidi"/>
        </w:rPr>
        <w:t>(4), 042081 (2021).</w:t>
      </w:r>
    </w:p>
    <w:p w14:paraId="44A32812" w14:textId="791B4D4F" w:rsidR="002B1AB9" w:rsidRPr="00DD008C" w:rsidRDefault="002B1AB9" w:rsidP="005403E8">
      <w:pPr>
        <w:pStyle w:val="Reference"/>
        <w:rPr>
          <w:rFonts w:asciiTheme="majorBidi" w:hAnsiTheme="majorBidi" w:cstheme="majorBidi"/>
        </w:rPr>
      </w:pPr>
      <w:r w:rsidRPr="00DD008C">
        <w:rPr>
          <w:rFonts w:asciiTheme="majorBidi" w:hAnsiTheme="majorBidi" w:cstheme="majorBidi"/>
        </w:rPr>
        <w:t xml:space="preserve">Y. </w:t>
      </w:r>
      <w:proofErr w:type="spellStart"/>
      <w:r w:rsidRPr="00DD008C">
        <w:rPr>
          <w:rFonts w:asciiTheme="majorBidi" w:hAnsiTheme="majorBidi" w:cstheme="majorBidi"/>
        </w:rPr>
        <w:t>Afoudi</w:t>
      </w:r>
      <w:proofErr w:type="spellEnd"/>
      <w:r w:rsidRPr="00DD008C">
        <w:rPr>
          <w:rFonts w:asciiTheme="majorBidi" w:hAnsiTheme="majorBidi" w:cstheme="majorBidi"/>
        </w:rPr>
        <w:t>, M. Lazaar, and M. Al Achhab, “Hybrid recommendation system combined content-based filtering and collaborative prediction using artificial neural network,” Simulation Modelling Practice and Theory </w:t>
      </w:r>
      <w:r w:rsidRPr="00DD008C">
        <w:rPr>
          <w:rFonts w:asciiTheme="majorBidi" w:hAnsiTheme="majorBidi" w:cstheme="majorBidi"/>
          <w:b/>
          <w:bCs/>
        </w:rPr>
        <w:t>113</w:t>
      </w:r>
      <w:r w:rsidRPr="00DD008C">
        <w:rPr>
          <w:rFonts w:asciiTheme="majorBidi" w:hAnsiTheme="majorBidi" w:cstheme="majorBidi"/>
        </w:rPr>
        <w:t>, 102375 (2021).</w:t>
      </w:r>
    </w:p>
    <w:p w14:paraId="5B232F3F" w14:textId="04221858" w:rsidR="00C00622" w:rsidRDefault="002B1AB9" w:rsidP="004D72D3">
      <w:pPr>
        <w:pStyle w:val="Reference"/>
        <w:rPr>
          <w:rFonts w:asciiTheme="majorBidi" w:hAnsiTheme="majorBidi" w:cstheme="majorBidi"/>
        </w:rPr>
      </w:pPr>
      <w:r w:rsidRPr="00DD008C">
        <w:rPr>
          <w:rFonts w:asciiTheme="majorBidi" w:hAnsiTheme="majorBidi" w:cstheme="majorBidi"/>
        </w:rPr>
        <w:t xml:space="preserve">G. </w:t>
      </w:r>
      <w:proofErr w:type="spellStart"/>
      <w:r w:rsidRPr="00DD008C">
        <w:rPr>
          <w:rFonts w:asciiTheme="majorBidi" w:hAnsiTheme="majorBidi" w:cstheme="majorBidi"/>
        </w:rPr>
        <w:t>Sunandana</w:t>
      </w:r>
      <w:proofErr w:type="spellEnd"/>
      <w:r w:rsidRPr="00DD008C">
        <w:rPr>
          <w:rFonts w:asciiTheme="majorBidi" w:hAnsiTheme="majorBidi" w:cstheme="majorBidi"/>
        </w:rPr>
        <w:t xml:space="preserve">, M. Reshma, Y. Pratyusha, M. Kommineni, and S. </w:t>
      </w:r>
      <w:proofErr w:type="spellStart"/>
      <w:r w:rsidRPr="00DD008C">
        <w:rPr>
          <w:rFonts w:asciiTheme="majorBidi" w:hAnsiTheme="majorBidi" w:cstheme="majorBidi"/>
        </w:rPr>
        <w:t>Gogulamudi</w:t>
      </w:r>
      <w:proofErr w:type="spellEnd"/>
      <w:r w:rsidRPr="00DD008C">
        <w:rPr>
          <w:rFonts w:asciiTheme="majorBidi" w:hAnsiTheme="majorBidi" w:cstheme="majorBidi"/>
        </w:rPr>
        <w:t>, “Movie recommendation system using enhanced content-based filtering algorithm based on user demographic data,” in </w:t>
      </w:r>
      <w:r w:rsidRPr="00DD008C">
        <w:rPr>
          <w:rFonts w:asciiTheme="majorBidi" w:hAnsiTheme="majorBidi" w:cstheme="majorBidi"/>
          <w:i/>
          <w:iCs/>
        </w:rPr>
        <w:t>2021 6th International Conference on Communication and Electronics Systems (ICCES)</w:t>
      </w:r>
      <w:r w:rsidRPr="00DD008C">
        <w:rPr>
          <w:rFonts w:asciiTheme="majorBidi" w:hAnsiTheme="majorBidi" w:cstheme="majorBidi"/>
        </w:rPr>
        <w:t>, (</w:t>
      </w:r>
      <w:r w:rsidR="00322688" w:rsidRPr="00DD008C">
        <w:rPr>
          <w:rFonts w:asciiTheme="majorBidi" w:hAnsiTheme="majorBidi" w:cstheme="majorBidi"/>
        </w:rPr>
        <w:t>Institute of Electrical and Electronics Engineers</w:t>
      </w:r>
      <w:r w:rsidRPr="00DD008C">
        <w:rPr>
          <w:rFonts w:asciiTheme="majorBidi" w:hAnsiTheme="majorBidi" w:cstheme="majorBidi"/>
        </w:rPr>
        <w:t xml:space="preserve">, </w:t>
      </w:r>
      <w:proofErr w:type="spellStart"/>
      <w:r w:rsidRPr="00DD008C">
        <w:rPr>
          <w:rFonts w:asciiTheme="majorBidi" w:hAnsiTheme="majorBidi" w:cstheme="majorBidi"/>
        </w:rPr>
        <w:t>Coimbatre</w:t>
      </w:r>
      <w:proofErr w:type="spellEnd"/>
      <w:r w:rsidRPr="00DD008C">
        <w:rPr>
          <w:rFonts w:asciiTheme="majorBidi" w:hAnsiTheme="majorBidi" w:cstheme="majorBidi"/>
        </w:rPr>
        <w:t>, India, 2021), pp. 1–5.</w:t>
      </w:r>
    </w:p>
    <w:p w14:paraId="4B22702A" w14:textId="3C94A74B" w:rsidR="001E391D" w:rsidRPr="00DD008C" w:rsidRDefault="001E391D" w:rsidP="004D72D3">
      <w:pPr>
        <w:pStyle w:val="Reference"/>
        <w:rPr>
          <w:rFonts w:asciiTheme="majorBidi" w:hAnsiTheme="majorBidi" w:cstheme="majorBidi"/>
        </w:rPr>
      </w:pPr>
      <w:r w:rsidRPr="001E391D">
        <w:rPr>
          <w:rFonts w:asciiTheme="majorBidi" w:hAnsiTheme="majorBidi" w:cstheme="majorBidi"/>
        </w:rPr>
        <w:t xml:space="preserve">C.-Y. Lai, N. Hashim, and L. D. </w:t>
      </w:r>
      <w:proofErr w:type="spellStart"/>
      <w:r w:rsidRPr="001E391D">
        <w:rPr>
          <w:rFonts w:asciiTheme="majorBidi" w:hAnsiTheme="majorBidi" w:cstheme="majorBidi"/>
        </w:rPr>
        <w:t>Krisnawati</w:t>
      </w:r>
      <w:proofErr w:type="spellEnd"/>
      <w:r w:rsidRPr="001E391D">
        <w:rPr>
          <w:rFonts w:asciiTheme="majorBidi" w:hAnsiTheme="majorBidi" w:cstheme="majorBidi"/>
        </w:rPr>
        <w:t xml:space="preserve">, "Hybrid-Based Movie Recommender System: Techniques, Case Studies, Evaluation Metrics, and Future Trends," </w:t>
      </w:r>
      <w:r w:rsidRPr="001E391D">
        <w:rPr>
          <w:rFonts w:asciiTheme="majorBidi" w:hAnsiTheme="majorBidi" w:cstheme="majorBidi"/>
          <w:i/>
          <w:iCs/>
        </w:rPr>
        <w:t>Journal of Informatics and Web Engineering</w:t>
      </w:r>
      <w:r w:rsidRPr="001E391D">
        <w:rPr>
          <w:rFonts w:asciiTheme="majorBidi" w:hAnsiTheme="majorBidi" w:cstheme="majorBidi"/>
        </w:rPr>
        <w:t xml:space="preserve"> </w:t>
      </w:r>
      <w:r w:rsidRPr="001E391D">
        <w:rPr>
          <w:rFonts w:asciiTheme="majorBidi" w:hAnsiTheme="majorBidi" w:cstheme="majorBidi"/>
          <w:b/>
          <w:bCs/>
        </w:rPr>
        <w:t>4</w:t>
      </w:r>
      <w:r w:rsidRPr="001E391D">
        <w:rPr>
          <w:rFonts w:asciiTheme="majorBidi" w:hAnsiTheme="majorBidi" w:cstheme="majorBidi"/>
        </w:rPr>
        <w:t>, 90–110 (2025). https://doi.org/10.33093/jiwe.2025.4.3.5</w:t>
      </w:r>
    </w:p>
    <w:sectPr w:rsidR="001E391D" w:rsidRPr="00DD008C"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6A737DF1"/>
    <w:multiLevelType w:val="hybridMultilevel"/>
    <w:tmpl w:val="B8BA5A0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6A7F4B21"/>
    <w:multiLevelType w:val="multilevel"/>
    <w:tmpl w:val="9C62DC70"/>
    <w:lvl w:ilvl="0">
      <w:start w:val="1"/>
      <w:numFmt w:val="decimal"/>
      <w:pStyle w:val="IJASEITHeading3"/>
      <w:suff w:val="nothing"/>
      <w:lvlText w:val="%1)  "/>
      <w:lvlJc w:val="left"/>
      <w:pPr>
        <w:ind w:left="0" w:firstLine="0"/>
      </w:pPr>
      <w:rPr>
        <w:rFonts w:hint="default"/>
      </w:rPr>
    </w:lvl>
    <w:lvl w:ilvl="1">
      <w:start w:val="1"/>
      <w:numFmt w:val="decimal"/>
      <w:lvlText w:val="%1.%2)"/>
      <w:lvlJc w:val="left"/>
      <w:pPr>
        <w:tabs>
          <w:tab w:val="num" w:pos="936"/>
        </w:tabs>
        <w:ind w:left="936" w:hanging="720"/>
      </w:pPr>
      <w:rPr>
        <w:rFonts w:hint="default"/>
      </w:rPr>
    </w:lvl>
    <w:lvl w:ilvl="2">
      <w:start w:val="1"/>
      <w:numFmt w:val="decimal"/>
      <w:lvlText w:val="%1.%2)%3."/>
      <w:lvlJc w:val="left"/>
      <w:pPr>
        <w:tabs>
          <w:tab w:val="num" w:pos="936"/>
        </w:tabs>
        <w:ind w:left="936"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7"/>
  </w:num>
  <w:num w:numId="2" w16cid:durableId="1623537524">
    <w:abstractNumId w:val="3"/>
  </w:num>
  <w:num w:numId="3" w16cid:durableId="333149680">
    <w:abstractNumId w:val="14"/>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6"/>
  </w:num>
  <w:num w:numId="10" w16cid:durableId="1383210328">
    <w:abstractNumId w:val="9"/>
  </w:num>
  <w:num w:numId="11" w16cid:durableId="1513061117">
    <w:abstractNumId w:val="15"/>
  </w:num>
  <w:num w:numId="12" w16cid:durableId="958226418">
    <w:abstractNumId w:val="10"/>
  </w:num>
  <w:num w:numId="13" w16cid:durableId="771170886">
    <w:abstractNumId w:val="5"/>
  </w:num>
  <w:num w:numId="14" w16cid:durableId="1315187322">
    <w:abstractNumId w:val="16"/>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1"/>
  </w:num>
  <w:num w:numId="30" w16cid:durableId="1575971747">
    <w:abstractNumId w:val="11"/>
  </w:num>
  <w:num w:numId="31" w16cid:durableId="1939214429">
    <w:abstractNumId w:val="11"/>
    <w:lvlOverride w:ilvl="0">
      <w:startOverride w:val="1"/>
    </w:lvlOverride>
  </w:num>
  <w:num w:numId="32" w16cid:durableId="1782339355">
    <w:abstractNumId w:val="11"/>
  </w:num>
  <w:num w:numId="33" w16cid:durableId="957906086">
    <w:abstractNumId w:val="11"/>
    <w:lvlOverride w:ilvl="0">
      <w:startOverride w:val="1"/>
    </w:lvlOverride>
  </w:num>
  <w:num w:numId="34" w16cid:durableId="1087652185">
    <w:abstractNumId w:val="11"/>
    <w:lvlOverride w:ilvl="0">
      <w:startOverride w:val="1"/>
    </w:lvlOverride>
  </w:num>
  <w:num w:numId="35" w16cid:durableId="1054889863">
    <w:abstractNumId w:val="14"/>
    <w:lvlOverride w:ilvl="0">
      <w:startOverride w:val="1"/>
    </w:lvlOverride>
  </w:num>
  <w:num w:numId="36" w16cid:durableId="1812165908">
    <w:abstractNumId w:val="14"/>
  </w:num>
  <w:num w:numId="37" w16cid:durableId="1903178079">
    <w:abstractNumId w:val="14"/>
    <w:lvlOverride w:ilvl="0">
      <w:startOverride w:val="1"/>
    </w:lvlOverride>
  </w:num>
  <w:num w:numId="38" w16cid:durableId="1316564979">
    <w:abstractNumId w:val="14"/>
  </w:num>
  <w:num w:numId="39" w16cid:durableId="874267395">
    <w:abstractNumId w:val="14"/>
    <w:lvlOverride w:ilvl="0">
      <w:startOverride w:val="1"/>
    </w:lvlOverride>
  </w:num>
  <w:num w:numId="40" w16cid:durableId="1368025285">
    <w:abstractNumId w:val="14"/>
    <w:lvlOverride w:ilvl="0">
      <w:startOverride w:val="1"/>
    </w:lvlOverride>
  </w:num>
  <w:num w:numId="41" w16cid:durableId="944078796">
    <w:abstractNumId w:val="14"/>
    <w:lvlOverride w:ilvl="0">
      <w:startOverride w:val="1"/>
    </w:lvlOverride>
  </w:num>
  <w:num w:numId="42" w16cid:durableId="996031766">
    <w:abstractNumId w:val="14"/>
  </w:num>
  <w:num w:numId="43" w16cid:durableId="1289776494">
    <w:abstractNumId w:val="14"/>
  </w:num>
  <w:num w:numId="44" w16cid:durableId="1653829719">
    <w:abstractNumId w:val="2"/>
  </w:num>
  <w:num w:numId="45" w16cid:durableId="1775442011">
    <w:abstractNumId w:val="0"/>
  </w:num>
  <w:num w:numId="46" w16cid:durableId="1405182748">
    <w:abstractNumId w:val="14"/>
    <w:lvlOverride w:ilvl="0">
      <w:startOverride w:val="1"/>
    </w:lvlOverride>
  </w:num>
  <w:num w:numId="47" w16cid:durableId="1503081835">
    <w:abstractNumId w:val="13"/>
  </w:num>
  <w:num w:numId="48" w16cid:durableId="17471409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683D"/>
    <w:rsid w:val="00010726"/>
    <w:rsid w:val="00013D2E"/>
    <w:rsid w:val="00014140"/>
    <w:rsid w:val="000152C6"/>
    <w:rsid w:val="00015E1C"/>
    <w:rsid w:val="00022684"/>
    <w:rsid w:val="000258B9"/>
    <w:rsid w:val="00027428"/>
    <w:rsid w:val="00031EC9"/>
    <w:rsid w:val="0003688B"/>
    <w:rsid w:val="00037BB4"/>
    <w:rsid w:val="000419EE"/>
    <w:rsid w:val="00041D94"/>
    <w:rsid w:val="000434A4"/>
    <w:rsid w:val="00053BC2"/>
    <w:rsid w:val="00060393"/>
    <w:rsid w:val="00061153"/>
    <w:rsid w:val="000655DD"/>
    <w:rsid w:val="0006682F"/>
    <w:rsid w:val="000669DB"/>
    <w:rsid w:val="00066FED"/>
    <w:rsid w:val="00075EA6"/>
    <w:rsid w:val="0007709F"/>
    <w:rsid w:val="000822C4"/>
    <w:rsid w:val="00083ACE"/>
    <w:rsid w:val="000850D6"/>
    <w:rsid w:val="00086F62"/>
    <w:rsid w:val="0009003B"/>
    <w:rsid w:val="00090674"/>
    <w:rsid w:val="00091EFC"/>
    <w:rsid w:val="0009320B"/>
    <w:rsid w:val="00093A7F"/>
    <w:rsid w:val="00096AE0"/>
    <w:rsid w:val="000971A1"/>
    <w:rsid w:val="000A2F47"/>
    <w:rsid w:val="000B0E41"/>
    <w:rsid w:val="000B1B74"/>
    <w:rsid w:val="000B2ABE"/>
    <w:rsid w:val="000B3A2D"/>
    <w:rsid w:val="000B49C0"/>
    <w:rsid w:val="000B60F2"/>
    <w:rsid w:val="000C4A7B"/>
    <w:rsid w:val="000D0C58"/>
    <w:rsid w:val="000D450A"/>
    <w:rsid w:val="000D6287"/>
    <w:rsid w:val="000E1483"/>
    <w:rsid w:val="000E2E55"/>
    <w:rsid w:val="000E382F"/>
    <w:rsid w:val="000E75CD"/>
    <w:rsid w:val="000F2AE9"/>
    <w:rsid w:val="000F329B"/>
    <w:rsid w:val="000F415D"/>
    <w:rsid w:val="001018AB"/>
    <w:rsid w:val="00101DE4"/>
    <w:rsid w:val="00101F84"/>
    <w:rsid w:val="0010258E"/>
    <w:rsid w:val="001036BA"/>
    <w:rsid w:val="00103BA6"/>
    <w:rsid w:val="00105DFC"/>
    <w:rsid w:val="00112B9B"/>
    <w:rsid w:val="00113BD6"/>
    <w:rsid w:val="001146DC"/>
    <w:rsid w:val="00114AB1"/>
    <w:rsid w:val="00115D79"/>
    <w:rsid w:val="001162C1"/>
    <w:rsid w:val="0012114F"/>
    <w:rsid w:val="00121C43"/>
    <w:rsid w:val="00122C8C"/>
    <w:rsid w:val="001230FF"/>
    <w:rsid w:val="00126446"/>
    <w:rsid w:val="00130BD7"/>
    <w:rsid w:val="00136C2C"/>
    <w:rsid w:val="00137AD6"/>
    <w:rsid w:val="00142507"/>
    <w:rsid w:val="001454B6"/>
    <w:rsid w:val="00150F8D"/>
    <w:rsid w:val="0015210E"/>
    <w:rsid w:val="00153FC6"/>
    <w:rsid w:val="001550E7"/>
    <w:rsid w:val="00155777"/>
    <w:rsid w:val="00155B67"/>
    <w:rsid w:val="001562AF"/>
    <w:rsid w:val="00161A5B"/>
    <w:rsid w:val="0016385D"/>
    <w:rsid w:val="0016782F"/>
    <w:rsid w:val="00170FBC"/>
    <w:rsid w:val="001751A2"/>
    <w:rsid w:val="001810DF"/>
    <w:rsid w:val="001813B1"/>
    <w:rsid w:val="001937E9"/>
    <w:rsid w:val="00193A23"/>
    <w:rsid w:val="00194171"/>
    <w:rsid w:val="0019468F"/>
    <w:rsid w:val="001964E5"/>
    <w:rsid w:val="001A06FD"/>
    <w:rsid w:val="001A3164"/>
    <w:rsid w:val="001A424E"/>
    <w:rsid w:val="001A58E6"/>
    <w:rsid w:val="001B263B"/>
    <w:rsid w:val="001B476A"/>
    <w:rsid w:val="001C2063"/>
    <w:rsid w:val="001C4E69"/>
    <w:rsid w:val="001C597C"/>
    <w:rsid w:val="001C6C96"/>
    <w:rsid w:val="001C764F"/>
    <w:rsid w:val="001C7BB3"/>
    <w:rsid w:val="001D469C"/>
    <w:rsid w:val="001D7D6C"/>
    <w:rsid w:val="001D7E2F"/>
    <w:rsid w:val="001E1490"/>
    <w:rsid w:val="001E22ED"/>
    <w:rsid w:val="001E391D"/>
    <w:rsid w:val="001E5DB3"/>
    <w:rsid w:val="001E64DC"/>
    <w:rsid w:val="001E77F6"/>
    <w:rsid w:val="001E7B63"/>
    <w:rsid w:val="001F305B"/>
    <w:rsid w:val="001F36BE"/>
    <w:rsid w:val="001F57DA"/>
    <w:rsid w:val="001F5825"/>
    <w:rsid w:val="00202F0F"/>
    <w:rsid w:val="00205901"/>
    <w:rsid w:val="00210061"/>
    <w:rsid w:val="002126F1"/>
    <w:rsid w:val="0021619E"/>
    <w:rsid w:val="00220EDD"/>
    <w:rsid w:val="00222A10"/>
    <w:rsid w:val="002277FA"/>
    <w:rsid w:val="00231664"/>
    <w:rsid w:val="0023171B"/>
    <w:rsid w:val="002337A0"/>
    <w:rsid w:val="00236BFC"/>
    <w:rsid w:val="00236D48"/>
    <w:rsid w:val="00237437"/>
    <w:rsid w:val="00237A9D"/>
    <w:rsid w:val="00241587"/>
    <w:rsid w:val="002458F5"/>
    <w:rsid w:val="00247D1F"/>
    <w:rsid w:val="002502FD"/>
    <w:rsid w:val="002508BB"/>
    <w:rsid w:val="002518A7"/>
    <w:rsid w:val="002522D5"/>
    <w:rsid w:val="00254F6F"/>
    <w:rsid w:val="00256D46"/>
    <w:rsid w:val="0026064E"/>
    <w:rsid w:val="0026425D"/>
    <w:rsid w:val="0026533C"/>
    <w:rsid w:val="0027313E"/>
    <w:rsid w:val="00273EFB"/>
    <w:rsid w:val="00274622"/>
    <w:rsid w:val="00280365"/>
    <w:rsid w:val="00281B86"/>
    <w:rsid w:val="002821C4"/>
    <w:rsid w:val="002833C1"/>
    <w:rsid w:val="00283E23"/>
    <w:rsid w:val="00284C7C"/>
    <w:rsid w:val="00285D24"/>
    <w:rsid w:val="00290390"/>
    <w:rsid w:val="00290A61"/>
    <w:rsid w:val="002915D3"/>
    <w:rsid w:val="002924DB"/>
    <w:rsid w:val="00293CD7"/>
    <w:rsid w:val="002941DA"/>
    <w:rsid w:val="002A403C"/>
    <w:rsid w:val="002B1AB9"/>
    <w:rsid w:val="002B5648"/>
    <w:rsid w:val="002B64A6"/>
    <w:rsid w:val="002C0217"/>
    <w:rsid w:val="002C0FF7"/>
    <w:rsid w:val="002C4399"/>
    <w:rsid w:val="002E1976"/>
    <w:rsid w:val="002E3C35"/>
    <w:rsid w:val="002F0B66"/>
    <w:rsid w:val="002F399A"/>
    <w:rsid w:val="002F5298"/>
    <w:rsid w:val="002F554F"/>
    <w:rsid w:val="002F748B"/>
    <w:rsid w:val="00300777"/>
    <w:rsid w:val="00300CE8"/>
    <w:rsid w:val="00301581"/>
    <w:rsid w:val="00311515"/>
    <w:rsid w:val="00313B90"/>
    <w:rsid w:val="00317711"/>
    <w:rsid w:val="00317A39"/>
    <w:rsid w:val="00322576"/>
    <w:rsid w:val="00322688"/>
    <w:rsid w:val="00326AE0"/>
    <w:rsid w:val="00327086"/>
    <w:rsid w:val="003305F2"/>
    <w:rsid w:val="00334502"/>
    <w:rsid w:val="00337E4F"/>
    <w:rsid w:val="00340C36"/>
    <w:rsid w:val="003414E3"/>
    <w:rsid w:val="00344831"/>
    <w:rsid w:val="00344BD7"/>
    <w:rsid w:val="00346A9D"/>
    <w:rsid w:val="003471DF"/>
    <w:rsid w:val="0034725E"/>
    <w:rsid w:val="0035058F"/>
    <w:rsid w:val="00350EAE"/>
    <w:rsid w:val="00355CD8"/>
    <w:rsid w:val="00365577"/>
    <w:rsid w:val="00370C4E"/>
    <w:rsid w:val="003710A1"/>
    <w:rsid w:val="00374C43"/>
    <w:rsid w:val="0037590D"/>
    <w:rsid w:val="00375DA5"/>
    <w:rsid w:val="00385A3D"/>
    <w:rsid w:val="00387CFB"/>
    <w:rsid w:val="0039376F"/>
    <w:rsid w:val="00395CD8"/>
    <w:rsid w:val="003A1FBB"/>
    <w:rsid w:val="003A287B"/>
    <w:rsid w:val="003A2EDC"/>
    <w:rsid w:val="003A5C85"/>
    <w:rsid w:val="003A61B1"/>
    <w:rsid w:val="003A6D31"/>
    <w:rsid w:val="003A7601"/>
    <w:rsid w:val="003B0050"/>
    <w:rsid w:val="003B0377"/>
    <w:rsid w:val="003B05E9"/>
    <w:rsid w:val="003B202A"/>
    <w:rsid w:val="003B3731"/>
    <w:rsid w:val="003B3FD2"/>
    <w:rsid w:val="003B7488"/>
    <w:rsid w:val="003C18AB"/>
    <w:rsid w:val="003C6815"/>
    <w:rsid w:val="003D265A"/>
    <w:rsid w:val="003D4D65"/>
    <w:rsid w:val="003D6312"/>
    <w:rsid w:val="003D7974"/>
    <w:rsid w:val="003E3F3E"/>
    <w:rsid w:val="003E6953"/>
    <w:rsid w:val="003E7C74"/>
    <w:rsid w:val="003F31C6"/>
    <w:rsid w:val="0040225B"/>
    <w:rsid w:val="00402DA2"/>
    <w:rsid w:val="00403B69"/>
    <w:rsid w:val="00410219"/>
    <w:rsid w:val="004117D1"/>
    <w:rsid w:val="0041260D"/>
    <w:rsid w:val="004132F4"/>
    <w:rsid w:val="00415372"/>
    <w:rsid w:val="004155F5"/>
    <w:rsid w:val="00415D55"/>
    <w:rsid w:val="00415FDB"/>
    <w:rsid w:val="00422B6E"/>
    <w:rsid w:val="0042356A"/>
    <w:rsid w:val="004258B2"/>
    <w:rsid w:val="00425AC2"/>
    <w:rsid w:val="00425D6D"/>
    <w:rsid w:val="0043020F"/>
    <w:rsid w:val="00430C43"/>
    <w:rsid w:val="004379D0"/>
    <w:rsid w:val="0044098F"/>
    <w:rsid w:val="00442DCD"/>
    <w:rsid w:val="00443150"/>
    <w:rsid w:val="0044771F"/>
    <w:rsid w:val="0045082E"/>
    <w:rsid w:val="00453EC7"/>
    <w:rsid w:val="00454F33"/>
    <w:rsid w:val="004558FA"/>
    <w:rsid w:val="00457C4D"/>
    <w:rsid w:val="00457FF1"/>
    <w:rsid w:val="004600F7"/>
    <w:rsid w:val="00461452"/>
    <w:rsid w:val="0046184B"/>
    <w:rsid w:val="004650CB"/>
    <w:rsid w:val="0047454D"/>
    <w:rsid w:val="00475F6F"/>
    <w:rsid w:val="0047684A"/>
    <w:rsid w:val="004905B9"/>
    <w:rsid w:val="00490EA6"/>
    <w:rsid w:val="004926A1"/>
    <w:rsid w:val="0049355E"/>
    <w:rsid w:val="004A219A"/>
    <w:rsid w:val="004A64FD"/>
    <w:rsid w:val="004B151D"/>
    <w:rsid w:val="004B1A4F"/>
    <w:rsid w:val="004B1A81"/>
    <w:rsid w:val="004C4F25"/>
    <w:rsid w:val="004C5460"/>
    <w:rsid w:val="004C60FF"/>
    <w:rsid w:val="004C7100"/>
    <w:rsid w:val="004C7243"/>
    <w:rsid w:val="004E21DE"/>
    <w:rsid w:val="004E3C57"/>
    <w:rsid w:val="004E3CB2"/>
    <w:rsid w:val="004E4DDE"/>
    <w:rsid w:val="004E5746"/>
    <w:rsid w:val="004E6043"/>
    <w:rsid w:val="004F0EA5"/>
    <w:rsid w:val="00501606"/>
    <w:rsid w:val="00502821"/>
    <w:rsid w:val="005072BC"/>
    <w:rsid w:val="005072C7"/>
    <w:rsid w:val="00515A61"/>
    <w:rsid w:val="00525813"/>
    <w:rsid w:val="00526320"/>
    <w:rsid w:val="0052735E"/>
    <w:rsid w:val="0053513F"/>
    <w:rsid w:val="005403E8"/>
    <w:rsid w:val="005406CD"/>
    <w:rsid w:val="00541263"/>
    <w:rsid w:val="0054481E"/>
    <w:rsid w:val="005538F3"/>
    <w:rsid w:val="00553B3D"/>
    <w:rsid w:val="00554FEE"/>
    <w:rsid w:val="00557C92"/>
    <w:rsid w:val="00561B1A"/>
    <w:rsid w:val="00574405"/>
    <w:rsid w:val="0058111F"/>
    <w:rsid w:val="0058188D"/>
    <w:rsid w:val="00584813"/>
    <w:rsid w:val="00584E4B"/>
    <w:rsid w:val="005854B0"/>
    <w:rsid w:val="005877FA"/>
    <w:rsid w:val="00591420"/>
    <w:rsid w:val="0059364A"/>
    <w:rsid w:val="005972E6"/>
    <w:rsid w:val="005A0A65"/>
    <w:rsid w:val="005A0E21"/>
    <w:rsid w:val="005A2702"/>
    <w:rsid w:val="005A2BFE"/>
    <w:rsid w:val="005A3164"/>
    <w:rsid w:val="005A6B35"/>
    <w:rsid w:val="005B02EF"/>
    <w:rsid w:val="005B366F"/>
    <w:rsid w:val="005B3A34"/>
    <w:rsid w:val="005C07AA"/>
    <w:rsid w:val="005C090C"/>
    <w:rsid w:val="005C34E6"/>
    <w:rsid w:val="005D0971"/>
    <w:rsid w:val="005D0B7F"/>
    <w:rsid w:val="005D2390"/>
    <w:rsid w:val="005D25FA"/>
    <w:rsid w:val="005D33AC"/>
    <w:rsid w:val="005D49AF"/>
    <w:rsid w:val="005E07CD"/>
    <w:rsid w:val="005E1855"/>
    <w:rsid w:val="005E35F1"/>
    <w:rsid w:val="005E415C"/>
    <w:rsid w:val="005E5A6B"/>
    <w:rsid w:val="005E71ED"/>
    <w:rsid w:val="005E7946"/>
    <w:rsid w:val="005F7475"/>
    <w:rsid w:val="00600A75"/>
    <w:rsid w:val="006021A9"/>
    <w:rsid w:val="0060247C"/>
    <w:rsid w:val="00603DD1"/>
    <w:rsid w:val="00611299"/>
    <w:rsid w:val="00611AC9"/>
    <w:rsid w:val="00611CFB"/>
    <w:rsid w:val="00613B4D"/>
    <w:rsid w:val="00614C91"/>
    <w:rsid w:val="00615DA3"/>
    <w:rsid w:val="00616365"/>
    <w:rsid w:val="00616F3B"/>
    <w:rsid w:val="00617E6A"/>
    <w:rsid w:val="006249A7"/>
    <w:rsid w:val="0063457C"/>
    <w:rsid w:val="006359C7"/>
    <w:rsid w:val="00640F0B"/>
    <w:rsid w:val="0064225B"/>
    <w:rsid w:val="00643202"/>
    <w:rsid w:val="0065418E"/>
    <w:rsid w:val="006601FC"/>
    <w:rsid w:val="0066227B"/>
    <w:rsid w:val="00674A5D"/>
    <w:rsid w:val="006763F9"/>
    <w:rsid w:val="00677A08"/>
    <w:rsid w:val="00677EFA"/>
    <w:rsid w:val="006804C8"/>
    <w:rsid w:val="00685793"/>
    <w:rsid w:val="00687F6F"/>
    <w:rsid w:val="006901EF"/>
    <w:rsid w:val="006933B3"/>
    <w:rsid w:val="00694480"/>
    <w:rsid w:val="006949BC"/>
    <w:rsid w:val="00696863"/>
    <w:rsid w:val="006A2471"/>
    <w:rsid w:val="006A2E99"/>
    <w:rsid w:val="006A5B63"/>
    <w:rsid w:val="006A5D73"/>
    <w:rsid w:val="006B42AA"/>
    <w:rsid w:val="006B4502"/>
    <w:rsid w:val="006B6F3A"/>
    <w:rsid w:val="006B7A1E"/>
    <w:rsid w:val="006B7BCF"/>
    <w:rsid w:val="006C0BCE"/>
    <w:rsid w:val="006C40EF"/>
    <w:rsid w:val="006C638E"/>
    <w:rsid w:val="006D1229"/>
    <w:rsid w:val="006D1812"/>
    <w:rsid w:val="006D372F"/>
    <w:rsid w:val="006D7A18"/>
    <w:rsid w:val="006E4474"/>
    <w:rsid w:val="006E450F"/>
    <w:rsid w:val="006E678B"/>
    <w:rsid w:val="006E6D33"/>
    <w:rsid w:val="006F510C"/>
    <w:rsid w:val="006F79C3"/>
    <w:rsid w:val="006F7E82"/>
    <w:rsid w:val="00701388"/>
    <w:rsid w:val="0070259A"/>
    <w:rsid w:val="00711B8C"/>
    <w:rsid w:val="007166D4"/>
    <w:rsid w:val="00716AE3"/>
    <w:rsid w:val="00720577"/>
    <w:rsid w:val="00721479"/>
    <w:rsid w:val="0072218A"/>
    <w:rsid w:val="00723B7F"/>
    <w:rsid w:val="007255FC"/>
    <w:rsid w:val="00725861"/>
    <w:rsid w:val="00731D6B"/>
    <w:rsid w:val="0073393A"/>
    <w:rsid w:val="0073539D"/>
    <w:rsid w:val="0074076D"/>
    <w:rsid w:val="00746B64"/>
    <w:rsid w:val="007511B5"/>
    <w:rsid w:val="007519FE"/>
    <w:rsid w:val="00751B1A"/>
    <w:rsid w:val="0075394C"/>
    <w:rsid w:val="007540A9"/>
    <w:rsid w:val="00754170"/>
    <w:rsid w:val="007650A0"/>
    <w:rsid w:val="00765BB1"/>
    <w:rsid w:val="00766A57"/>
    <w:rsid w:val="00767B8A"/>
    <w:rsid w:val="0077172B"/>
    <w:rsid w:val="00771BFE"/>
    <w:rsid w:val="00771C2A"/>
    <w:rsid w:val="00775481"/>
    <w:rsid w:val="0077785F"/>
    <w:rsid w:val="0078202A"/>
    <w:rsid w:val="00784491"/>
    <w:rsid w:val="007870CF"/>
    <w:rsid w:val="007902C8"/>
    <w:rsid w:val="007957BE"/>
    <w:rsid w:val="00795DAC"/>
    <w:rsid w:val="00796313"/>
    <w:rsid w:val="007A0984"/>
    <w:rsid w:val="007A233B"/>
    <w:rsid w:val="007A2910"/>
    <w:rsid w:val="007A5B1F"/>
    <w:rsid w:val="007A67F3"/>
    <w:rsid w:val="007B30BA"/>
    <w:rsid w:val="007B35DA"/>
    <w:rsid w:val="007B4863"/>
    <w:rsid w:val="007B4A0E"/>
    <w:rsid w:val="007B7524"/>
    <w:rsid w:val="007B7A09"/>
    <w:rsid w:val="007C1F79"/>
    <w:rsid w:val="007C3EB9"/>
    <w:rsid w:val="007C5FA2"/>
    <w:rsid w:val="007C65E6"/>
    <w:rsid w:val="007D03AA"/>
    <w:rsid w:val="007D21AC"/>
    <w:rsid w:val="007D3B44"/>
    <w:rsid w:val="007D406B"/>
    <w:rsid w:val="007D4407"/>
    <w:rsid w:val="007D4E2D"/>
    <w:rsid w:val="007D6336"/>
    <w:rsid w:val="007D648D"/>
    <w:rsid w:val="007E1CA3"/>
    <w:rsid w:val="007E45A1"/>
    <w:rsid w:val="007E5303"/>
    <w:rsid w:val="007E6123"/>
    <w:rsid w:val="007F0C3B"/>
    <w:rsid w:val="007F11DD"/>
    <w:rsid w:val="007F70E3"/>
    <w:rsid w:val="007F7D25"/>
    <w:rsid w:val="00812D62"/>
    <w:rsid w:val="00812F29"/>
    <w:rsid w:val="00815780"/>
    <w:rsid w:val="00815C7F"/>
    <w:rsid w:val="00821713"/>
    <w:rsid w:val="0082361A"/>
    <w:rsid w:val="00825232"/>
    <w:rsid w:val="00827050"/>
    <w:rsid w:val="00830278"/>
    <w:rsid w:val="0083278B"/>
    <w:rsid w:val="00834538"/>
    <w:rsid w:val="00842585"/>
    <w:rsid w:val="00843E2D"/>
    <w:rsid w:val="00843F49"/>
    <w:rsid w:val="008469A4"/>
    <w:rsid w:val="00850E89"/>
    <w:rsid w:val="00853547"/>
    <w:rsid w:val="0085657A"/>
    <w:rsid w:val="008566FB"/>
    <w:rsid w:val="008575ED"/>
    <w:rsid w:val="008604D3"/>
    <w:rsid w:val="008614C4"/>
    <w:rsid w:val="008626E3"/>
    <w:rsid w:val="00862E49"/>
    <w:rsid w:val="00870E18"/>
    <w:rsid w:val="00875540"/>
    <w:rsid w:val="00877B97"/>
    <w:rsid w:val="008837B9"/>
    <w:rsid w:val="008858C9"/>
    <w:rsid w:val="008902B5"/>
    <w:rsid w:val="00890E64"/>
    <w:rsid w:val="00892376"/>
    <w:rsid w:val="008930E4"/>
    <w:rsid w:val="008932E8"/>
    <w:rsid w:val="00893821"/>
    <w:rsid w:val="008A1BDD"/>
    <w:rsid w:val="008A27E4"/>
    <w:rsid w:val="008A390E"/>
    <w:rsid w:val="008A4672"/>
    <w:rsid w:val="008A6A3B"/>
    <w:rsid w:val="008A7B9C"/>
    <w:rsid w:val="008B0BCE"/>
    <w:rsid w:val="008B2963"/>
    <w:rsid w:val="008B39FA"/>
    <w:rsid w:val="008B4754"/>
    <w:rsid w:val="008B5CA6"/>
    <w:rsid w:val="008B66B4"/>
    <w:rsid w:val="008C0BF5"/>
    <w:rsid w:val="008C1B56"/>
    <w:rsid w:val="008C1DE5"/>
    <w:rsid w:val="008D3C4C"/>
    <w:rsid w:val="008D5ECF"/>
    <w:rsid w:val="008E1585"/>
    <w:rsid w:val="008E3A1F"/>
    <w:rsid w:val="008E4B7B"/>
    <w:rsid w:val="008E5C41"/>
    <w:rsid w:val="008E6A7A"/>
    <w:rsid w:val="008F1038"/>
    <w:rsid w:val="008F2114"/>
    <w:rsid w:val="008F7046"/>
    <w:rsid w:val="009005FC"/>
    <w:rsid w:val="00902D2B"/>
    <w:rsid w:val="00902EAC"/>
    <w:rsid w:val="0090305A"/>
    <w:rsid w:val="00904337"/>
    <w:rsid w:val="009064BF"/>
    <w:rsid w:val="00907E2B"/>
    <w:rsid w:val="00911A37"/>
    <w:rsid w:val="00917CC4"/>
    <w:rsid w:val="0092168D"/>
    <w:rsid w:val="00922E5A"/>
    <w:rsid w:val="00925796"/>
    <w:rsid w:val="00932AF7"/>
    <w:rsid w:val="00932CDA"/>
    <w:rsid w:val="00933716"/>
    <w:rsid w:val="00935179"/>
    <w:rsid w:val="00943315"/>
    <w:rsid w:val="00944C7F"/>
    <w:rsid w:val="00946C27"/>
    <w:rsid w:val="00947447"/>
    <w:rsid w:val="00947917"/>
    <w:rsid w:val="00950C09"/>
    <w:rsid w:val="009520BC"/>
    <w:rsid w:val="0095322E"/>
    <w:rsid w:val="0095777C"/>
    <w:rsid w:val="00960DBB"/>
    <w:rsid w:val="009619C3"/>
    <w:rsid w:val="009652AC"/>
    <w:rsid w:val="00967BAA"/>
    <w:rsid w:val="00970320"/>
    <w:rsid w:val="00970550"/>
    <w:rsid w:val="00970561"/>
    <w:rsid w:val="00984695"/>
    <w:rsid w:val="00984BDD"/>
    <w:rsid w:val="009939C5"/>
    <w:rsid w:val="00994CBA"/>
    <w:rsid w:val="009A05E3"/>
    <w:rsid w:val="009A26BA"/>
    <w:rsid w:val="009A4412"/>
    <w:rsid w:val="009A4F3D"/>
    <w:rsid w:val="009A6088"/>
    <w:rsid w:val="009A75FD"/>
    <w:rsid w:val="009B2851"/>
    <w:rsid w:val="009B4E4E"/>
    <w:rsid w:val="009B696B"/>
    <w:rsid w:val="009B7671"/>
    <w:rsid w:val="009C051E"/>
    <w:rsid w:val="009D21F6"/>
    <w:rsid w:val="009D4B1C"/>
    <w:rsid w:val="009E101C"/>
    <w:rsid w:val="009E1115"/>
    <w:rsid w:val="009E2689"/>
    <w:rsid w:val="009E4B06"/>
    <w:rsid w:val="009E4F63"/>
    <w:rsid w:val="009E5BA1"/>
    <w:rsid w:val="009E74C9"/>
    <w:rsid w:val="009E7C55"/>
    <w:rsid w:val="009F056E"/>
    <w:rsid w:val="009F66D0"/>
    <w:rsid w:val="00A00CC5"/>
    <w:rsid w:val="00A04921"/>
    <w:rsid w:val="00A13BBE"/>
    <w:rsid w:val="00A16BB0"/>
    <w:rsid w:val="00A20B8C"/>
    <w:rsid w:val="00A24961"/>
    <w:rsid w:val="00A24F3D"/>
    <w:rsid w:val="00A26DCD"/>
    <w:rsid w:val="00A2704B"/>
    <w:rsid w:val="00A27B2B"/>
    <w:rsid w:val="00A3020D"/>
    <w:rsid w:val="00A314BB"/>
    <w:rsid w:val="00A31C1C"/>
    <w:rsid w:val="00A32B7D"/>
    <w:rsid w:val="00A333C1"/>
    <w:rsid w:val="00A368FC"/>
    <w:rsid w:val="00A37F35"/>
    <w:rsid w:val="00A432C7"/>
    <w:rsid w:val="00A43E4B"/>
    <w:rsid w:val="00A47A32"/>
    <w:rsid w:val="00A52F82"/>
    <w:rsid w:val="00A5596B"/>
    <w:rsid w:val="00A55DAF"/>
    <w:rsid w:val="00A5775C"/>
    <w:rsid w:val="00A646B3"/>
    <w:rsid w:val="00A6739B"/>
    <w:rsid w:val="00A7286C"/>
    <w:rsid w:val="00A7326F"/>
    <w:rsid w:val="00A76764"/>
    <w:rsid w:val="00A82627"/>
    <w:rsid w:val="00A82B28"/>
    <w:rsid w:val="00A82F4A"/>
    <w:rsid w:val="00A848AD"/>
    <w:rsid w:val="00A85D55"/>
    <w:rsid w:val="00A90413"/>
    <w:rsid w:val="00A91B89"/>
    <w:rsid w:val="00A94354"/>
    <w:rsid w:val="00A97204"/>
    <w:rsid w:val="00AA2CB1"/>
    <w:rsid w:val="00AA728C"/>
    <w:rsid w:val="00AB0A9C"/>
    <w:rsid w:val="00AB2E01"/>
    <w:rsid w:val="00AB7047"/>
    <w:rsid w:val="00AB7119"/>
    <w:rsid w:val="00AC0B86"/>
    <w:rsid w:val="00AD0744"/>
    <w:rsid w:val="00AD3BA0"/>
    <w:rsid w:val="00AD5855"/>
    <w:rsid w:val="00AD723C"/>
    <w:rsid w:val="00AE690C"/>
    <w:rsid w:val="00AE7500"/>
    <w:rsid w:val="00AE7C85"/>
    <w:rsid w:val="00AE7F87"/>
    <w:rsid w:val="00AF3542"/>
    <w:rsid w:val="00AF3573"/>
    <w:rsid w:val="00AF3EFE"/>
    <w:rsid w:val="00AF4655"/>
    <w:rsid w:val="00AF5ABE"/>
    <w:rsid w:val="00AF5E90"/>
    <w:rsid w:val="00AF6C38"/>
    <w:rsid w:val="00B00415"/>
    <w:rsid w:val="00B03488"/>
    <w:rsid w:val="00B03C2A"/>
    <w:rsid w:val="00B070FA"/>
    <w:rsid w:val="00B1000D"/>
    <w:rsid w:val="00B10134"/>
    <w:rsid w:val="00B1450D"/>
    <w:rsid w:val="00B16BFE"/>
    <w:rsid w:val="00B23E1D"/>
    <w:rsid w:val="00B24874"/>
    <w:rsid w:val="00B26F1E"/>
    <w:rsid w:val="00B3061F"/>
    <w:rsid w:val="00B32565"/>
    <w:rsid w:val="00B372AA"/>
    <w:rsid w:val="00B44312"/>
    <w:rsid w:val="00B4769C"/>
    <w:rsid w:val="00B500E5"/>
    <w:rsid w:val="00B6394B"/>
    <w:rsid w:val="00B70F5D"/>
    <w:rsid w:val="00B73E1B"/>
    <w:rsid w:val="00B76E34"/>
    <w:rsid w:val="00B800ED"/>
    <w:rsid w:val="00B83122"/>
    <w:rsid w:val="00B837B1"/>
    <w:rsid w:val="00B85733"/>
    <w:rsid w:val="00B876AA"/>
    <w:rsid w:val="00B90607"/>
    <w:rsid w:val="00B93D40"/>
    <w:rsid w:val="00BA39BB"/>
    <w:rsid w:val="00BA3B3D"/>
    <w:rsid w:val="00BB1799"/>
    <w:rsid w:val="00BB2B0C"/>
    <w:rsid w:val="00BB2FF5"/>
    <w:rsid w:val="00BB7EEA"/>
    <w:rsid w:val="00BC4A1D"/>
    <w:rsid w:val="00BD00E2"/>
    <w:rsid w:val="00BD1909"/>
    <w:rsid w:val="00BD6657"/>
    <w:rsid w:val="00BE5E16"/>
    <w:rsid w:val="00BE5FD1"/>
    <w:rsid w:val="00BE7FDD"/>
    <w:rsid w:val="00BF17E2"/>
    <w:rsid w:val="00BF3256"/>
    <w:rsid w:val="00BF3FA9"/>
    <w:rsid w:val="00BF4079"/>
    <w:rsid w:val="00BF4160"/>
    <w:rsid w:val="00C00622"/>
    <w:rsid w:val="00C03576"/>
    <w:rsid w:val="00C04967"/>
    <w:rsid w:val="00C06E05"/>
    <w:rsid w:val="00C10146"/>
    <w:rsid w:val="00C14B14"/>
    <w:rsid w:val="00C17370"/>
    <w:rsid w:val="00C2054D"/>
    <w:rsid w:val="00C22EF5"/>
    <w:rsid w:val="00C2455D"/>
    <w:rsid w:val="00C252EB"/>
    <w:rsid w:val="00C25346"/>
    <w:rsid w:val="00C26EC0"/>
    <w:rsid w:val="00C30DF6"/>
    <w:rsid w:val="00C318F2"/>
    <w:rsid w:val="00C31AA5"/>
    <w:rsid w:val="00C34672"/>
    <w:rsid w:val="00C34B1B"/>
    <w:rsid w:val="00C36782"/>
    <w:rsid w:val="00C37274"/>
    <w:rsid w:val="00C3793C"/>
    <w:rsid w:val="00C37A48"/>
    <w:rsid w:val="00C37EAD"/>
    <w:rsid w:val="00C42C05"/>
    <w:rsid w:val="00C44C30"/>
    <w:rsid w:val="00C47208"/>
    <w:rsid w:val="00C51B2A"/>
    <w:rsid w:val="00C56C77"/>
    <w:rsid w:val="00C62EB2"/>
    <w:rsid w:val="00C63B6E"/>
    <w:rsid w:val="00C6627D"/>
    <w:rsid w:val="00C74F71"/>
    <w:rsid w:val="00C75204"/>
    <w:rsid w:val="00C81565"/>
    <w:rsid w:val="00C84923"/>
    <w:rsid w:val="00C906D7"/>
    <w:rsid w:val="00C90770"/>
    <w:rsid w:val="00C91DD7"/>
    <w:rsid w:val="00C932E9"/>
    <w:rsid w:val="00C94AD7"/>
    <w:rsid w:val="00CA08C8"/>
    <w:rsid w:val="00CA1F01"/>
    <w:rsid w:val="00CA20CB"/>
    <w:rsid w:val="00CA3356"/>
    <w:rsid w:val="00CA5400"/>
    <w:rsid w:val="00CB245A"/>
    <w:rsid w:val="00CB2CC3"/>
    <w:rsid w:val="00CB4614"/>
    <w:rsid w:val="00CB7B3E"/>
    <w:rsid w:val="00CB7E43"/>
    <w:rsid w:val="00CC739D"/>
    <w:rsid w:val="00CD40EC"/>
    <w:rsid w:val="00CD7CEE"/>
    <w:rsid w:val="00CE06ED"/>
    <w:rsid w:val="00CE0A0A"/>
    <w:rsid w:val="00CE1511"/>
    <w:rsid w:val="00CE6711"/>
    <w:rsid w:val="00CF17C8"/>
    <w:rsid w:val="00CF3DE8"/>
    <w:rsid w:val="00CF4B3F"/>
    <w:rsid w:val="00CF52D8"/>
    <w:rsid w:val="00D02A3A"/>
    <w:rsid w:val="00D04468"/>
    <w:rsid w:val="00D05486"/>
    <w:rsid w:val="00D2038E"/>
    <w:rsid w:val="00D20DFF"/>
    <w:rsid w:val="00D2338E"/>
    <w:rsid w:val="00D23D34"/>
    <w:rsid w:val="00D30640"/>
    <w:rsid w:val="00D30B39"/>
    <w:rsid w:val="00D30D2C"/>
    <w:rsid w:val="00D31D0F"/>
    <w:rsid w:val="00D35544"/>
    <w:rsid w:val="00D35665"/>
    <w:rsid w:val="00D36257"/>
    <w:rsid w:val="00D37AFE"/>
    <w:rsid w:val="00D42122"/>
    <w:rsid w:val="00D42CAE"/>
    <w:rsid w:val="00D44761"/>
    <w:rsid w:val="00D45296"/>
    <w:rsid w:val="00D4687E"/>
    <w:rsid w:val="00D53A12"/>
    <w:rsid w:val="00D53A2A"/>
    <w:rsid w:val="00D601B0"/>
    <w:rsid w:val="00D61A79"/>
    <w:rsid w:val="00D61E74"/>
    <w:rsid w:val="00D639AB"/>
    <w:rsid w:val="00D65763"/>
    <w:rsid w:val="00D66934"/>
    <w:rsid w:val="00D6739D"/>
    <w:rsid w:val="00D70243"/>
    <w:rsid w:val="00D734DB"/>
    <w:rsid w:val="00D758CE"/>
    <w:rsid w:val="00D7763E"/>
    <w:rsid w:val="00D80E5C"/>
    <w:rsid w:val="00D8155C"/>
    <w:rsid w:val="00D84F70"/>
    <w:rsid w:val="00D851B6"/>
    <w:rsid w:val="00D87E2A"/>
    <w:rsid w:val="00D918C6"/>
    <w:rsid w:val="00D92C99"/>
    <w:rsid w:val="00D94556"/>
    <w:rsid w:val="00D962CC"/>
    <w:rsid w:val="00DA77DB"/>
    <w:rsid w:val="00DB0C43"/>
    <w:rsid w:val="00DB490C"/>
    <w:rsid w:val="00DB74A1"/>
    <w:rsid w:val="00DC450E"/>
    <w:rsid w:val="00DD008C"/>
    <w:rsid w:val="00DD03EF"/>
    <w:rsid w:val="00DD3637"/>
    <w:rsid w:val="00DD45CE"/>
    <w:rsid w:val="00DD4EBD"/>
    <w:rsid w:val="00DD54DF"/>
    <w:rsid w:val="00DE16C1"/>
    <w:rsid w:val="00DE3354"/>
    <w:rsid w:val="00DE44FE"/>
    <w:rsid w:val="00DF41C2"/>
    <w:rsid w:val="00DF6470"/>
    <w:rsid w:val="00DF7DCD"/>
    <w:rsid w:val="00E0275A"/>
    <w:rsid w:val="00E072FD"/>
    <w:rsid w:val="00E10F22"/>
    <w:rsid w:val="00E12D14"/>
    <w:rsid w:val="00E154FE"/>
    <w:rsid w:val="00E274BD"/>
    <w:rsid w:val="00E328FE"/>
    <w:rsid w:val="00E33A33"/>
    <w:rsid w:val="00E3464A"/>
    <w:rsid w:val="00E37123"/>
    <w:rsid w:val="00E37CC6"/>
    <w:rsid w:val="00E4085E"/>
    <w:rsid w:val="00E4142F"/>
    <w:rsid w:val="00E41D91"/>
    <w:rsid w:val="00E4401C"/>
    <w:rsid w:val="00E50B7D"/>
    <w:rsid w:val="00E61F81"/>
    <w:rsid w:val="00E637DE"/>
    <w:rsid w:val="00E6447F"/>
    <w:rsid w:val="00E64B1D"/>
    <w:rsid w:val="00E66785"/>
    <w:rsid w:val="00E6681D"/>
    <w:rsid w:val="00E6713D"/>
    <w:rsid w:val="00E70156"/>
    <w:rsid w:val="00E72DA7"/>
    <w:rsid w:val="00E753F1"/>
    <w:rsid w:val="00E77A4C"/>
    <w:rsid w:val="00E839C2"/>
    <w:rsid w:val="00E904A1"/>
    <w:rsid w:val="00E96633"/>
    <w:rsid w:val="00EA1BF1"/>
    <w:rsid w:val="00EB13C0"/>
    <w:rsid w:val="00EB4EB5"/>
    <w:rsid w:val="00EB7BF1"/>
    <w:rsid w:val="00EB7D28"/>
    <w:rsid w:val="00EC0D0C"/>
    <w:rsid w:val="00EC1484"/>
    <w:rsid w:val="00ED4A2C"/>
    <w:rsid w:val="00ED5B89"/>
    <w:rsid w:val="00EF26D5"/>
    <w:rsid w:val="00EF3A48"/>
    <w:rsid w:val="00EF6940"/>
    <w:rsid w:val="00F030C1"/>
    <w:rsid w:val="00F0372E"/>
    <w:rsid w:val="00F0628A"/>
    <w:rsid w:val="00F07393"/>
    <w:rsid w:val="00F130CE"/>
    <w:rsid w:val="00F15DA7"/>
    <w:rsid w:val="00F2044A"/>
    <w:rsid w:val="00F20BFC"/>
    <w:rsid w:val="00F2256B"/>
    <w:rsid w:val="00F24D5F"/>
    <w:rsid w:val="00F30496"/>
    <w:rsid w:val="00F3193F"/>
    <w:rsid w:val="00F346A2"/>
    <w:rsid w:val="00F36328"/>
    <w:rsid w:val="00F37462"/>
    <w:rsid w:val="00F37BCD"/>
    <w:rsid w:val="00F42516"/>
    <w:rsid w:val="00F43435"/>
    <w:rsid w:val="00F4643F"/>
    <w:rsid w:val="00F503D6"/>
    <w:rsid w:val="00F51384"/>
    <w:rsid w:val="00F56CEB"/>
    <w:rsid w:val="00F57FEB"/>
    <w:rsid w:val="00F628FC"/>
    <w:rsid w:val="00F64FB4"/>
    <w:rsid w:val="00F652F6"/>
    <w:rsid w:val="00F65A27"/>
    <w:rsid w:val="00F726C3"/>
    <w:rsid w:val="00F775CE"/>
    <w:rsid w:val="00F80712"/>
    <w:rsid w:val="00F8072B"/>
    <w:rsid w:val="00F820CA"/>
    <w:rsid w:val="00F8554C"/>
    <w:rsid w:val="00F85F36"/>
    <w:rsid w:val="00F865AE"/>
    <w:rsid w:val="00F86D4E"/>
    <w:rsid w:val="00F87E59"/>
    <w:rsid w:val="00F95F82"/>
    <w:rsid w:val="00F97A90"/>
    <w:rsid w:val="00FA1BBA"/>
    <w:rsid w:val="00FA5392"/>
    <w:rsid w:val="00FA65A7"/>
    <w:rsid w:val="00FB1DEA"/>
    <w:rsid w:val="00FB370B"/>
    <w:rsid w:val="00FB6414"/>
    <w:rsid w:val="00FC073A"/>
    <w:rsid w:val="00FC0B1A"/>
    <w:rsid w:val="00FC2F35"/>
    <w:rsid w:val="00FC3FD7"/>
    <w:rsid w:val="00FD1FC6"/>
    <w:rsid w:val="00FD23EC"/>
    <w:rsid w:val="00FD4055"/>
    <w:rsid w:val="00FD6DFB"/>
    <w:rsid w:val="00FE5869"/>
    <w:rsid w:val="00FF0518"/>
    <w:rsid w:val="00FF10F3"/>
    <w:rsid w:val="00FF1643"/>
    <w:rsid w:val="00FF374A"/>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4C26DE7A-2016-4A65-BBB1-45EE1FFCF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61153"/>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StyleBody">
    <w:name w:val="Style Body"/>
    <w:basedOn w:val="Normal"/>
    <w:link w:val="StyleBodyChar"/>
    <w:qFormat/>
    <w:rsid w:val="00AF5E90"/>
    <w:pPr>
      <w:spacing w:line="360" w:lineRule="auto"/>
      <w:jc w:val="both"/>
    </w:pPr>
    <w:rPr>
      <w:szCs w:val="24"/>
      <w:lang w:eastAsia="ja-JP"/>
    </w:rPr>
  </w:style>
  <w:style w:type="character" w:customStyle="1" w:styleId="StyleBodyChar">
    <w:name w:val="Style Body Char"/>
    <w:basedOn w:val="DefaultParagraphFont"/>
    <w:link w:val="StyleBody"/>
    <w:rsid w:val="00AF5E90"/>
    <w:rPr>
      <w:sz w:val="24"/>
      <w:szCs w:val="24"/>
      <w:lang w:val="en-US" w:eastAsia="ja-JP"/>
    </w:rPr>
  </w:style>
  <w:style w:type="paragraph" w:styleId="Caption">
    <w:name w:val="caption"/>
    <w:basedOn w:val="Normal"/>
    <w:next w:val="Normal"/>
    <w:link w:val="CaptionChar"/>
    <w:uiPriority w:val="35"/>
    <w:unhideWhenUsed/>
    <w:qFormat/>
    <w:rsid w:val="00501606"/>
    <w:pPr>
      <w:spacing w:after="200"/>
    </w:pPr>
    <w:rPr>
      <w:i/>
      <w:iCs/>
      <w:color w:val="1F497D" w:themeColor="text2"/>
      <w:sz w:val="18"/>
      <w:szCs w:val="18"/>
    </w:rPr>
  </w:style>
  <w:style w:type="character" w:styleId="PlaceholderText">
    <w:name w:val="Placeholder Text"/>
    <w:basedOn w:val="DefaultParagraphFont"/>
    <w:uiPriority w:val="99"/>
    <w:semiHidden/>
    <w:rsid w:val="0082361A"/>
    <w:rPr>
      <w:color w:val="666666"/>
    </w:rPr>
  </w:style>
  <w:style w:type="character" w:customStyle="1" w:styleId="CaptionChar">
    <w:name w:val="Caption Char"/>
    <w:basedOn w:val="DefaultParagraphFont"/>
    <w:link w:val="Caption"/>
    <w:uiPriority w:val="35"/>
    <w:rsid w:val="00A47A32"/>
    <w:rPr>
      <w:i/>
      <w:iCs/>
      <w:color w:val="1F497D" w:themeColor="text2"/>
      <w:sz w:val="18"/>
      <w:szCs w:val="18"/>
      <w:lang w:val="en-US" w:eastAsia="en-US"/>
    </w:rPr>
  </w:style>
  <w:style w:type="paragraph" w:customStyle="1" w:styleId="IJASEITParagraph">
    <w:name w:val="IJASEIT Paragraph"/>
    <w:basedOn w:val="Normal"/>
    <w:link w:val="IJASEITParagraphChar"/>
    <w:rsid w:val="003B3731"/>
    <w:pPr>
      <w:adjustRightInd w:val="0"/>
      <w:snapToGrid w:val="0"/>
      <w:ind w:firstLine="216"/>
      <w:jc w:val="both"/>
    </w:pPr>
    <w:rPr>
      <w:rFonts w:eastAsia="SimSun"/>
      <w:sz w:val="20"/>
      <w:szCs w:val="24"/>
      <w:lang w:eastAsia="zh-CN"/>
    </w:rPr>
  </w:style>
  <w:style w:type="character" w:customStyle="1" w:styleId="IJASEITParagraphChar">
    <w:name w:val="IJASEIT Paragraph Char"/>
    <w:link w:val="IJASEITParagraph"/>
    <w:rsid w:val="003B3731"/>
    <w:rPr>
      <w:rFonts w:eastAsia="SimSun"/>
      <w:szCs w:val="24"/>
      <w:lang w:val="en-US" w:eastAsia="zh-CN"/>
    </w:rPr>
  </w:style>
  <w:style w:type="paragraph" w:customStyle="1" w:styleId="IJASEITHeading3">
    <w:name w:val="IJASEIT Heading 3"/>
    <w:basedOn w:val="Normal"/>
    <w:next w:val="IJASEITParagraph"/>
    <w:link w:val="IJASEITHeading3Char"/>
    <w:rsid w:val="000B2ABE"/>
    <w:pPr>
      <w:numPr>
        <w:numId w:val="47"/>
      </w:numPr>
      <w:adjustRightInd w:val="0"/>
      <w:snapToGrid w:val="0"/>
      <w:spacing w:before="120" w:after="60"/>
      <w:ind w:firstLine="216"/>
      <w:jc w:val="both"/>
    </w:pPr>
    <w:rPr>
      <w:rFonts w:eastAsia="SimSun"/>
      <w:i/>
      <w:sz w:val="20"/>
      <w:szCs w:val="24"/>
      <w:lang w:eastAsia="zh-CN"/>
    </w:rPr>
  </w:style>
  <w:style w:type="character" w:customStyle="1" w:styleId="IJASEITHeading3Char">
    <w:name w:val="IJASEIT Heading 3 Char"/>
    <w:link w:val="IJASEITHeading3"/>
    <w:rsid w:val="000B2ABE"/>
    <w:rPr>
      <w:rFonts w:eastAsia="SimSun"/>
      <w:i/>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75876">
      <w:bodyDiv w:val="1"/>
      <w:marLeft w:val="0"/>
      <w:marRight w:val="0"/>
      <w:marTop w:val="0"/>
      <w:marBottom w:val="0"/>
      <w:divBdr>
        <w:top w:val="none" w:sz="0" w:space="0" w:color="auto"/>
        <w:left w:val="none" w:sz="0" w:space="0" w:color="auto"/>
        <w:bottom w:val="none" w:sz="0" w:space="0" w:color="auto"/>
        <w:right w:val="none" w:sz="0" w:space="0" w:color="auto"/>
      </w:divBdr>
      <w:divsChild>
        <w:div w:id="3942321">
          <w:marLeft w:val="640"/>
          <w:marRight w:val="0"/>
          <w:marTop w:val="0"/>
          <w:marBottom w:val="0"/>
          <w:divBdr>
            <w:top w:val="none" w:sz="0" w:space="0" w:color="auto"/>
            <w:left w:val="none" w:sz="0" w:space="0" w:color="auto"/>
            <w:bottom w:val="none" w:sz="0" w:space="0" w:color="auto"/>
            <w:right w:val="none" w:sz="0" w:space="0" w:color="auto"/>
          </w:divBdr>
        </w:div>
        <w:div w:id="143011551">
          <w:marLeft w:val="640"/>
          <w:marRight w:val="0"/>
          <w:marTop w:val="0"/>
          <w:marBottom w:val="0"/>
          <w:divBdr>
            <w:top w:val="none" w:sz="0" w:space="0" w:color="auto"/>
            <w:left w:val="none" w:sz="0" w:space="0" w:color="auto"/>
            <w:bottom w:val="none" w:sz="0" w:space="0" w:color="auto"/>
            <w:right w:val="none" w:sz="0" w:space="0" w:color="auto"/>
          </w:divBdr>
        </w:div>
        <w:div w:id="143090822">
          <w:marLeft w:val="640"/>
          <w:marRight w:val="0"/>
          <w:marTop w:val="0"/>
          <w:marBottom w:val="0"/>
          <w:divBdr>
            <w:top w:val="none" w:sz="0" w:space="0" w:color="auto"/>
            <w:left w:val="none" w:sz="0" w:space="0" w:color="auto"/>
            <w:bottom w:val="none" w:sz="0" w:space="0" w:color="auto"/>
            <w:right w:val="none" w:sz="0" w:space="0" w:color="auto"/>
          </w:divBdr>
        </w:div>
        <w:div w:id="174155918">
          <w:marLeft w:val="640"/>
          <w:marRight w:val="0"/>
          <w:marTop w:val="0"/>
          <w:marBottom w:val="0"/>
          <w:divBdr>
            <w:top w:val="none" w:sz="0" w:space="0" w:color="auto"/>
            <w:left w:val="none" w:sz="0" w:space="0" w:color="auto"/>
            <w:bottom w:val="none" w:sz="0" w:space="0" w:color="auto"/>
            <w:right w:val="none" w:sz="0" w:space="0" w:color="auto"/>
          </w:divBdr>
        </w:div>
        <w:div w:id="197401776">
          <w:marLeft w:val="640"/>
          <w:marRight w:val="0"/>
          <w:marTop w:val="0"/>
          <w:marBottom w:val="0"/>
          <w:divBdr>
            <w:top w:val="none" w:sz="0" w:space="0" w:color="auto"/>
            <w:left w:val="none" w:sz="0" w:space="0" w:color="auto"/>
            <w:bottom w:val="none" w:sz="0" w:space="0" w:color="auto"/>
            <w:right w:val="none" w:sz="0" w:space="0" w:color="auto"/>
          </w:divBdr>
        </w:div>
        <w:div w:id="318730348">
          <w:marLeft w:val="640"/>
          <w:marRight w:val="0"/>
          <w:marTop w:val="0"/>
          <w:marBottom w:val="0"/>
          <w:divBdr>
            <w:top w:val="none" w:sz="0" w:space="0" w:color="auto"/>
            <w:left w:val="none" w:sz="0" w:space="0" w:color="auto"/>
            <w:bottom w:val="none" w:sz="0" w:space="0" w:color="auto"/>
            <w:right w:val="none" w:sz="0" w:space="0" w:color="auto"/>
          </w:divBdr>
        </w:div>
        <w:div w:id="1169953165">
          <w:marLeft w:val="640"/>
          <w:marRight w:val="0"/>
          <w:marTop w:val="0"/>
          <w:marBottom w:val="0"/>
          <w:divBdr>
            <w:top w:val="none" w:sz="0" w:space="0" w:color="auto"/>
            <w:left w:val="none" w:sz="0" w:space="0" w:color="auto"/>
            <w:bottom w:val="none" w:sz="0" w:space="0" w:color="auto"/>
            <w:right w:val="none" w:sz="0" w:space="0" w:color="auto"/>
          </w:divBdr>
        </w:div>
        <w:div w:id="1272057223">
          <w:marLeft w:val="640"/>
          <w:marRight w:val="0"/>
          <w:marTop w:val="0"/>
          <w:marBottom w:val="0"/>
          <w:divBdr>
            <w:top w:val="none" w:sz="0" w:space="0" w:color="auto"/>
            <w:left w:val="none" w:sz="0" w:space="0" w:color="auto"/>
            <w:bottom w:val="none" w:sz="0" w:space="0" w:color="auto"/>
            <w:right w:val="none" w:sz="0" w:space="0" w:color="auto"/>
          </w:divBdr>
        </w:div>
        <w:div w:id="1344043240">
          <w:marLeft w:val="640"/>
          <w:marRight w:val="0"/>
          <w:marTop w:val="0"/>
          <w:marBottom w:val="0"/>
          <w:divBdr>
            <w:top w:val="none" w:sz="0" w:space="0" w:color="auto"/>
            <w:left w:val="none" w:sz="0" w:space="0" w:color="auto"/>
            <w:bottom w:val="none" w:sz="0" w:space="0" w:color="auto"/>
            <w:right w:val="none" w:sz="0" w:space="0" w:color="auto"/>
          </w:divBdr>
        </w:div>
        <w:div w:id="1459715115">
          <w:marLeft w:val="640"/>
          <w:marRight w:val="0"/>
          <w:marTop w:val="0"/>
          <w:marBottom w:val="0"/>
          <w:divBdr>
            <w:top w:val="none" w:sz="0" w:space="0" w:color="auto"/>
            <w:left w:val="none" w:sz="0" w:space="0" w:color="auto"/>
            <w:bottom w:val="none" w:sz="0" w:space="0" w:color="auto"/>
            <w:right w:val="none" w:sz="0" w:space="0" w:color="auto"/>
          </w:divBdr>
        </w:div>
        <w:div w:id="1526871425">
          <w:marLeft w:val="640"/>
          <w:marRight w:val="0"/>
          <w:marTop w:val="0"/>
          <w:marBottom w:val="0"/>
          <w:divBdr>
            <w:top w:val="none" w:sz="0" w:space="0" w:color="auto"/>
            <w:left w:val="none" w:sz="0" w:space="0" w:color="auto"/>
            <w:bottom w:val="none" w:sz="0" w:space="0" w:color="auto"/>
            <w:right w:val="none" w:sz="0" w:space="0" w:color="auto"/>
          </w:divBdr>
        </w:div>
        <w:div w:id="1543788041">
          <w:marLeft w:val="640"/>
          <w:marRight w:val="0"/>
          <w:marTop w:val="0"/>
          <w:marBottom w:val="0"/>
          <w:divBdr>
            <w:top w:val="none" w:sz="0" w:space="0" w:color="auto"/>
            <w:left w:val="none" w:sz="0" w:space="0" w:color="auto"/>
            <w:bottom w:val="none" w:sz="0" w:space="0" w:color="auto"/>
            <w:right w:val="none" w:sz="0" w:space="0" w:color="auto"/>
          </w:divBdr>
        </w:div>
        <w:div w:id="1793943304">
          <w:marLeft w:val="640"/>
          <w:marRight w:val="0"/>
          <w:marTop w:val="0"/>
          <w:marBottom w:val="0"/>
          <w:divBdr>
            <w:top w:val="none" w:sz="0" w:space="0" w:color="auto"/>
            <w:left w:val="none" w:sz="0" w:space="0" w:color="auto"/>
            <w:bottom w:val="none" w:sz="0" w:space="0" w:color="auto"/>
            <w:right w:val="none" w:sz="0" w:space="0" w:color="auto"/>
          </w:divBdr>
        </w:div>
        <w:div w:id="1869029706">
          <w:marLeft w:val="640"/>
          <w:marRight w:val="0"/>
          <w:marTop w:val="0"/>
          <w:marBottom w:val="0"/>
          <w:divBdr>
            <w:top w:val="none" w:sz="0" w:space="0" w:color="auto"/>
            <w:left w:val="none" w:sz="0" w:space="0" w:color="auto"/>
            <w:bottom w:val="none" w:sz="0" w:space="0" w:color="auto"/>
            <w:right w:val="none" w:sz="0" w:space="0" w:color="auto"/>
          </w:divBdr>
        </w:div>
        <w:div w:id="2084718099">
          <w:marLeft w:val="640"/>
          <w:marRight w:val="0"/>
          <w:marTop w:val="0"/>
          <w:marBottom w:val="0"/>
          <w:divBdr>
            <w:top w:val="none" w:sz="0" w:space="0" w:color="auto"/>
            <w:left w:val="none" w:sz="0" w:space="0" w:color="auto"/>
            <w:bottom w:val="none" w:sz="0" w:space="0" w:color="auto"/>
            <w:right w:val="none" w:sz="0" w:space="0" w:color="auto"/>
          </w:divBdr>
        </w:div>
        <w:div w:id="2123838774">
          <w:marLeft w:val="640"/>
          <w:marRight w:val="0"/>
          <w:marTop w:val="0"/>
          <w:marBottom w:val="0"/>
          <w:divBdr>
            <w:top w:val="none" w:sz="0" w:space="0" w:color="auto"/>
            <w:left w:val="none" w:sz="0" w:space="0" w:color="auto"/>
            <w:bottom w:val="none" w:sz="0" w:space="0" w:color="auto"/>
            <w:right w:val="none" w:sz="0" w:space="0" w:color="auto"/>
          </w:divBdr>
        </w:div>
      </w:divsChild>
    </w:div>
    <w:div w:id="182666543">
      <w:bodyDiv w:val="1"/>
      <w:marLeft w:val="0"/>
      <w:marRight w:val="0"/>
      <w:marTop w:val="0"/>
      <w:marBottom w:val="0"/>
      <w:divBdr>
        <w:top w:val="none" w:sz="0" w:space="0" w:color="auto"/>
        <w:left w:val="none" w:sz="0" w:space="0" w:color="auto"/>
        <w:bottom w:val="none" w:sz="0" w:space="0" w:color="auto"/>
        <w:right w:val="none" w:sz="0" w:space="0" w:color="auto"/>
      </w:divBdr>
      <w:divsChild>
        <w:div w:id="879514553">
          <w:marLeft w:val="0"/>
          <w:marRight w:val="0"/>
          <w:marTop w:val="0"/>
          <w:marBottom w:val="0"/>
          <w:divBdr>
            <w:top w:val="none" w:sz="0" w:space="0" w:color="auto"/>
            <w:left w:val="none" w:sz="0" w:space="0" w:color="auto"/>
            <w:bottom w:val="none" w:sz="0" w:space="0" w:color="auto"/>
            <w:right w:val="none" w:sz="0" w:space="0" w:color="auto"/>
          </w:divBdr>
          <w:divsChild>
            <w:div w:id="1584031070">
              <w:marLeft w:val="0"/>
              <w:marRight w:val="0"/>
              <w:marTop w:val="0"/>
              <w:marBottom w:val="0"/>
              <w:divBdr>
                <w:top w:val="none" w:sz="0" w:space="0" w:color="auto"/>
                <w:left w:val="none" w:sz="0" w:space="0" w:color="auto"/>
                <w:bottom w:val="none" w:sz="0" w:space="0" w:color="auto"/>
                <w:right w:val="none" w:sz="0" w:space="0" w:color="auto"/>
              </w:divBdr>
            </w:div>
            <w:div w:id="1599170758">
              <w:marLeft w:val="0"/>
              <w:marRight w:val="0"/>
              <w:marTop w:val="0"/>
              <w:marBottom w:val="0"/>
              <w:divBdr>
                <w:top w:val="none" w:sz="0" w:space="0" w:color="auto"/>
                <w:left w:val="none" w:sz="0" w:space="0" w:color="auto"/>
                <w:bottom w:val="none" w:sz="0" w:space="0" w:color="auto"/>
                <w:right w:val="none" w:sz="0" w:space="0" w:color="auto"/>
              </w:divBdr>
            </w:div>
            <w:div w:id="173762338">
              <w:marLeft w:val="0"/>
              <w:marRight w:val="0"/>
              <w:marTop w:val="0"/>
              <w:marBottom w:val="0"/>
              <w:divBdr>
                <w:top w:val="none" w:sz="0" w:space="0" w:color="auto"/>
                <w:left w:val="none" w:sz="0" w:space="0" w:color="auto"/>
                <w:bottom w:val="none" w:sz="0" w:space="0" w:color="auto"/>
                <w:right w:val="none" w:sz="0" w:space="0" w:color="auto"/>
              </w:divBdr>
            </w:div>
            <w:div w:id="429787178">
              <w:marLeft w:val="0"/>
              <w:marRight w:val="0"/>
              <w:marTop w:val="0"/>
              <w:marBottom w:val="0"/>
              <w:divBdr>
                <w:top w:val="none" w:sz="0" w:space="0" w:color="auto"/>
                <w:left w:val="none" w:sz="0" w:space="0" w:color="auto"/>
                <w:bottom w:val="none" w:sz="0" w:space="0" w:color="auto"/>
                <w:right w:val="none" w:sz="0" w:space="0" w:color="auto"/>
              </w:divBdr>
            </w:div>
            <w:div w:id="1175681267">
              <w:marLeft w:val="0"/>
              <w:marRight w:val="0"/>
              <w:marTop w:val="0"/>
              <w:marBottom w:val="0"/>
              <w:divBdr>
                <w:top w:val="none" w:sz="0" w:space="0" w:color="auto"/>
                <w:left w:val="none" w:sz="0" w:space="0" w:color="auto"/>
                <w:bottom w:val="none" w:sz="0" w:space="0" w:color="auto"/>
                <w:right w:val="none" w:sz="0" w:space="0" w:color="auto"/>
              </w:divBdr>
            </w:div>
            <w:div w:id="798572872">
              <w:marLeft w:val="0"/>
              <w:marRight w:val="0"/>
              <w:marTop w:val="0"/>
              <w:marBottom w:val="0"/>
              <w:divBdr>
                <w:top w:val="none" w:sz="0" w:space="0" w:color="auto"/>
                <w:left w:val="none" w:sz="0" w:space="0" w:color="auto"/>
                <w:bottom w:val="none" w:sz="0" w:space="0" w:color="auto"/>
                <w:right w:val="none" w:sz="0" w:space="0" w:color="auto"/>
              </w:divBdr>
            </w:div>
            <w:div w:id="1984431766">
              <w:marLeft w:val="0"/>
              <w:marRight w:val="0"/>
              <w:marTop w:val="0"/>
              <w:marBottom w:val="0"/>
              <w:divBdr>
                <w:top w:val="none" w:sz="0" w:space="0" w:color="auto"/>
                <w:left w:val="none" w:sz="0" w:space="0" w:color="auto"/>
                <w:bottom w:val="none" w:sz="0" w:space="0" w:color="auto"/>
                <w:right w:val="none" w:sz="0" w:space="0" w:color="auto"/>
              </w:divBdr>
            </w:div>
            <w:div w:id="760024617">
              <w:marLeft w:val="0"/>
              <w:marRight w:val="0"/>
              <w:marTop w:val="0"/>
              <w:marBottom w:val="0"/>
              <w:divBdr>
                <w:top w:val="none" w:sz="0" w:space="0" w:color="auto"/>
                <w:left w:val="none" w:sz="0" w:space="0" w:color="auto"/>
                <w:bottom w:val="none" w:sz="0" w:space="0" w:color="auto"/>
                <w:right w:val="none" w:sz="0" w:space="0" w:color="auto"/>
              </w:divBdr>
            </w:div>
            <w:div w:id="1251542021">
              <w:marLeft w:val="0"/>
              <w:marRight w:val="0"/>
              <w:marTop w:val="0"/>
              <w:marBottom w:val="0"/>
              <w:divBdr>
                <w:top w:val="none" w:sz="0" w:space="0" w:color="auto"/>
                <w:left w:val="none" w:sz="0" w:space="0" w:color="auto"/>
                <w:bottom w:val="none" w:sz="0" w:space="0" w:color="auto"/>
                <w:right w:val="none" w:sz="0" w:space="0" w:color="auto"/>
              </w:divBdr>
            </w:div>
            <w:div w:id="832185522">
              <w:marLeft w:val="0"/>
              <w:marRight w:val="0"/>
              <w:marTop w:val="0"/>
              <w:marBottom w:val="0"/>
              <w:divBdr>
                <w:top w:val="none" w:sz="0" w:space="0" w:color="auto"/>
                <w:left w:val="none" w:sz="0" w:space="0" w:color="auto"/>
                <w:bottom w:val="none" w:sz="0" w:space="0" w:color="auto"/>
                <w:right w:val="none" w:sz="0" w:space="0" w:color="auto"/>
              </w:divBdr>
            </w:div>
            <w:div w:id="1177495977">
              <w:marLeft w:val="0"/>
              <w:marRight w:val="0"/>
              <w:marTop w:val="0"/>
              <w:marBottom w:val="0"/>
              <w:divBdr>
                <w:top w:val="none" w:sz="0" w:space="0" w:color="auto"/>
                <w:left w:val="none" w:sz="0" w:space="0" w:color="auto"/>
                <w:bottom w:val="none" w:sz="0" w:space="0" w:color="auto"/>
                <w:right w:val="none" w:sz="0" w:space="0" w:color="auto"/>
              </w:divBdr>
            </w:div>
            <w:div w:id="1129781851">
              <w:marLeft w:val="0"/>
              <w:marRight w:val="0"/>
              <w:marTop w:val="0"/>
              <w:marBottom w:val="0"/>
              <w:divBdr>
                <w:top w:val="none" w:sz="0" w:space="0" w:color="auto"/>
                <w:left w:val="none" w:sz="0" w:space="0" w:color="auto"/>
                <w:bottom w:val="none" w:sz="0" w:space="0" w:color="auto"/>
                <w:right w:val="none" w:sz="0" w:space="0" w:color="auto"/>
              </w:divBdr>
            </w:div>
            <w:div w:id="492064050">
              <w:marLeft w:val="0"/>
              <w:marRight w:val="0"/>
              <w:marTop w:val="0"/>
              <w:marBottom w:val="0"/>
              <w:divBdr>
                <w:top w:val="none" w:sz="0" w:space="0" w:color="auto"/>
                <w:left w:val="none" w:sz="0" w:space="0" w:color="auto"/>
                <w:bottom w:val="none" w:sz="0" w:space="0" w:color="auto"/>
                <w:right w:val="none" w:sz="0" w:space="0" w:color="auto"/>
              </w:divBdr>
            </w:div>
            <w:div w:id="376511560">
              <w:marLeft w:val="0"/>
              <w:marRight w:val="0"/>
              <w:marTop w:val="0"/>
              <w:marBottom w:val="0"/>
              <w:divBdr>
                <w:top w:val="none" w:sz="0" w:space="0" w:color="auto"/>
                <w:left w:val="none" w:sz="0" w:space="0" w:color="auto"/>
                <w:bottom w:val="none" w:sz="0" w:space="0" w:color="auto"/>
                <w:right w:val="none" w:sz="0" w:space="0" w:color="auto"/>
              </w:divBdr>
            </w:div>
            <w:div w:id="81493853">
              <w:marLeft w:val="0"/>
              <w:marRight w:val="0"/>
              <w:marTop w:val="0"/>
              <w:marBottom w:val="0"/>
              <w:divBdr>
                <w:top w:val="none" w:sz="0" w:space="0" w:color="auto"/>
                <w:left w:val="none" w:sz="0" w:space="0" w:color="auto"/>
                <w:bottom w:val="none" w:sz="0" w:space="0" w:color="auto"/>
                <w:right w:val="none" w:sz="0" w:space="0" w:color="auto"/>
              </w:divBdr>
            </w:div>
            <w:div w:id="818151700">
              <w:marLeft w:val="0"/>
              <w:marRight w:val="0"/>
              <w:marTop w:val="0"/>
              <w:marBottom w:val="0"/>
              <w:divBdr>
                <w:top w:val="none" w:sz="0" w:space="0" w:color="auto"/>
                <w:left w:val="none" w:sz="0" w:space="0" w:color="auto"/>
                <w:bottom w:val="none" w:sz="0" w:space="0" w:color="auto"/>
                <w:right w:val="none" w:sz="0" w:space="0" w:color="auto"/>
              </w:divBdr>
            </w:div>
            <w:div w:id="1416046862">
              <w:marLeft w:val="0"/>
              <w:marRight w:val="0"/>
              <w:marTop w:val="0"/>
              <w:marBottom w:val="0"/>
              <w:divBdr>
                <w:top w:val="none" w:sz="0" w:space="0" w:color="auto"/>
                <w:left w:val="none" w:sz="0" w:space="0" w:color="auto"/>
                <w:bottom w:val="none" w:sz="0" w:space="0" w:color="auto"/>
                <w:right w:val="none" w:sz="0" w:space="0" w:color="auto"/>
              </w:divBdr>
            </w:div>
            <w:div w:id="92170092">
              <w:marLeft w:val="0"/>
              <w:marRight w:val="0"/>
              <w:marTop w:val="0"/>
              <w:marBottom w:val="0"/>
              <w:divBdr>
                <w:top w:val="none" w:sz="0" w:space="0" w:color="auto"/>
                <w:left w:val="none" w:sz="0" w:space="0" w:color="auto"/>
                <w:bottom w:val="none" w:sz="0" w:space="0" w:color="auto"/>
                <w:right w:val="none" w:sz="0" w:space="0" w:color="auto"/>
              </w:divBdr>
            </w:div>
            <w:div w:id="1049455968">
              <w:marLeft w:val="0"/>
              <w:marRight w:val="0"/>
              <w:marTop w:val="0"/>
              <w:marBottom w:val="0"/>
              <w:divBdr>
                <w:top w:val="none" w:sz="0" w:space="0" w:color="auto"/>
                <w:left w:val="none" w:sz="0" w:space="0" w:color="auto"/>
                <w:bottom w:val="none" w:sz="0" w:space="0" w:color="auto"/>
                <w:right w:val="none" w:sz="0" w:space="0" w:color="auto"/>
              </w:divBdr>
            </w:div>
            <w:div w:id="457188415">
              <w:marLeft w:val="0"/>
              <w:marRight w:val="0"/>
              <w:marTop w:val="0"/>
              <w:marBottom w:val="0"/>
              <w:divBdr>
                <w:top w:val="none" w:sz="0" w:space="0" w:color="auto"/>
                <w:left w:val="none" w:sz="0" w:space="0" w:color="auto"/>
                <w:bottom w:val="none" w:sz="0" w:space="0" w:color="auto"/>
                <w:right w:val="none" w:sz="0" w:space="0" w:color="auto"/>
              </w:divBdr>
            </w:div>
            <w:div w:id="287510862">
              <w:marLeft w:val="0"/>
              <w:marRight w:val="0"/>
              <w:marTop w:val="0"/>
              <w:marBottom w:val="0"/>
              <w:divBdr>
                <w:top w:val="none" w:sz="0" w:space="0" w:color="auto"/>
                <w:left w:val="none" w:sz="0" w:space="0" w:color="auto"/>
                <w:bottom w:val="none" w:sz="0" w:space="0" w:color="auto"/>
                <w:right w:val="none" w:sz="0" w:space="0" w:color="auto"/>
              </w:divBdr>
            </w:div>
            <w:div w:id="1575629113">
              <w:marLeft w:val="0"/>
              <w:marRight w:val="0"/>
              <w:marTop w:val="0"/>
              <w:marBottom w:val="0"/>
              <w:divBdr>
                <w:top w:val="none" w:sz="0" w:space="0" w:color="auto"/>
                <w:left w:val="none" w:sz="0" w:space="0" w:color="auto"/>
                <w:bottom w:val="none" w:sz="0" w:space="0" w:color="auto"/>
                <w:right w:val="none" w:sz="0" w:space="0" w:color="auto"/>
              </w:divBdr>
            </w:div>
            <w:div w:id="199040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90093">
      <w:bodyDiv w:val="1"/>
      <w:marLeft w:val="0"/>
      <w:marRight w:val="0"/>
      <w:marTop w:val="0"/>
      <w:marBottom w:val="0"/>
      <w:divBdr>
        <w:top w:val="none" w:sz="0" w:space="0" w:color="auto"/>
        <w:left w:val="none" w:sz="0" w:space="0" w:color="auto"/>
        <w:bottom w:val="none" w:sz="0" w:space="0" w:color="auto"/>
        <w:right w:val="none" w:sz="0" w:space="0" w:color="auto"/>
      </w:divBdr>
      <w:divsChild>
        <w:div w:id="30082341">
          <w:marLeft w:val="640"/>
          <w:marRight w:val="0"/>
          <w:marTop w:val="0"/>
          <w:marBottom w:val="0"/>
          <w:divBdr>
            <w:top w:val="none" w:sz="0" w:space="0" w:color="auto"/>
            <w:left w:val="none" w:sz="0" w:space="0" w:color="auto"/>
            <w:bottom w:val="none" w:sz="0" w:space="0" w:color="auto"/>
            <w:right w:val="none" w:sz="0" w:space="0" w:color="auto"/>
          </w:divBdr>
        </w:div>
        <w:div w:id="216406059">
          <w:marLeft w:val="640"/>
          <w:marRight w:val="0"/>
          <w:marTop w:val="0"/>
          <w:marBottom w:val="0"/>
          <w:divBdr>
            <w:top w:val="none" w:sz="0" w:space="0" w:color="auto"/>
            <w:left w:val="none" w:sz="0" w:space="0" w:color="auto"/>
            <w:bottom w:val="none" w:sz="0" w:space="0" w:color="auto"/>
            <w:right w:val="none" w:sz="0" w:space="0" w:color="auto"/>
          </w:divBdr>
        </w:div>
        <w:div w:id="349186269">
          <w:marLeft w:val="640"/>
          <w:marRight w:val="0"/>
          <w:marTop w:val="0"/>
          <w:marBottom w:val="0"/>
          <w:divBdr>
            <w:top w:val="none" w:sz="0" w:space="0" w:color="auto"/>
            <w:left w:val="none" w:sz="0" w:space="0" w:color="auto"/>
            <w:bottom w:val="none" w:sz="0" w:space="0" w:color="auto"/>
            <w:right w:val="none" w:sz="0" w:space="0" w:color="auto"/>
          </w:divBdr>
        </w:div>
        <w:div w:id="548881883">
          <w:marLeft w:val="640"/>
          <w:marRight w:val="0"/>
          <w:marTop w:val="0"/>
          <w:marBottom w:val="0"/>
          <w:divBdr>
            <w:top w:val="none" w:sz="0" w:space="0" w:color="auto"/>
            <w:left w:val="none" w:sz="0" w:space="0" w:color="auto"/>
            <w:bottom w:val="none" w:sz="0" w:space="0" w:color="auto"/>
            <w:right w:val="none" w:sz="0" w:space="0" w:color="auto"/>
          </w:divBdr>
        </w:div>
        <w:div w:id="576599571">
          <w:marLeft w:val="640"/>
          <w:marRight w:val="0"/>
          <w:marTop w:val="0"/>
          <w:marBottom w:val="0"/>
          <w:divBdr>
            <w:top w:val="none" w:sz="0" w:space="0" w:color="auto"/>
            <w:left w:val="none" w:sz="0" w:space="0" w:color="auto"/>
            <w:bottom w:val="none" w:sz="0" w:space="0" w:color="auto"/>
            <w:right w:val="none" w:sz="0" w:space="0" w:color="auto"/>
          </w:divBdr>
        </w:div>
        <w:div w:id="671756598">
          <w:marLeft w:val="640"/>
          <w:marRight w:val="0"/>
          <w:marTop w:val="0"/>
          <w:marBottom w:val="0"/>
          <w:divBdr>
            <w:top w:val="none" w:sz="0" w:space="0" w:color="auto"/>
            <w:left w:val="none" w:sz="0" w:space="0" w:color="auto"/>
            <w:bottom w:val="none" w:sz="0" w:space="0" w:color="auto"/>
            <w:right w:val="none" w:sz="0" w:space="0" w:color="auto"/>
          </w:divBdr>
        </w:div>
        <w:div w:id="837618376">
          <w:marLeft w:val="640"/>
          <w:marRight w:val="0"/>
          <w:marTop w:val="0"/>
          <w:marBottom w:val="0"/>
          <w:divBdr>
            <w:top w:val="none" w:sz="0" w:space="0" w:color="auto"/>
            <w:left w:val="none" w:sz="0" w:space="0" w:color="auto"/>
            <w:bottom w:val="none" w:sz="0" w:space="0" w:color="auto"/>
            <w:right w:val="none" w:sz="0" w:space="0" w:color="auto"/>
          </w:divBdr>
        </w:div>
        <w:div w:id="875387531">
          <w:marLeft w:val="640"/>
          <w:marRight w:val="0"/>
          <w:marTop w:val="0"/>
          <w:marBottom w:val="0"/>
          <w:divBdr>
            <w:top w:val="none" w:sz="0" w:space="0" w:color="auto"/>
            <w:left w:val="none" w:sz="0" w:space="0" w:color="auto"/>
            <w:bottom w:val="none" w:sz="0" w:space="0" w:color="auto"/>
            <w:right w:val="none" w:sz="0" w:space="0" w:color="auto"/>
          </w:divBdr>
        </w:div>
        <w:div w:id="1073816494">
          <w:marLeft w:val="640"/>
          <w:marRight w:val="0"/>
          <w:marTop w:val="0"/>
          <w:marBottom w:val="0"/>
          <w:divBdr>
            <w:top w:val="none" w:sz="0" w:space="0" w:color="auto"/>
            <w:left w:val="none" w:sz="0" w:space="0" w:color="auto"/>
            <w:bottom w:val="none" w:sz="0" w:space="0" w:color="auto"/>
            <w:right w:val="none" w:sz="0" w:space="0" w:color="auto"/>
          </w:divBdr>
        </w:div>
        <w:div w:id="1425031735">
          <w:marLeft w:val="640"/>
          <w:marRight w:val="0"/>
          <w:marTop w:val="0"/>
          <w:marBottom w:val="0"/>
          <w:divBdr>
            <w:top w:val="none" w:sz="0" w:space="0" w:color="auto"/>
            <w:left w:val="none" w:sz="0" w:space="0" w:color="auto"/>
            <w:bottom w:val="none" w:sz="0" w:space="0" w:color="auto"/>
            <w:right w:val="none" w:sz="0" w:space="0" w:color="auto"/>
          </w:divBdr>
        </w:div>
        <w:div w:id="1528370404">
          <w:marLeft w:val="640"/>
          <w:marRight w:val="0"/>
          <w:marTop w:val="0"/>
          <w:marBottom w:val="0"/>
          <w:divBdr>
            <w:top w:val="none" w:sz="0" w:space="0" w:color="auto"/>
            <w:left w:val="none" w:sz="0" w:space="0" w:color="auto"/>
            <w:bottom w:val="none" w:sz="0" w:space="0" w:color="auto"/>
            <w:right w:val="none" w:sz="0" w:space="0" w:color="auto"/>
          </w:divBdr>
        </w:div>
        <w:div w:id="1581794056">
          <w:marLeft w:val="640"/>
          <w:marRight w:val="0"/>
          <w:marTop w:val="0"/>
          <w:marBottom w:val="0"/>
          <w:divBdr>
            <w:top w:val="none" w:sz="0" w:space="0" w:color="auto"/>
            <w:left w:val="none" w:sz="0" w:space="0" w:color="auto"/>
            <w:bottom w:val="none" w:sz="0" w:space="0" w:color="auto"/>
            <w:right w:val="none" w:sz="0" w:space="0" w:color="auto"/>
          </w:divBdr>
        </w:div>
        <w:div w:id="1629050797">
          <w:marLeft w:val="640"/>
          <w:marRight w:val="0"/>
          <w:marTop w:val="0"/>
          <w:marBottom w:val="0"/>
          <w:divBdr>
            <w:top w:val="none" w:sz="0" w:space="0" w:color="auto"/>
            <w:left w:val="none" w:sz="0" w:space="0" w:color="auto"/>
            <w:bottom w:val="none" w:sz="0" w:space="0" w:color="auto"/>
            <w:right w:val="none" w:sz="0" w:space="0" w:color="auto"/>
          </w:divBdr>
        </w:div>
        <w:div w:id="1803844785">
          <w:marLeft w:val="640"/>
          <w:marRight w:val="0"/>
          <w:marTop w:val="0"/>
          <w:marBottom w:val="0"/>
          <w:divBdr>
            <w:top w:val="none" w:sz="0" w:space="0" w:color="auto"/>
            <w:left w:val="none" w:sz="0" w:space="0" w:color="auto"/>
            <w:bottom w:val="none" w:sz="0" w:space="0" w:color="auto"/>
            <w:right w:val="none" w:sz="0" w:space="0" w:color="auto"/>
          </w:divBdr>
        </w:div>
        <w:div w:id="1964849690">
          <w:marLeft w:val="640"/>
          <w:marRight w:val="0"/>
          <w:marTop w:val="0"/>
          <w:marBottom w:val="0"/>
          <w:divBdr>
            <w:top w:val="none" w:sz="0" w:space="0" w:color="auto"/>
            <w:left w:val="none" w:sz="0" w:space="0" w:color="auto"/>
            <w:bottom w:val="none" w:sz="0" w:space="0" w:color="auto"/>
            <w:right w:val="none" w:sz="0" w:space="0" w:color="auto"/>
          </w:divBdr>
        </w:div>
        <w:div w:id="1965380073">
          <w:marLeft w:val="640"/>
          <w:marRight w:val="0"/>
          <w:marTop w:val="0"/>
          <w:marBottom w:val="0"/>
          <w:divBdr>
            <w:top w:val="none" w:sz="0" w:space="0" w:color="auto"/>
            <w:left w:val="none" w:sz="0" w:space="0" w:color="auto"/>
            <w:bottom w:val="none" w:sz="0" w:space="0" w:color="auto"/>
            <w:right w:val="none" w:sz="0" w:space="0" w:color="auto"/>
          </w:divBdr>
        </w:div>
        <w:div w:id="1995379416">
          <w:marLeft w:val="640"/>
          <w:marRight w:val="0"/>
          <w:marTop w:val="0"/>
          <w:marBottom w:val="0"/>
          <w:divBdr>
            <w:top w:val="none" w:sz="0" w:space="0" w:color="auto"/>
            <w:left w:val="none" w:sz="0" w:space="0" w:color="auto"/>
            <w:bottom w:val="none" w:sz="0" w:space="0" w:color="auto"/>
            <w:right w:val="none" w:sz="0" w:space="0" w:color="auto"/>
          </w:divBdr>
        </w:div>
        <w:div w:id="2110159470">
          <w:marLeft w:val="640"/>
          <w:marRight w:val="0"/>
          <w:marTop w:val="0"/>
          <w:marBottom w:val="0"/>
          <w:divBdr>
            <w:top w:val="none" w:sz="0" w:space="0" w:color="auto"/>
            <w:left w:val="none" w:sz="0" w:space="0" w:color="auto"/>
            <w:bottom w:val="none" w:sz="0" w:space="0" w:color="auto"/>
            <w:right w:val="none" w:sz="0" w:space="0" w:color="auto"/>
          </w:divBdr>
        </w:div>
      </w:divsChild>
    </w:div>
    <w:div w:id="241258618">
      <w:bodyDiv w:val="1"/>
      <w:marLeft w:val="0"/>
      <w:marRight w:val="0"/>
      <w:marTop w:val="0"/>
      <w:marBottom w:val="0"/>
      <w:divBdr>
        <w:top w:val="none" w:sz="0" w:space="0" w:color="auto"/>
        <w:left w:val="none" w:sz="0" w:space="0" w:color="auto"/>
        <w:bottom w:val="none" w:sz="0" w:space="0" w:color="auto"/>
        <w:right w:val="none" w:sz="0" w:space="0" w:color="auto"/>
      </w:divBdr>
      <w:divsChild>
        <w:div w:id="684786315">
          <w:marLeft w:val="0"/>
          <w:marRight w:val="0"/>
          <w:marTop w:val="0"/>
          <w:marBottom w:val="0"/>
          <w:divBdr>
            <w:top w:val="none" w:sz="0" w:space="0" w:color="auto"/>
            <w:left w:val="none" w:sz="0" w:space="0" w:color="auto"/>
            <w:bottom w:val="none" w:sz="0" w:space="0" w:color="auto"/>
            <w:right w:val="none" w:sz="0" w:space="0" w:color="auto"/>
          </w:divBdr>
          <w:divsChild>
            <w:div w:id="1391272777">
              <w:marLeft w:val="0"/>
              <w:marRight w:val="0"/>
              <w:marTop w:val="0"/>
              <w:marBottom w:val="0"/>
              <w:divBdr>
                <w:top w:val="none" w:sz="0" w:space="0" w:color="auto"/>
                <w:left w:val="none" w:sz="0" w:space="0" w:color="auto"/>
                <w:bottom w:val="none" w:sz="0" w:space="0" w:color="auto"/>
                <w:right w:val="none" w:sz="0" w:space="0" w:color="auto"/>
              </w:divBdr>
            </w:div>
            <w:div w:id="670840694">
              <w:marLeft w:val="0"/>
              <w:marRight w:val="0"/>
              <w:marTop w:val="0"/>
              <w:marBottom w:val="0"/>
              <w:divBdr>
                <w:top w:val="none" w:sz="0" w:space="0" w:color="auto"/>
                <w:left w:val="none" w:sz="0" w:space="0" w:color="auto"/>
                <w:bottom w:val="none" w:sz="0" w:space="0" w:color="auto"/>
                <w:right w:val="none" w:sz="0" w:space="0" w:color="auto"/>
              </w:divBdr>
            </w:div>
            <w:div w:id="1267889582">
              <w:marLeft w:val="0"/>
              <w:marRight w:val="0"/>
              <w:marTop w:val="0"/>
              <w:marBottom w:val="0"/>
              <w:divBdr>
                <w:top w:val="none" w:sz="0" w:space="0" w:color="auto"/>
                <w:left w:val="none" w:sz="0" w:space="0" w:color="auto"/>
                <w:bottom w:val="none" w:sz="0" w:space="0" w:color="auto"/>
                <w:right w:val="none" w:sz="0" w:space="0" w:color="auto"/>
              </w:divBdr>
            </w:div>
            <w:div w:id="1344279956">
              <w:marLeft w:val="0"/>
              <w:marRight w:val="0"/>
              <w:marTop w:val="0"/>
              <w:marBottom w:val="0"/>
              <w:divBdr>
                <w:top w:val="none" w:sz="0" w:space="0" w:color="auto"/>
                <w:left w:val="none" w:sz="0" w:space="0" w:color="auto"/>
                <w:bottom w:val="none" w:sz="0" w:space="0" w:color="auto"/>
                <w:right w:val="none" w:sz="0" w:space="0" w:color="auto"/>
              </w:divBdr>
            </w:div>
            <w:div w:id="1404790027">
              <w:marLeft w:val="0"/>
              <w:marRight w:val="0"/>
              <w:marTop w:val="0"/>
              <w:marBottom w:val="0"/>
              <w:divBdr>
                <w:top w:val="none" w:sz="0" w:space="0" w:color="auto"/>
                <w:left w:val="none" w:sz="0" w:space="0" w:color="auto"/>
                <w:bottom w:val="none" w:sz="0" w:space="0" w:color="auto"/>
                <w:right w:val="none" w:sz="0" w:space="0" w:color="auto"/>
              </w:divBdr>
            </w:div>
            <w:div w:id="2047177438">
              <w:marLeft w:val="0"/>
              <w:marRight w:val="0"/>
              <w:marTop w:val="0"/>
              <w:marBottom w:val="0"/>
              <w:divBdr>
                <w:top w:val="none" w:sz="0" w:space="0" w:color="auto"/>
                <w:left w:val="none" w:sz="0" w:space="0" w:color="auto"/>
                <w:bottom w:val="none" w:sz="0" w:space="0" w:color="auto"/>
                <w:right w:val="none" w:sz="0" w:space="0" w:color="auto"/>
              </w:divBdr>
            </w:div>
            <w:div w:id="1611038430">
              <w:marLeft w:val="0"/>
              <w:marRight w:val="0"/>
              <w:marTop w:val="0"/>
              <w:marBottom w:val="0"/>
              <w:divBdr>
                <w:top w:val="none" w:sz="0" w:space="0" w:color="auto"/>
                <w:left w:val="none" w:sz="0" w:space="0" w:color="auto"/>
                <w:bottom w:val="none" w:sz="0" w:space="0" w:color="auto"/>
                <w:right w:val="none" w:sz="0" w:space="0" w:color="auto"/>
              </w:divBdr>
            </w:div>
            <w:div w:id="1093553334">
              <w:marLeft w:val="0"/>
              <w:marRight w:val="0"/>
              <w:marTop w:val="0"/>
              <w:marBottom w:val="0"/>
              <w:divBdr>
                <w:top w:val="none" w:sz="0" w:space="0" w:color="auto"/>
                <w:left w:val="none" w:sz="0" w:space="0" w:color="auto"/>
                <w:bottom w:val="none" w:sz="0" w:space="0" w:color="auto"/>
                <w:right w:val="none" w:sz="0" w:space="0" w:color="auto"/>
              </w:divBdr>
            </w:div>
            <w:div w:id="1909531015">
              <w:marLeft w:val="0"/>
              <w:marRight w:val="0"/>
              <w:marTop w:val="0"/>
              <w:marBottom w:val="0"/>
              <w:divBdr>
                <w:top w:val="none" w:sz="0" w:space="0" w:color="auto"/>
                <w:left w:val="none" w:sz="0" w:space="0" w:color="auto"/>
                <w:bottom w:val="none" w:sz="0" w:space="0" w:color="auto"/>
                <w:right w:val="none" w:sz="0" w:space="0" w:color="auto"/>
              </w:divBdr>
            </w:div>
            <w:div w:id="1201548650">
              <w:marLeft w:val="0"/>
              <w:marRight w:val="0"/>
              <w:marTop w:val="0"/>
              <w:marBottom w:val="0"/>
              <w:divBdr>
                <w:top w:val="none" w:sz="0" w:space="0" w:color="auto"/>
                <w:left w:val="none" w:sz="0" w:space="0" w:color="auto"/>
                <w:bottom w:val="none" w:sz="0" w:space="0" w:color="auto"/>
                <w:right w:val="none" w:sz="0" w:space="0" w:color="auto"/>
              </w:divBdr>
            </w:div>
            <w:div w:id="1560896484">
              <w:marLeft w:val="0"/>
              <w:marRight w:val="0"/>
              <w:marTop w:val="0"/>
              <w:marBottom w:val="0"/>
              <w:divBdr>
                <w:top w:val="none" w:sz="0" w:space="0" w:color="auto"/>
                <w:left w:val="none" w:sz="0" w:space="0" w:color="auto"/>
                <w:bottom w:val="none" w:sz="0" w:space="0" w:color="auto"/>
                <w:right w:val="none" w:sz="0" w:space="0" w:color="auto"/>
              </w:divBdr>
            </w:div>
            <w:div w:id="1457214585">
              <w:marLeft w:val="0"/>
              <w:marRight w:val="0"/>
              <w:marTop w:val="0"/>
              <w:marBottom w:val="0"/>
              <w:divBdr>
                <w:top w:val="none" w:sz="0" w:space="0" w:color="auto"/>
                <w:left w:val="none" w:sz="0" w:space="0" w:color="auto"/>
                <w:bottom w:val="none" w:sz="0" w:space="0" w:color="auto"/>
                <w:right w:val="none" w:sz="0" w:space="0" w:color="auto"/>
              </w:divBdr>
            </w:div>
            <w:div w:id="1161771989">
              <w:marLeft w:val="0"/>
              <w:marRight w:val="0"/>
              <w:marTop w:val="0"/>
              <w:marBottom w:val="0"/>
              <w:divBdr>
                <w:top w:val="none" w:sz="0" w:space="0" w:color="auto"/>
                <w:left w:val="none" w:sz="0" w:space="0" w:color="auto"/>
                <w:bottom w:val="none" w:sz="0" w:space="0" w:color="auto"/>
                <w:right w:val="none" w:sz="0" w:space="0" w:color="auto"/>
              </w:divBdr>
            </w:div>
            <w:div w:id="16599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858047">
      <w:bodyDiv w:val="1"/>
      <w:marLeft w:val="0"/>
      <w:marRight w:val="0"/>
      <w:marTop w:val="0"/>
      <w:marBottom w:val="0"/>
      <w:divBdr>
        <w:top w:val="none" w:sz="0" w:space="0" w:color="auto"/>
        <w:left w:val="none" w:sz="0" w:space="0" w:color="auto"/>
        <w:bottom w:val="none" w:sz="0" w:space="0" w:color="auto"/>
        <w:right w:val="none" w:sz="0" w:space="0" w:color="auto"/>
      </w:divBdr>
      <w:divsChild>
        <w:div w:id="37361840">
          <w:marLeft w:val="640"/>
          <w:marRight w:val="0"/>
          <w:marTop w:val="0"/>
          <w:marBottom w:val="0"/>
          <w:divBdr>
            <w:top w:val="none" w:sz="0" w:space="0" w:color="auto"/>
            <w:left w:val="none" w:sz="0" w:space="0" w:color="auto"/>
            <w:bottom w:val="none" w:sz="0" w:space="0" w:color="auto"/>
            <w:right w:val="none" w:sz="0" w:space="0" w:color="auto"/>
          </w:divBdr>
        </w:div>
        <w:div w:id="163741105">
          <w:marLeft w:val="640"/>
          <w:marRight w:val="0"/>
          <w:marTop w:val="0"/>
          <w:marBottom w:val="0"/>
          <w:divBdr>
            <w:top w:val="none" w:sz="0" w:space="0" w:color="auto"/>
            <w:left w:val="none" w:sz="0" w:space="0" w:color="auto"/>
            <w:bottom w:val="none" w:sz="0" w:space="0" w:color="auto"/>
            <w:right w:val="none" w:sz="0" w:space="0" w:color="auto"/>
          </w:divBdr>
          <w:divsChild>
            <w:div w:id="1464738170">
              <w:marLeft w:val="0"/>
              <w:marRight w:val="0"/>
              <w:marTop w:val="0"/>
              <w:marBottom w:val="0"/>
              <w:divBdr>
                <w:top w:val="none" w:sz="0" w:space="0" w:color="auto"/>
                <w:left w:val="none" w:sz="0" w:space="0" w:color="auto"/>
                <w:bottom w:val="none" w:sz="0" w:space="0" w:color="auto"/>
                <w:right w:val="none" w:sz="0" w:space="0" w:color="auto"/>
              </w:divBdr>
              <w:divsChild>
                <w:div w:id="50201938">
                  <w:marLeft w:val="640"/>
                  <w:marRight w:val="0"/>
                  <w:marTop w:val="0"/>
                  <w:marBottom w:val="0"/>
                  <w:divBdr>
                    <w:top w:val="none" w:sz="0" w:space="0" w:color="auto"/>
                    <w:left w:val="none" w:sz="0" w:space="0" w:color="auto"/>
                    <w:bottom w:val="none" w:sz="0" w:space="0" w:color="auto"/>
                    <w:right w:val="none" w:sz="0" w:space="0" w:color="auto"/>
                  </w:divBdr>
                </w:div>
                <w:div w:id="155071780">
                  <w:marLeft w:val="640"/>
                  <w:marRight w:val="0"/>
                  <w:marTop w:val="0"/>
                  <w:marBottom w:val="0"/>
                  <w:divBdr>
                    <w:top w:val="none" w:sz="0" w:space="0" w:color="auto"/>
                    <w:left w:val="none" w:sz="0" w:space="0" w:color="auto"/>
                    <w:bottom w:val="none" w:sz="0" w:space="0" w:color="auto"/>
                    <w:right w:val="none" w:sz="0" w:space="0" w:color="auto"/>
                  </w:divBdr>
                </w:div>
                <w:div w:id="380710863">
                  <w:marLeft w:val="640"/>
                  <w:marRight w:val="0"/>
                  <w:marTop w:val="0"/>
                  <w:marBottom w:val="0"/>
                  <w:divBdr>
                    <w:top w:val="none" w:sz="0" w:space="0" w:color="auto"/>
                    <w:left w:val="none" w:sz="0" w:space="0" w:color="auto"/>
                    <w:bottom w:val="none" w:sz="0" w:space="0" w:color="auto"/>
                    <w:right w:val="none" w:sz="0" w:space="0" w:color="auto"/>
                  </w:divBdr>
                </w:div>
                <w:div w:id="722296712">
                  <w:marLeft w:val="640"/>
                  <w:marRight w:val="0"/>
                  <w:marTop w:val="0"/>
                  <w:marBottom w:val="0"/>
                  <w:divBdr>
                    <w:top w:val="none" w:sz="0" w:space="0" w:color="auto"/>
                    <w:left w:val="none" w:sz="0" w:space="0" w:color="auto"/>
                    <w:bottom w:val="none" w:sz="0" w:space="0" w:color="auto"/>
                    <w:right w:val="none" w:sz="0" w:space="0" w:color="auto"/>
                  </w:divBdr>
                </w:div>
                <w:div w:id="724911945">
                  <w:marLeft w:val="640"/>
                  <w:marRight w:val="0"/>
                  <w:marTop w:val="0"/>
                  <w:marBottom w:val="0"/>
                  <w:divBdr>
                    <w:top w:val="none" w:sz="0" w:space="0" w:color="auto"/>
                    <w:left w:val="none" w:sz="0" w:space="0" w:color="auto"/>
                    <w:bottom w:val="none" w:sz="0" w:space="0" w:color="auto"/>
                    <w:right w:val="none" w:sz="0" w:space="0" w:color="auto"/>
                  </w:divBdr>
                </w:div>
                <w:div w:id="774325643">
                  <w:marLeft w:val="640"/>
                  <w:marRight w:val="0"/>
                  <w:marTop w:val="0"/>
                  <w:marBottom w:val="0"/>
                  <w:divBdr>
                    <w:top w:val="none" w:sz="0" w:space="0" w:color="auto"/>
                    <w:left w:val="none" w:sz="0" w:space="0" w:color="auto"/>
                    <w:bottom w:val="none" w:sz="0" w:space="0" w:color="auto"/>
                    <w:right w:val="none" w:sz="0" w:space="0" w:color="auto"/>
                  </w:divBdr>
                </w:div>
                <w:div w:id="856650986">
                  <w:marLeft w:val="640"/>
                  <w:marRight w:val="0"/>
                  <w:marTop w:val="0"/>
                  <w:marBottom w:val="0"/>
                  <w:divBdr>
                    <w:top w:val="none" w:sz="0" w:space="0" w:color="auto"/>
                    <w:left w:val="none" w:sz="0" w:space="0" w:color="auto"/>
                    <w:bottom w:val="none" w:sz="0" w:space="0" w:color="auto"/>
                    <w:right w:val="none" w:sz="0" w:space="0" w:color="auto"/>
                  </w:divBdr>
                </w:div>
                <w:div w:id="896207092">
                  <w:marLeft w:val="640"/>
                  <w:marRight w:val="0"/>
                  <w:marTop w:val="0"/>
                  <w:marBottom w:val="0"/>
                  <w:divBdr>
                    <w:top w:val="none" w:sz="0" w:space="0" w:color="auto"/>
                    <w:left w:val="none" w:sz="0" w:space="0" w:color="auto"/>
                    <w:bottom w:val="none" w:sz="0" w:space="0" w:color="auto"/>
                    <w:right w:val="none" w:sz="0" w:space="0" w:color="auto"/>
                  </w:divBdr>
                </w:div>
                <w:div w:id="969940728">
                  <w:marLeft w:val="640"/>
                  <w:marRight w:val="0"/>
                  <w:marTop w:val="0"/>
                  <w:marBottom w:val="0"/>
                  <w:divBdr>
                    <w:top w:val="none" w:sz="0" w:space="0" w:color="auto"/>
                    <w:left w:val="none" w:sz="0" w:space="0" w:color="auto"/>
                    <w:bottom w:val="none" w:sz="0" w:space="0" w:color="auto"/>
                    <w:right w:val="none" w:sz="0" w:space="0" w:color="auto"/>
                  </w:divBdr>
                </w:div>
                <w:div w:id="1035272660">
                  <w:marLeft w:val="640"/>
                  <w:marRight w:val="0"/>
                  <w:marTop w:val="0"/>
                  <w:marBottom w:val="0"/>
                  <w:divBdr>
                    <w:top w:val="none" w:sz="0" w:space="0" w:color="auto"/>
                    <w:left w:val="none" w:sz="0" w:space="0" w:color="auto"/>
                    <w:bottom w:val="none" w:sz="0" w:space="0" w:color="auto"/>
                    <w:right w:val="none" w:sz="0" w:space="0" w:color="auto"/>
                  </w:divBdr>
                </w:div>
                <w:div w:id="1061321089">
                  <w:marLeft w:val="640"/>
                  <w:marRight w:val="0"/>
                  <w:marTop w:val="0"/>
                  <w:marBottom w:val="0"/>
                  <w:divBdr>
                    <w:top w:val="none" w:sz="0" w:space="0" w:color="auto"/>
                    <w:left w:val="none" w:sz="0" w:space="0" w:color="auto"/>
                    <w:bottom w:val="none" w:sz="0" w:space="0" w:color="auto"/>
                    <w:right w:val="none" w:sz="0" w:space="0" w:color="auto"/>
                  </w:divBdr>
                </w:div>
                <w:div w:id="1317108679">
                  <w:marLeft w:val="640"/>
                  <w:marRight w:val="0"/>
                  <w:marTop w:val="0"/>
                  <w:marBottom w:val="0"/>
                  <w:divBdr>
                    <w:top w:val="none" w:sz="0" w:space="0" w:color="auto"/>
                    <w:left w:val="none" w:sz="0" w:space="0" w:color="auto"/>
                    <w:bottom w:val="none" w:sz="0" w:space="0" w:color="auto"/>
                    <w:right w:val="none" w:sz="0" w:space="0" w:color="auto"/>
                  </w:divBdr>
                </w:div>
                <w:div w:id="1515801023">
                  <w:marLeft w:val="640"/>
                  <w:marRight w:val="0"/>
                  <w:marTop w:val="0"/>
                  <w:marBottom w:val="0"/>
                  <w:divBdr>
                    <w:top w:val="none" w:sz="0" w:space="0" w:color="auto"/>
                    <w:left w:val="none" w:sz="0" w:space="0" w:color="auto"/>
                    <w:bottom w:val="none" w:sz="0" w:space="0" w:color="auto"/>
                    <w:right w:val="none" w:sz="0" w:space="0" w:color="auto"/>
                  </w:divBdr>
                </w:div>
                <w:div w:id="1688554975">
                  <w:marLeft w:val="640"/>
                  <w:marRight w:val="0"/>
                  <w:marTop w:val="0"/>
                  <w:marBottom w:val="0"/>
                  <w:divBdr>
                    <w:top w:val="none" w:sz="0" w:space="0" w:color="auto"/>
                    <w:left w:val="none" w:sz="0" w:space="0" w:color="auto"/>
                    <w:bottom w:val="none" w:sz="0" w:space="0" w:color="auto"/>
                    <w:right w:val="none" w:sz="0" w:space="0" w:color="auto"/>
                  </w:divBdr>
                </w:div>
                <w:div w:id="1771125266">
                  <w:marLeft w:val="640"/>
                  <w:marRight w:val="0"/>
                  <w:marTop w:val="0"/>
                  <w:marBottom w:val="0"/>
                  <w:divBdr>
                    <w:top w:val="none" w:sz="0" w:space="0" w:color="auto"/>
                    <w:left w:val="none" w:sz="0" w:space="0" w:color="auto"/>
                    <w:bottom w:val="none" w:sz="0" w:space="0" w:color="auto"/>
                    <w:right w:val="none" w:sz="0" w:space="0" w:color="auto"/>
                  </w:divBdr>
                </w:div>
                <w:div w:id="1876306446">
                  <w:marLeft w:val="640"/>
                  <w:marRight w:val="0"/>
                  <w:marTop w:val="0"/>
                  <w:marBottom w:val="0"/>
                  <w:divBdr>
                    <w:top w:val="none" w:sz="0" w:space="0" w:color="auto"/>
                    <w:left w:val="none" w:sz="0" w:space="0" w:color="auto"/>
                    <w:bottom w:val="none" w:sz="0" w:space="0" w:color="auto"/>
                    <w:right w:val="none" w:sz="0" w:space="0" w:color="auto"/>
                  </w:divBdr>
                </w:div>
                <w:div w:id="2042901151">
                  <w:marLeft w:val="640"/>
                  <w:marRight w:val="0"/>
                  <w:marTop w:val="0"/>
                  <w:marBottom w:val="0"/>
                  <w:divBdr>
                    <w:top w:val="none" w:sz="0" w:space="0" w:color="auto"/>
                    <w:left w:val="none" w:sz="0" w:space="0" w:color="auto"/>
                    <w:bottom w:val="none" w:sz="0" w:space="0" w:color="auto"/>
                    <w:right w:val="none" w:sz="0" w:space="0" w:color="auto"/>
                  </w:divBdr>
                </w:div>
                <w:div w:id="2054882522">
                  <w:marLeft w:val="640"/>
                  <w:marRight w:val="0"/>
                  <w:marTop w:val="0"/>
                  <w:marBottom w:val="0"/>
                  <w:divBdr>
                    <w:top w:val="none" w:sz="0" w:space="0" w:color="auto"/>
                    <w:left w:val="none" w:sz="0" w:space="0" w:color="auto"/>
                    <w:bottom w:val="none" w:sz="0" w:space="0" w:color="auto"/>
                    <w:right w:val="none" w:sz="0" w:space="0" w:color="auto"/>
                  </w:divBdr>
                </w:div>
              </w:divsChild>
            </w:div>
            <w:div w:id="77795569">
              <w:marLeft w:val="0"/>
              <w:marRight w:val="0"/>
              <w:marTop w:val="0"/>
              <w:marBottom w:val="0"/>
              <w:divBdr>
                <w:top w:val="none" w:sz="0" w:space="0" w:color="auto"/>
                <w:left w:val="none" w:sz="0" w:space="0" w:color="auto"/>
                <w:bottom w:val="none" w:sz="0" w:space="0" w:color="auto"/>
                <w:right w:val="none" w:sz="0" w:space="0" w:color="auto"/>
              </w:divBdr>
              <w:divsChild>
                <w:div w:id="172572097">
                  <w:marLeft w:val="640"/>
                  <w:marRight w:val="0"/>
                  <w:marTop w:val="0"/>
                  <w:marBottom w:val="0"/>
                  <w:divBdr>
                    <w:top w:val="none" w:sz="0" w:space="0" w:color="auto"/>
                    <w:left w:val="none" w:sz="0" w:space="0" w:color="auto"/>
                    <w:bottom w:val="none" w:sz="0" w:space="0" w:color="auto"/>
                    <w:right w:val="none" w:sz="0" w:space="0" w:color="auto"/>
                  </w:divBdr>
                </w:div>
                <w:div w:id="1517767329">
                  <w:marLeft w:val="640"/>
                  <w:marRight w:val="0"/>
                  <w:marTop w:val="0"/>
                  <w:marBottom w:val="0"/>
                  <w:divBdr>
                    <w:top w:val="none" w:sz="0" w:space="0" w:color="auto"/>
                    <w:left w:val="none" w:sz="0" w:space="0" w:color="auto"/>
                    <w:bottom w:val="none" w:sz="0" w:space="0" w:color="auto"/>
                    <w:right w:val="none" w:sz="0" w:space="0" w:color="auto"/>
                  </w:divBdr>
                </w:div>
                <w:div w:id="181747198">
                  <w:marLeft w:val="640"/>
                  <w:marRight w:val="0"/>
                  <w:marTop w:val="0"/>
                  <w:marBottom w:val="0"/>
                  <w:divBdr>
                    <w:top w:val="none" w:sz="0" w:space="0" w:color="auto"/>
                    <w:left w:val="none" w:sz="0" w:space="0" w:color="auto"/>
                    <w:bottom w:val="none" w:sz="0" w:space="0" w:color="auto"/>
                    <w:right w:val="none" w:sz="0" w:space="0" w:color="auto"/>
                  </w:divBdr>
                </w:div>
                <w:div w:id="942687695">
                  <w:marLeft w:val="640"/>
                  <w:marRight w:val="0"/>
                  <w:marTop w:val="0"/>
                  <w:marBottom w:val="0"/>
                  <w:divBdr>
                    <w:top w:val="none" w:sz="0" w:space="0" w:color="auto"/>
                    <w:left w:val="none" w:sz="0" w:space="0" w:color="auto"/>
                    <w:bottom w:val="none" w:sz="0" w:space="0" w:color="auto"/>
                    <w:right w:val="none" w:sz="0" w:space="0" w:color="auto"/>
                  </w:divBdr>
                </w:div>
                <w:div w:id="111752997">
                  <w:marLeft w:val="640"/>
                  <w:marRight w:val="0"/>
                  <w:marTop w:val="0"/>
                  <w:marBottom w:val="0"/>
                  <w:divBdr>
                    <w:top w:val="none" w:sz="0" w:space="0" w:color="auto"/>
                    <w:left w:val="none" w:sz="0" w:space="0" w:color="auto"/>
                    <w:bottom w:val="none" w:sz="0" w:space="0" w:color="auto"/>
                    <w:right w:val="none" w:sz="0" w:space="0" w:color="auto"/>
                  </w:divBdr>
                </w:div>
                <w:div w:id="364329341">
                  <w:marLeft w:val="640"/>
                  <w:marRight w:val="0"/>
                  <w:marTop w:val="0"/>
                  <w:marBottom w:val="0"/>
                  <w:divBdr>
                    <w:top w:val="none" w:sz="0" w:space="0" w:color="auto"/>
                    <w:left w:val="none" w:sz="0" w:space="0" w:color="auto"/>
                    <w:bottom w:val="none" w:sz="0" w:space="0" w:color="auto"/>
                    <w:right w:val="none" w:sz="0" w:space="0" w:color="auto"/>
                  </w:divBdr>
                </w:div>
                <w:div w:id="539126394">
                  <w:marLeft w:val="640"/>
                  <w:marRight w:val="0"/>
                  <w:marTop w:val="0"/>
                  <w:marBottom w:val="0"/>
                  <w:divBdr>
                    <w:top w:val="none" w:sz="0" w:space="0" w:color="auto"/>
                    <w:left w:val="none" w:sz="0" w:space="0" w:color="auto"/>
                    <w:bottom w:val="none" w:sz="0" w:space="0" w:color="auto"/>
                    <w:right w:val="none" w:sz="0" w:space="0" w:color="auto"/>
                  </w:divBdr>
                </w:div>
                <w:div w:id="220294611">
                  <w:marLeft w:val="640"/>
                  <w:marRight w:val="0"/>
                  <w:marTop w:val="0"/>
                  <w:marBottom w:val="0"/>
                  <w:divBdr>
                    <w:top w:val="none" w:sz="0" w:space="0" w:color="auto"/>
                    <w:left w:val="none" w:sz="0" w:space="0" w:color="auto"/>
                    <w:bottom w:val="none" w:sz="0" w:space="0" w:color="auto"/>
                    <w:right w:val="none" w:sz="0" w:space="0" w:color="auto"/>
                  </w:divBdr>
                </w:div>
                <w:div w:id="1157454402">
                  <w:marLeft w:val="640"/>
                  <w:marRight w:val="0"/>
                  <w:marTop w:val="0"/>
                  <w:marBottom w:val="0"/>
                  <w:divBdr>
                    <w:top w:val="none" w:sz="0" w:space="0" w:color="auto"/>
                    <w:left w:val="none" w:sz="0" w:space="0" w:color="auto"/>
                    <w:bottom w:val="none" w:sz="0" w:space="0" w:color="auto"/>
                    <w:right w:val="none" w:sz="0" w:space="0" w:color="auto"/>
                  </w:divBdr>
                </w:div>
                <w:div w:id="1637949559">
                  <w:marLeft w:val="640"/>
                  <w:marRight w:val="0"/>
                  <w:marTop w:val="0"/>
                  <w:marBottom w:val="0"/>
                  <w:divBdr>
                    <w:top w:val="none" w:sz="0" w:space="0" w:color="auto"/>
                    <w:left w:val="none" w:sz="0" w:space="0" w:color="auto"/>
                    <w:bottom w:val="none" w:sz="0" w:space="0" w:color="auto"/>
                    <w:right w:val="none" w:sz="0" w:space="0" w:color="auto"/>
                  </w:divBdr>
                </w:div>
                <w:div w:id="496531169">
                  <w:marLeft w:val="640"/>
                  <w:marRight w:val="0"/>
                  <w:marTop w:val="0"/>
                  <w:marBottom w:val="0"/>
                  <w:divBdr>
                    <w:top w:val="none" w:sz="0" w:space="0" w:color="auto"/>
                    <w:left w:val="none" w:sz="0" w:space="0" w:color="auto"/>
                    <w:bottom w:val="none" w:sz="0" w:space="0" w:color="auto"/>
                    <w:right w:val="none" w:sz="0" w:space="0" w:color="auto"/>
                  </w:divBdr>
                </w:div>
                <w:div w:id="772747823">
                  <w:marLeft w:val="640"/>
                  <w:marRight w:val="0"/>
                  <w:marTop w:val="0"/>
                  <w:marBottom w:val="0"/>
                  <w:divBdr>
                    <w:top w:val="none" w:sz="0" w:space="0" w:color="auto"/>
                    <w:left w:val="none" w:sz="0" w:space="0" w:color="auto"/>
                    <w:bottom w:val="none" w:sz="0" w:space="0" w:color="auto"/>
                    <w:right w:val="none" w:sz="0" w:space="0" w:color="auto"/>
                  </w:divBdr>
                </w:div>
                <w:div w:id="1189296697">
                  <w:marLeft w:val="640"/>
                  <w:marRight w:val="0"/>
                  <w:marTop w:val="0"/>
                  <w:marBottom w:val="0"/>
                  <w:divBdr>
                    <w:top w:val="none" w:sz="0" w:space="0" w:color="auto"/>
                    <w:left w:val="none" w:sz="0" w:space="0" w:color="auto"/>
                    <w:bottom w:val="none" w:sz="0" w:space="0" w:color="auto"/>
                    <w:right w:val="none" w:sz="0" w:space="0" w:color="auto"/>
                  </w:divBdr>
                </w:div>
                <w:div w:id="240987842">
                  <w:marLeft w:val="640"/>
                  <w:marRight w:val="0"/>
                  <w:marTop w:val="0"/>
                  <w:marBottom w:val="0"/>
                  <w:divBdr>
                    <w:top w:val="none" w:sz="0" w:space="0" w:color="auto"/>
                    <w:left w:val="none" w:sz="0" w:space="0" w:color="auto"/>
                    <w:bottom w:val="none" w:sz="0" w:space="0" w:color="auto"/>
                    <w:right w:val="none" w:sz="0" w:space="0" w:color="auto"/>
                  </w:divBdr>
                </w:div>
                <w:div w:id="1299804637">
                  <w:marLeft w:val="640"/>
                  <w:marRight w:val="0"/>
                  <w:marTop w:val="0"/>
                  <w:marBottom w:val="0"/>
                  <w:divBdr>
                    <w:top w:val="none" w:sz="0" w:space="0" w:color="auto"/>
                    <w:left w:val="none" w:sz="0" w:space="0" w:color="auto"/>
                    <w:bottom w:val="none" w:sz="0" w:space="0" w:color="auto"/>
                    <w:right w:val="none" w:sz="0" w:space="0" w:color="auto"/>
                  </w:divBdr>
                </w:div>
                <w:div w:id="1376812143">
                  <w:marLeft w:val="640"/>
                  <w:marRight w:val="0"/>
                  <w:marTop w:val="0"/>
                  <w:marBottom w:val="0"/>
                  <w:divBdr>
                    <w:top w:val="none" w:sz="0" w:space="0" w:color="auto"/>
                    <w:left w:val="none" w:sz="0" w:space="0" w:color="auto"/>
                    <w:bottom w:val="none" w:sz="0" w:space="0" w:color="auto"/>
                    <w:right w:val="none" w:sz="0" w:space="0" w:color="auto"/>
                  </w:divBdr>
                </w:div>
                <w:div w:id="687101750">
                  <w:marLeft w:val="640"/>
                  <w:marRight w:val="0"/>
                  <w:marTop w:val="0"/>
                  <w:marBottom w:val="0"/>
                  <w:divBdr>
                    <w:top w:val="none" w:sz="0" w:space="0" w:color="auto"/>
                    <w:left w:val="none" w:sz="0" w:space="0" w:color="auto"/>
                    <w:bottom w:val="none" w:sz="0" w:space="0" w:color="auto"/>
                    <w:right w:val="none" w:sz="0" w:space="0" w:color="auto"/>
                  </w:divBdr>
                </w:div>
                <w:div w:id="1290159594">
                  <w:marLeft w:val="640"/>
                  <w:marRight w:val="0"/>
                  <w:marTop w:val="0"/>
                  <w:marBottom w:val="0"/>
                  <w:divBdr>
                    <w:top w:val="none" w:sz="0" w:space="0" w:color="auto"/>
                    <w:left w:val="none" w:sz="0" w:space="0" w:color="auto"/>
                    <w:bottom w:val="none" w:sz="0" w:space="0" w:color="auto"/>
                    <w:right w:val="none" w:sz="0" w:space="0" w:color="auto"/>
                  </w:divBdr>
                </w:div>
              </w:divsChild>
            </w:div>
            <w:div w:id="1238520255">
              <w:marLeft w:val="0"/>
              <w:marRight w:val="0"/>
              <w:marTop w:val="0"/>
              <w:marBottom w:val="0"/>
              <w:divBdr>
                <w:top w:val="none" w:sz="0" w:space="0" w:color="auto"/>
                <w:left w:val="none" w:sz="0" w:space="0" w:color="auto"/>
                <w:bottom w:val="none" w:sz="0" w:space="0" w:color="auto"/>
                <w:right w:val="none" w:sz="0" w:space="0" w:color="auto"/>
              </w:divBdr>
              <w:divsChild>
                <w:div w:id="471027158">
                  <w:marLeft w:val="640"/>
                  <w:marRight w:val="0"/>
                  <w:marTop w:val="0"/>
                  <w:marBottom w:val="0"/>
                  <w:divBdr>
                    <w:top w:val="none" w:sz="0" w:space="0" w:color="auto"/>
                    <w:left w:val="none" w:sz="0" w:space="0" w:color="auto"/>
                    <w:bottom w:val="none" w:sz="0" w:space="0" w:color="auto"/>
                    <w:right w:val="none" w:sz="0" w:space="0" w:color="auto"/>
                  </w:divBdr>
                  <w:divsChild>
                    <w:div w:id="29916738">
                      <w:marLeft w:val="0"/>
                      <w:marRight w:val="0"/>
                      <w:marTop w:val="0"/>
                      <w:marBottom w:val="0"/>
                      <w:divBdr>
                        <w:top w:val="none" w:sz="0" w:space="0" w:color="auto"/>
                        <w:left w:val="none" w:sz="0" w:space="0" w:color="auto"/>
                        <w:bottom w:val="none" w:sz="0" w:space="0" w:color="auto"/>
                        <w:right w:val="none" w:sz="0" w:space="0" w:color="auto"/>
                      </w:divBdr>
                      <w:divsChild>
                        <w:div w:id="175659598">
                          <w:marLeft w:val="0"/>
                          <w:marRight w:val="0"/>
                          <w:marTop w:val="0"/>
                          <w:marBottom w:val="0"/>
                          <w:divBdr>
                            <w:top w:val="none" w:sz="0" w:space="0" w:color="auto"/>
                            <w:left w:val="none" w:sz="0" w:space="0" w:color="auto"/>
                            <w:bottom w:val="none" w:sz="0" w:space="0" w:color="auto"/>
                            <w:right w:val="none" w:sz="0" w:space="0" w:color="auto"/>
                          </w:divBdr>
                          <w:divsChild>
                            <w:div w:id="52363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846509">
                  <w:marLeft w:val="640"/>
                  <w:marRight w:val="0"/>
                  <w:marTop w:val="0"/>
                  <w:marBottom w:val="0"/>
                  <w:divBdr>
                    <w:top w:val="none" w:sz="0" w:space="0" w:color="auto"/>
                    <w:left w:val="none" w:sz="0" w:space="0" w:color="auto"/>
                    <w:bottom w:val="none" w:sz="0" w:space="0" w:color="auto"/>
                    <w:right w:val="none" w:sz="0" w:space="0" w:color="auto"/>
                  </w:divBdr>
                </w:div>
                <w:div w:id="1793286236">
                  <w:marLeft w:val="640"/>
                  <w:marRight w:val="0"/>
                  <w:marTop w:val="0"/>
                  <w:marBottom w:val="0"/>
                  <w:divBdr>
                    <w:top w:val="none" w:sz="0" w:space="0" w:color="auto"/>
                    <w:left w:val="none" w:sz="0" w:space="0" w:color="auto"/>
                    <w:bottom w:val="none" w:sz="0" w:space="0" w:color="auto"/>
                    <w:right w:val="none" w:sz="0" w:space="0" w:color="auto"/>
                  </w:divBdr>
                </w:div>
                <w:div w:id="1105996776">
                  <w:marLeft w:val="640"/>
                  <w:marRight w:val="0"/>
                  <w:marTop w:val="0"/>
                  <w:marBottom w:val="0"/>
                  <w:divBdr>
                    <w:top w:val="none" w:sz="0" w:space="0" w:color="auto"/>
                    <w:left w:val="none" w:sz="0" w:space="0" w:color="auto"/>
                    <w:bottom w:val="none" w:sz="0" w:space="0" w:color="auto"/>
                    <w:right w:val="none" w:sz="0" w:space="0" w:color="auto"/>
                  </w:divBdr>
                </w:div>
                <w:div w:id="1008367327">
                  <w:marLeft w:val="640"/>
                  <w:marRight w:val="0"/>
                  <w:marTop w:val="0"/>
                  <w:marBottom w:val="0"/>
                  <w:divBdr>
                    <w:top w:val="none" w:sz="0" w:space="0" w:color="auto"/>
                    <w:left w:val="none" w:sz="0" w:space="0" w:color="auto"/>
                    <w:bottom w:val="none" w:sz="0" w:space="0" w:color="auto"/>
                    <w:right w:val="none" w:sz="0" w:space="0" w:color="auto"/>
                  </w:divBdr>
                </w:div>
                <w:div w:id="1985425774">
                  <w:marLeft w:val="640"/>
                  <w:marRight w:val="0"/>
                  <w:marTop w:val="0"/>
                  <w:marBottom w:val="0"/>
                  <w:divBdr>
                    <w:top w:val="none" w:sz="0" w:space="0" w:color="auto"/>
                    <w:left w:val="none" w:sz="0" w:space="0" w:color="auto"/>
                    <w:bottom w:val="none" w:sz="0" w:space="0" w:color="auto"/>
                    <w:right w:val="none" w:sz="0" w:space="0" w:color="auto"/>
                  </w:divBdr>
                </w:div>
                <w:div w:id="510992661">
                  <w:marLeft w:val="640"/>
                  <w:marRight w:val="0"/>
                  <w:marTop w:val="0"/>
                  <w:marBottom w:val="0"/>
                  <w:divBdr>
                    <w:top w:val="none" w:sz="0" w:space="0" w:color="auto"/>
                    <w:left w:val="none" w:sz="0" w:space="0" w:color="auto"/>
                    <w:bottom w:val="none" w:sz="0" w:space="0" w:color="auto"/>
                    <w:right w:val="none" w:sz="0" w:space="0" w:color="auto"/>
                  </w:divBdr>
                </w:div>
                <w:div w:id="1646544352">
                  <w:marLeft w:val="640"/>
                  <w:marRight w:val="0"/>
                  <w:marTop w:val="0"/>
                  <w:marBottom w:val="0"/>
                  <w:divBdr>
                    <w:top w:val="none" w:sz="0" w:space="0" w:color="auto"/>
                    <w:left w:val="none" w:sz="0" w:space="0" w:color="auto"/>
                    <w:bottom w:val="none" w:sz="0" w:space="0" w:color="auto"/>
                    <w:right w:val="none" w:sz="0" w:space="0" w:color="auto"/>
                  </w:divBdr>
                </w:div>
                <w:div w:id="275404951">
                  <w:marLeft w:val="640"/>
                  <w:marRight w:val="0"/>
                  <w:marTop w:val="0"/>
                  <w:marBottom w:val="0"/>
                  <w:divBdr>
                    <w:top w:val="none" w:sz="0" w:space="0" w:color="auto"/>
                    <w:left w:val="none" w:sz="0" w:space="0" w:color="auto"/>
                    <w:bottom w:val="none" w:sz="0" w:space="0" w:color="auto"/>
                    <w:right w:val="none" w:sz="0" w:space="0" w:color="auto"/>
                  </w:divBdr>
                </w:div>
                <w:div w:id="864564895">
                  <w:marLeft w:val="640"/>
                  <w:marRight w:val="0"/>
                  <w:marTop w:val="0"/>
                  <w:marBottom w:val="0"/>
                  <w:divBdr>
                    <w:top w:val="none" w:sz="0" w:space="0" w:color="auto"/>
                    <w:left w:val="none" w:sz="0" w:space="0" w:color="auto"/>
                    <w:bottom w:val="none" w:sz="0" w:space="0" w:color="auto"/>
                    <w:right w:val="none" w:sz="0" w:space="0" w:color="auto"/>
                  </w:divBdr>
                </w:div>
                <w:div w:id="114100967">
                  <w:marLeft w:val="640"/>
                  <w:marRight w:val="0"/>
                  <w:marTop w:val="0"/>
                  <w:marBottom w:val="0"/>
                  <w:divBdr>
                    <w:top w:val="none" w:sz="0" w:space="0" w:color="auto"/>
                    <w:left w:val="none" w:sz="0" w:space="0" w:color="auto"/>
                    <w:bottom w:val="none" w:sz="0" w:space="0" w:color="auto"/>
                    <w:right w:val="none" w:sz="0" w:space="0" w:color="auto"/>
                  </w:divBdr>
                </w:div>
                <w:div w:id="1261061609">
                  <w:marLeft w:val="640"/>
                  <w:marRight w:val="0"/>
                  <w:marTop w:val="0"/>
                  <w:marBottom w:val="0"/>
                  <w:divBdr>
                    <w:top w:val="none" w:sz="0" w:space="0" w:color="auto"/>
                    <w:left w:val="none" w:sz="0" w:space="0" w:color="auto"/>
                    <w:bottom w:val="none" w:sz="0" w:space="0" w:color="auto"/>
                    <w:right w:val="none" w:sz="0" w:space="0" w:color="auto"/>
                  </w:divBdr>
                </w:div>
                <w:div w:id="1149323949">
                  <w:marLeft w:val="640"/>
                  <w:marRight w:val="0"/>
                  <w:marTop w:val="0"/>
                  <w:marBottom w:val="0"/>
                  <w:divBdr>
                    <w:top w:val="none" w:sz="0" w:space="0" w:color="auto"/>
                    <w:left w:val="none" w:sz="0" w:space="0" w:color="auto"/>
                    <w:bottom w:val="none" w:sz="0" w:space="0" w:color="auto"/>
                    <w:right w:val="none" w:sz="0" w:space="0" w:color="auto"/>
                  </w:divBdr>
                </w:div>
                <w:div w:id="1925383291">
                  <w:marLeft w:val="640"/>
                  <w:marRight w:val="0"/>
                  <w:marTop w:val="0"/>
                  <w:marBottom w:val="0"/>
                  <w:divBdr>
                    <w:top w:val="none" w:sz="0" w:space="0" w:color="auto"/>
                    <w:left w:val="none" w:sz="0" w:space="0" w:color="auto"/>
                    <w:bottom w:val="none" w:sz="0" w:space="0" w:color="auto"/>
                    <w:right w:val="none" w:sz="0" w:space="0" w:color="auto"/>
                  </w:divBdr>
                </w:div>
                <w:div w:id="1098796180">
                  <w:marLeft w:val="640"/>
                  <w:marRight w:val="0"/>
                  <w:marTop w:val="0"/>
                  <w:marBottom w:val="0"/>
                  <w:divBdr>
                    <w:top w:val="none" w:sz="0" w:space="0" w:color="auto"/>
                    <w:left w:val="none" w:sz="0" w:space="0" w:color="auto"/>
                    <w:bottom w:val="none" w:sz="0" w:space="0" w:color="auto"/>
                    <w:right w:val="none" w:sz="0" w:space="0" w:color="auto"/>
                  </w:divBdr>
                </w:div>
                <w:div w:id="775829756">
                  <w:marLeft w:val="640"/>
                  <w:marRight w:val="0"/>
                  <w:marTop w:val="0"/>
                  <w:marBottom w:val="0"/>
                  <w:divBdr>
                    <w:top w:val="none" w:sz="0" w:space="0" w:color="auto"/>
                    <w:left w:val="none" w:sz="0" w:space="0" w:color="auto"/>
                    <w:bottom w:val="none" w:sz="0" w:space="0" w:color="auto"/>
                    <w:right w:val="none" w:sz="0" w:space="0" w:color="auto"/>
                  </w:divBdr>
                </w:div>
                <w:div w:id="1485854401">
                  <w:marLeft w:val="640"/>
                  <w:marRight w:val="0"/>
                  <w:marTop w:val="0"/>
                  <w:marBottom w:val="0"/>
                  <w:divBdr>
                    <w:top w:val="none" w:sz="0" w:space="0" w:color="auto"/>
                    <w:left w:val="none" w:sz="0" w:space="0" w:color="auto"/>
                    <w:bottom w:val="none" w:sz="0" w:space="0" w:color="auto"/>
                    <w:right w:val="none" w:sz="0" w:space="0" w:color="auto"/>
                  </w:divBdr>
                </w:div>
                <w:div w:id="1469544762">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187649487">
          <w:marLeft w:val="640"/>
          <w:marRight w:val="0"/>
          <w:marTop w:val="0"/>
          <w:marBottom w:val="0"/>
          <w:divBdr>
            <w:top w:val="none" w:sz="0" w:space="0" w:color="auto"/>
            <w:left w:val="none" w:sz="0" w:space="0" w:color="auto"/>
            <w:bottom w:val="none" w:sz="0" w:space="0" w:color="auto"/>
            <w:right w:val="none" w:sz="0" w:space="0" w:color="auto"/>
          </w:divBdr>
        </w:div>
        <w:div w:id="472527928">
          <w:marLeft w:val="640"/>
          <w:marRight w:val="0"/>
          <w:marTop w:val="0"/>
          <w:marBottom w:val="0"/>
          <w:divBdr>
            <w:top w:val="none" w:sz="0" w:space="0" w:color="auto"/>
            <w:left w:val="none" w:sz="0" w:space="0" w:color="auto"/>
            <w:bottom w:val="none" w:sz="0" w:space="0" w:color="auto"/>
            <w:right w:val="none" w:sz="0" w:space="0" w:color="auto"/>
          </w:divBdr>
        </w:div>
        <w:div w:id="515077682">
          <w:marLeft w:val="640"/>
          <w:marRight w:val="0"/>
          <w:marTop w:val="0"/>
          <w:marBottom w:val="0"/>
          <w:divBdr>
            <w:top w:val="none" w:sz="0" w:space="0" w:color="auto"/>
            <w:left w:val="none" w:sz="0" w:space="0" w:color="auto"/>
            <w:bottom w:val="none" w:sz="0" w:space="0" w:color="auto"/>
            <w:right w:val="none" w:sz="0" w:space="0" w:color="auto"/>
          </w:divBdr>
        </w:div>
        <w:div w:id="577714654">
          <w:marLeft w:val="640"/>
          <w:marRight w:val="0"/>
          <w:marTop w:val="0"/>
          <w:marBottom w:val="0"/>
          <w:divBdr>
            <w:top w:val="none" w:sz="0" w:space="0" w:color="auto"/>
            <w:left w:val="none" w:sz="0" w:space="0" w:color="auto"/>
            <w:bottom w:val="none" w:sz="0" w:space="0" w:color="auto"/>
            <w:right w:val="none" w:sz="0" w:space="0" w:color="auto"/>
          </w:divBdr>
        </w:div>
        <w:div w:id="684670170">
          <w:marLeft w:val="640"/>
          <w:marRight w:val="0"/>
          <w:marTop w:val="0"/>
          <w:marBottom w:val="0"/>
          <w:divBdr>
            <w:top w:val="none" w:sz="0" w:space="0" w:color="auto"/>
            <w:left w:val="none" w:sz="0" w:space="0" w:color="auto"/>
            <w:bottom w:val="none" w:sz="0" w:space="0" w:color="auto"/>
            <w:right w:val="none" w:sz="0" w:space="0" w:color="auto"/>
          </w:divBdr>
        </w:div>
        <w:div w:id="699281974">
          <w:marLeft w:val="640"/>
          <w:marRight w:val="0"/>
          <w:marTop w:val="0"/>
          <w:marBottom w:val="0"/>
          <w:divBdr>
            <w:top w:val="none" w:sz="0" w:space="0" w:color="auto"/>
            <w:left w:val="none" w:sz="0" w:space="0" w:color="auto"/>
            <w:bottom w:val="none" w:sz="0" w:space="0" w:color="auto"/>
            <w:right w:val="none" w:sz="0" w:space="0" w:color="auto"/>
          </w:divBdr>
        </w:div>
        <w:div w:id="887960175">
          <w:marLeft w:val="640"/>
          <w:marRight w:val="0"/>
          <w:marTop w:val="0"/>
          <w:marBottom w:val="0"/>
          <w:divBdr>
            <w:top w:val="none" w:sz="0" w:space="0" w:color="auto"/>
            <w:left w:val="none" w:sz="0" w:space="0" w:color="auto"/>
            <w:bottom w:val="none" w:sz="0" w:space="0" w:color="auto"/>
            <w:right w:val="none" w:sz="0" w:space="0" w:color="auto"/>
          </w:divBdr>
        </w:div>
        <w:div w:id="934560552">
          <w:marLeft w:val="640"/>
          <w:marRight w:val="0"/>
          <w:marTop w:val="0"/>
          <w:marBottom w:val="0"/>
          <w:divBdr>
            <w:top w:val="none" w:sz="0" w:space="0" w:color="auto"/>
            <w:left w:val="none" w:sz="0" w:space="0" w:color="auto"/>
            <w:bottom w:val="none" w:sz="0" w:space="0" w:color="auto"/>
            <w:right w:val="none" w:sz="0" w:space="0" w:color="auto"/>
          </w:divBdr>
        </w:div>
        <w:div w:id="958032799">
          <w:marLeft w:val="640"/>
          <w:marRight w:val="0"/>
          <w:marTop w:val="0"/>
          <w:marBottom w:val="0"/>
          <w:divBdr>
            <w:top w:val="none" w:sz="0" w:space="0" w:color="auto"/>
            <w:left w:val="none" w:sz="0" w:space="0" w:color="auto"/>
            <w:bottom w:val="none" w:sz="0" w:space="0" w:color="auto"/>
            <w:right w:val="none" w:sz="0" w:space="0" w:color="auto"/>
          </w:divBdr>
        </w:div>
        <w:div w:id="977108860">
          <w:marLeft w:val="640"/>
          <w:marRight w:val="0"/>
          <w:marTop w:val="0"/>
          <w:marBottom w:val="0"/>
          <w:divBdr>
            <w:top w:val="none" w:sz="0" w:space="0" w:color="auto"/>
            <w:left w:val="none" w:sz="0" w:space="0" w:color="auto"/>
            <w:bottom w:val="none" w:sz="0" w:space="0" w:color="auto"/>
            <w:right w:val="none" w:sz="0" w:space="0" w:color="auto"/>
          </w:divBdr>
        </w:div>
        <w:div w:id="983117530">
          <w:marLeft w:val="640"/>
          <w:marRight w:val="0"/>
          <w:marTop w:val="0"/>
          <w:marBottom w:val="0"/>
          <w:divBdr>
            <w:top w:val="none" w:sz="0" w:space="0" w:color="auto"/>
            <w:left w:val="none" w:sz="0" w:space="0" w:color="auto"/>
            <w:bottom w:val="none" w:sz="0" w:space="0" w:color="auto"/>
            <w:right w:val="none" w:sz="0" w:space="0" w:color="auto"/>
          </w:divBdr>
        </w:div>
        <w:div w:id="1300917075">
          <w:marLeft w:val="640"/>
          <w:marRight w:val="0"/>
          <w:marTop w:val="0"/>
          <w:marBottom w:val="0"/>
          <w:divBdr>
            <w:top w:val="none" w:sz="0" w:space="0" w:color="auto"/>
            <w:left w:val="none" w:sz="0" w:space="0" w:color="auto"/>
            <w:bottom w:val="none" w:sz="0" w:space="0" w:color="auto"/>
            <w:right w:val="none" w:sz="0" w:space="0" w:color="auto"/>
          </w:divBdr>
        </w:div>
        <w:div w:id="1674533654">
          <w:marLeft w:val="640"/>
          <w:marRight w:val="0"/>
          <w:marTop w:val="0"/>
          <w:marBottom w:val="0"/>
          <w:divBdr>
            <w:top w:val="none" w:sz="0" w:space="0" w:color="auto"/>
            <w:left w:val="none" w:sz="0" w:space="0" w:color="auto"/>
            <w:bottom w:val="none" w:sz="0" w:space="0" w:color="auto"/>
            <w:right w:val="none" w:sz="0" w:space="0" w:color="auto"/>
          </w:divBdr>
        </w:div>
        <w:div w:id="2101490609">
          <w:marLeft w:val="640"/>
          <w:marRight w:val="0"/>
          <w:marTop w:val="0"/>
          <w:marBottom w:val="0"/>
          <w:divBdr>
            <w:top w:val="none" w:sz="0" w:space="0" w:color="auto"/>
            <w:left w:val="none" w:sz="0" w:space="0" w:color="auto"/>
            <w:bottom w:val="none" w:sz="0" w:space="0" w:color="auto"/>
            <w:right w:val="none" w:sz="0" w:space="0" w:color="auto"/>
          </w:divBdr>
        </w:div>
      </w:divsChild>
    </w:div>
    <w:div w:id="327681680">
      <w:bodyDiv w:val="1"/>
      <w:marLeft w:val="0"/>
      <w:marRight w:val="0"/>
      <w:marTop w:val="0"/>
      <w:marBottom w:val="0"/>
      <w:divBdr>
        <w:top w:val="none" w:sz="0" w:space="0" w:color="auto"/>
        <w:left w:val="none" w:sz="0" w:space="0" w:color="auto"/>
        <w:bottom w:val="none" w:sz="0" w:space="0" w:color="auto"/>
        <w:right w:val="none" w:sz="0" w:space="0" w:color="auto"/>
      </w:divBdr>
      <w:divsChild>
        <w:div w:id="12076714">
          <w:marLeft w:val="640"/>
          <w:marRight w:val="0"/>
          <w:marTop w:val="0"/>
          <w:marBottom w:val="0"/>
          <w:divBdr>
            <w:top w:val="none" w:sz="0" w:space="0" w:color="auto"/>
            <w:left w:val="none" w:sz="0" w:space="0" w:color="auto"/>
            <w:bottom w:val="none" w:sz="0" w:space="0" w:color="auto"/>
            <w:right w:val="none" w:sz="0" w:space="0" w:color="auto"/>
          </w:divBdr>
        </w:div>
        <w:div w:id="292640462">
          <w:marLeft w:val="640"/>
          <w:marRight w:val="0"/>
          <w:marTop w:val="0"/>
          <w:marBottom w:val="0"/>
          <w:divBdr>
            <w:top w:val="none" w:sz="0" w:space="0" w:color="auto"/>
            <w:left w:val="none" w:sz="0" w:space="0" w:color="auto"/>
            <w:bottom w:val="none" w:sz="0" w:space="0" w:color="auto"/>
            <w:right w:val="none" w:sz="0" w:space="0" w:color="auto"/>
          </w:divBdr>
        </w:div>
        <w:div w:id="309600294">
          <w:marLeft w:val="640"/>
          <w:marRight w:val="0"/>
          <w:marTop w:val="0"/>
          <w:marBottom w:val="0"/>
          <w:divBdr>
            <w:top w:val="none" w:sz="0" w:space="0" w:color="auto"/>
            <w:left w:val="none" w:sz="0" w:space="0" w:color="auto"/>
            <w:bottom w:val="none" w:sz="0" w:space="0" w:color="auto"/>
            <w:right w:val="none" w:sz="0" w:space="0" w:color="auto"/>
          </w:divBdr>
        </w:div>
        <w:div w:id="352223087">
          <w:marLeft w:val="640"/>
          <w:marRight w:val="0"/>
          <w:marTop w:val="0"/>
          <w:marBottom w:val="0"/>
          <w:divBdr>
            <w:top w:val="none" w:sz="0" w:space="0" w:color="auto"/>
            <w:left w:val="none" w:sz="0" w:space="0" w:color="auto"/>
            <w:bottom w:val="none" w:sz="0" w:space="0" w:color="auto"/>
            <w:right w:val="none" w:sz="0" w:space="0" w:color="auto"/>
          </w:divBdr>
        </w:div>
        <w:div w:id="617182195">
          <w:marLeft w:val="640"/>
          <w:marRight w:val="0"/>
          <w:marTop w:val="0"/>
          <w:marBottom w:val="0"/>
          <w:divBdr>
            <w:top w:val="none" w:sz="0" w:space="0" w:color="auto"/>
            <w:left w:val="none" w:sz="0" w:space="0" w:color="auto"/>
            <w:bottom w:val="none" w:sz="0" w:space="0" w:color="auto"/>
            <w:right w:val="none" w:sz="0" w:space="0" w:color="auto"/>
          </w:divBdr>
        </w:div>
        <w:div w:id="705325953">
          <w:marLeft w:val="640"/>
          <w:marRight w:val="0"/>
          <w:marTop w:val="0"/>
          <w:marBottom w:val="0"/>
          <w:divBdr>
            <w:top w:val="none" w:sz="0" w:space="0" w:color="auto"/>
            <w:left w:val="none" w:sz="0" w:space="0" w:color="auto"/>
            <w:bottom w:val="none" w:sz="0" w:space="0" w:color="auto"/>
            <w:right w:val="none" w:sz="0" w:space="0" w:color="auto"/>
          </w:divBdr>
        </w:div>
        <w:div w:id="745805613">
          <w:marLeft w:val="640"/>
          <w:marRight w:val="0"/>
          <w:marTop w:val="0"/>
          <w:marBottom w:val="0"/>
          <w:divBdr>
            <w:top w:val="none" w:sz="0" w:space="0" w:color="auto"/>
            <w:left w:val="none" w:sz="0" w:space="0" w:color="auto"/>
            <w:bottom w:val="none" w:sz="0" w:space="0" w:color="auto"/>
            <w:right w:val="none" w:sz="0" w:space="0" w:color="auto"/>
          </w:divBdr>
        </w:div>
        <w:div w:id="761336974">
          <w:marLeft w:val="640"/>
          <w:marRight w:val="0"/>
          <w:marTop w:val="0"/>
          <w:marBottom w:val="0"/>
          <w:divBdr>
            <w:top w:val="none" w:sz="0" w:space="0" w:color="auto"/>
            <w:left w:val="none" w:sz="0" w:space="0" w:color="auto"/>
            <w:bottom w:val="none" w:sz="0" w:space="0" w:color="auto"/>
            <w:right w:val="none" w:sz="0" w:space="0" w:color="auto"/>
          </w:divBdr>
        </w:div>
        <w:div w:id="960770837">
          <w:marLeft w:val="640"/>
          <w:marRight w:val="0"/>
          <w:marTop w:val="0"/>
          <w:marBottom w:val="0"/>
          <w:divBdr>
            <w:top w:val="none" w:sz="0" w:space="0" w:color="auto"/>
            <w:left w:val="none" w:sz="0" w:space="0" w:color="auto"/>
            <w:bottom w:val="none" w:sz="0" w:space="0" w:color="auto"/>
            <w:right w:val="none" w:sz="0" w:space="0" w:color="auto"/>
          </w:divBdr>
        </w:div>
        <w:div w:id="1105199178">
          <w:marLeft w:val="640"/>
          <w:marRight w:val="0"/>
          <w:marTop w:val="0"/>
          <w:marBottom w:val="0"/>
          <w:divBdr>
            <w:top w:val="none" w:sz="0" w:space="0" w:color="auto"/>
            <w:left w:val="none" w:sz="0" w:space="0" w:color="auto"/>
            <w:bottom w:val="none" w:sz="0" w:space="0" w:color="auto"/>
            <w:right w:val="none" w:sz="0" w:space="0" w:color="auto"/>
          </w:divBdr>
        </w:div>
        <w:div w:id="1263608780">
          <w:marLeft w:val="640"/>
          <w:marRight w:val="0"/>
          <w:marTop w:val="0"/>
          <w:marBottom w:val="0"/>
          <w:divBdr>
            <w:top w:val="none" w:sz="0" w:space="0" w:color="auto"/>
            <w:left w:val="none" w:sz="0" w:space="0" w:color="auto"/>
            <w:bottom w:val="none" w:sz="0" w:space="0" w:color="auto"/>
            <w:right w:val="none" w:sz="0" w:space="0" w:color="auto"/>
          </w:divBdr>
        </w:div>
        <w:div w:id="1352027403">
          <w:marLeft w:val="640"/>
          <w:marRight w:val="0"/>
          <w:marTop w:val="0"/>
          <w:marBottom w:val="0"/>
          <w:divBdr>
            <w:top w:val="none" w:sz="0" w:space="0" w:color="auto"/>
            <w:left w:val="none" w:sz="0" w:space="0" w:color="auto"/>
            <w:bottom w:val="none" w:sz="0" w:space="0" w:color="auto"/>
            <w:right w:val="none" w:sz="0" w:space="0" w:color="auto"/>
          </w:divBdr>
        </w:div>
        <w:div w:id="1721974554">
          <w:marLeft w:val="640"/>
          <w:marRight w:val="0"/>
          <w:marTop w:val="0"/>
          <w:marBottom w:val="0"/>
          <w:divBdr>
            <w:top w:val="none" w:sz="0" w:space="0" w:color="auto"/>
            <w:left w:val="none" w:sz="0" w:space="0" w:color="auto"/>
            <w:bottom w:val="none" w:sz="0" w:space="0" w:color="auto"/>
            <w:right w:val="none" w:sz="0" w:space="0" w:color="auto"/>
          </w:divBdr>
        </w:div>
        <w:div w:id="1755127395">
          <w:marLeft w:val="640"/>
          <w:marRight w:val="0"/>
          <w:marTop w:val="0"/>
          <w:marBottom w:val="0"/>
          <w:divBdr>
            <w:top w:val="none" w:sz="0" w:space="0" w:color="auto"/>
            <w:left w:val="none" w:sz="0" w:space="0" w:color="auto"/>
            <w:bottom w:val="none" w:sz="0" w:space="0" w:color="auto"/>
            <w:right w:val="none" w:sz="0" w:space="0" w:color="auto"/>
          </w:divBdr>
        </w:div>
        <w:div w:id="2120484528">
          <w:marLeft w:val="640"/>
          <w:marRight w:val="0"/>
          <w:marTop w:val="0"/>
          <w:marBottom w:val="0"/>
          <w:divBdr>
            <w:top w:val="none" w:sz="0" w:space="0" w:color="auto"/>
            <w:left w:val="none" w:sz="0" w:space="0" w:color="auto"/>
            <w:bottom w:val="none" w:sz="0" w:space="0" w:color="auto"/>
            <w:right w:val="none" w:sz="0" w:space="0" w:color="auto"/>
          </w:divBdr>
        </w:div>
      </w:divsChild>
    </w:div>
    <w:div w:id="329721317">
      <w:bodyDiv w:val="1"/>
      <w:marLeft w:val="0"/>
      <w:marRight w:val="0"/>
      <w:marTop w:val="0"/>
      <w:marBottom w:val="0"/>
      <w:divBdr>
        <w:top w:val="none" w:sz="0" w:space="0" w:color="auto"/>
        <w:left w:val="none" w:sz="0" w:space="0" w:color="auto"/>
        <w:bottom w:val="none" w:sz="0" w:space="0" w:color="auto"/>
        <w:right w:val="none" w:sz="0" w:space="0" w:color="auto"/>
      </w:divBdr>
      <w:divsChild>
        <w:div w:id="59326094">
          <w:marLeft w:val="640"/>
          <w:marRight w:val="0"/>
          <w:marTop w:val="0"/>
          <w:marBottom w:val="0"/>
          <w:divBdr>
            <w:top w:val="none" w:sz="0" w:space="0" w:color="auto"/>
            <w:left w:val="none" w:sz="0" w:space="0" w:color="auto"/>
            <w:bottom w:val="none" w:sz="0" w:space="0" w:color="auto"/>
            <w:right w:val="none" w:sz="0" w:space="0" w:color="auto"/>
          </w:divBdr>
        </w:div>
        <w:div w:id="268051305">
          <w:marLeft w:val="640"/>
          <w:marRight w:val="0"/>
          <w:marTop w:val="0"/>
          <w:marBottom w:val="0"/>
          <w:divBdr>
            <w:top w:val="none" w:sz="0" w:space="0" w:color="auto"/>
            <w:left w:val="none" w:sz="0" w:space="0" w:color="auto"/>
            <w:bottom w:val="none" w:sz="0" w:space="0" w:color="auto"/>
            <w:right w:val="none" w:sz="0" w:space="0" w:color="auto"/>
          </w:divBdr>
        </w:div>
        <w:div w:id="272633547">
          <w:marLeft w:val="640"/>
          <w:marRight w:val="0"/>
          <w:marTop w:val="0"/>
          <w:marBottom w:val="0"/>
          <w:divBdr>
            <w:top w:val="none" w:sz="0" w:space="0" w:color="auto"/>
            <w:left w:val="none" w:sz="0" w:space="0" w:color="auto"/>
            <w:bottom w:val="none" w:sz="0" w:space="0" w:color="auto"/>
            <w:right w:val="none" w:sz="0" w:space="0" w:color="auto"/>
          </w:divBdr>
        </w:div>
        <w:div w:id="688457520">
          <w:marLeft w:val="640"/>
          <w:marRight w:val="0"/>
          <w:marTop w:val="0"/>
          <w:marBottom w:val="0"/>
          <w:divBdr>
            <w:top w:val="none" w:sz="0" w:space="0" w:color="auto"/>
            <w:left w:val="none" w:sz="0" w:space="0" w:color="auto"/>
            <w:bottom w:val="none" w:sz="0" w:space="0" w:color="auto"/>
            <w:right w:val="none" w:sz="0" w:space="0" w:color="auto"/>
          </w:divBdr>
        </w:div>
        <w:div w:id="814225455">
          <w:marLeft w:val="640"/>
          <w:marRight w:val="0"/>
          <w:marTop w:val="0"/>
          <w:marBottom w:val="0"/>
          <w:divBdr>
            <w:top w:val="none" w:sz="0" w:space="0" w:color="auto"/>
            <w:left w:val="none" w:sz="0" w:space="0" w:color="auto"/>
            <w:bottom w:val="none" w:sz="0" w:space="0" w:color="auto"/>
            <w:right w:val="none" w:sz="0" w:space="0" w:color="auto"/>
          </w:divBdr>
        </w:div>
        <w:div w:id="897786026">
          <w:marLeft w:val="640"/>
          <w:marRight w:val="0"/>
          <w:marTop w:val="0"/>
          <w:marBottom w:val="0"/>
          <w:divBdr>
            <w:top w:val="none" w:sz="0" w:space="0" w:color="auto"/>
            <w:left w:val="none" w:sz="0" w:space="0" w:color="auto"/>
            <w:bottom w:val="none" w:sz="0" w:space="0" w:color="auto"/>
            <w:right w:val="none" w:sz="0" w:space="0" w:color="auto"/>
          </w:divBdr>
        </w:div>
        <w:div w:id="1099301785">
          <w:marLeft w:val="640"/>
          <w:marRight w:val="0"/>
          <w:marTop w:val="0"/>
          <w:marBottom w:val="0"/>
          <w:divBdr>
            <w:top w:val="none" w:sz="0" w:space="0" w:color="auto"/>
            <w:left w:val="none" w:sz="0" w:space="0" w:color="auto"/>
            <w:bottom w:val="none" w:sz="0" w:space="0" w:color="auto"/>
            <w:right w:val="none" w:sz="0" w:space="0" w:color="auto"/>
          </w:divBdr>
        </w:div>
        <w:div w:id="1105034299">
          <w:marLeft w:val="640"/>
          <w:marRight w:val="0"/>
          <w:marTop w:val="0"/>
          <w:marBottom w:val="0"/>
          <w:divBdr>
            <w:top w:val="none" w:sz="0" w:space="0" w:color="auto"/>
            <w:left w:val="none" w:sz="0" w:space="0" w:color="auto"/>
            <w:bottom w:val="none" w:sz="0" w:space="0" w:color="auto"/>
            <w:right w:val="none" w:sz="0" w:space="0" w:color="auto"/>
          </w:divBdr>
        </w:div>
        <w:div w:id="1109861463">
          <w:marLeft w:val="640"/>
          <w:marRight w:val="0"/>
          <w:marTop w:val="0"/>
          <w:marBottom w:val="0"/>
          <w:divBdr>
            <w:top w:val="none" w:sz="0" w:space="0" w:color="auto"/>
            <w:left w:val="none" w:sz="0" w:space="0" w:color="auto"/>
            <w:bottom w:val="none" w:sz="0" w:space="0" w:color="auto"/>
            <w:right w:val="none" w:sz="0" w:space="0" w:color="auto"/>
          </w:divBdr>
        </w:div>
        <w:div w:id="1160003499">
          <w:marLeft w:val="640"/>
          <w:marRight w:val="0"/>
          <w:marTop w:val="0"/>
          <w:marBottom w:val="0"/>
          <w:divBdr>
            <w:top w:val="none" w:sz="0" w:space="0" w:color="auto"/>
            <w:left w:val="none" w:sz="0" w:space="0" w:color="auto"/>
            <w:bottom w:val="none" w:sz="0" w:space="0" w:color="auto"/>
            <w:right w:val="none" w:sz="0" w:space="0" w:color="auto"/>
          </w:divBdr>
        </w:div>
        <w:div w:id="1264460337">
          <w:marLeft w:val="640"/>
          <w:marRight w:val="0"/>
          <w:marTop w:val="0"/>
          <w:marBottom w:val="0"/>
          <w:divBdr>
            <w:top w:val="none" w:sz="0" w:space="0" w:color="auto"/>
            <w:left w:val="none" w:sz="0" w:space="0" w:color="auto"/>
            <w:bottom w:val="none" w:sz="0" w:space="0" w:color="auto"/>
            <w:right w:val="none" w:sz="0" w:space="0" w:color="auto"/>
          </w:divBdr>
        </w:div>
        <w:div w:id="1298029039">
          <w:marLeft w:val="640"/>
          <w:marRight w:val="0"/>
          <w:marTop w:val="0"/>
          <w:marBottom w:val="0"/>
          <w:divBdr>
            <w:top w:val="none" w:sz="0" w:space="0" w:color="auto"/>
            <w:left w:val="none" w:sz="0" w:space="0" w:color="auto"/>
            <w:bottom w:val="none" w:sz="0" w:space="0" w:color="auto"/>
            <w:right w:val="none" w:sz="0" w:space="0" w:color="auto"/>
          </w:divBdr>
        </w:div>
        <w:div w:id="1361206575">
          <w:marLeft w:val="640"/>
          <w:marRight w:val="0"/>
          <w:marTop w:val="0"/>
          <w:marBottom w:val="0"/>
          <w:divBdr>
            <w:top w:val="none" w:sz="0" w:space="0" w:color="auto"/>
            <w:left w:val="none" w:sz="0" w:space="0" w:color="auto"/>
            <w:bottom w:val="none" w:sz="0" w:space="0" w:color="auto"/>
            <w:right w:val="none" w:sz="0" w:space="0" w:color="auto"/>
          </w:divBdr>
        </w:div>
        <w:div w:id="1528331582">
          <w:marLeft w:val="640"/>
          <w:marRight w:val="0"/>
          <w:marTop w:val="0"/>
          <w:marBottom w:val="0"/>
          <w:divBdr>
            <w:top w:val="none" w:sz="0" w:space="0" w:color="auto"/>
            <w:left w:val="none" w:sz="0" w:space="0" w:color="auto"/>
            <w:bottom w:val="none" w:sz="0" w:space="0" w:color="auto"/>
            <w:right w:val="none" w:sz="0" w:space="0" w:color="auto"/>
          </w:divBdr>
        </w:div>
        <w:div w:id="1790783799">
          <w:marLeft w:val="640"/>
          <w:marRight w:val="0"/>
          <w:marTop w:val="0"/>
          <w:marBottom w:val="0"/>
          <w:divBdr>
            <w:top w:val="none" w:sz="0" w:space="0" w:color="auto"/>
            <w:left w:val="none" w:sz="0" w:space="0" w:color="auto"/>
            <w:bottom w:val="none" w:sz="0" w:space="0" w:color="auto"/>
            <w:right w:val="none" w:sz="0" w:space="0" w:color="auto"/>
          </w:divBdr>
        </w:div>
        <w:div w:id="1887522159">
          <w:marLeft w:val="640"/>
          <w:marRight w:val="0"/>
          <w:marTop w:val="0"/>
          <w:marBottom w:val="0"/>
          <w:divBdr>
            <w:top w:val="none" w:sz="0" w:space="0" w:color="auto"/>
            <w:left w:val="none" w:sz="0" w:space="0" w:color="auto"/>
            <w:bottom w:val="none" w:sz="0" w:space="0" w:color="auto"/>
            <w:right w:val="none" w:sz="0" w:space="0" w:color="auto"/>
          </w:divBdr>
        </w:div>
      </w:divsChild>
    </w:div>
    <w:div w:id="570310610">
      <w:bodyDiv w:val="1"/>
      <w:marLeft w:val="0"/>
      <w:marRight w:val="0"/>
      <w:marTop w:val="0"/>
      <w:marBottom w:val="0"/>
      <w:divBdr>
        <w:top w:val="none" w:sz="0" w:space="0" w:color="auto"/>
        <w:left w:val="none" w:sz="0" w:space="0" w:color="auto"/>
        <w:bottom w:val="none" w:sz="0" w:space="0" w:color="auto"/>
        <w:right w:val="none" w:sz="0" w:space="0" w:color="auto"/>
      </w:divBdr>
    </w:div>
    <w:div w:id="645162211">
      <w:bodyDiv w:val="1"/>
      <w:marLeft w:val="0"/>
      <w:marRight w:val="0"/>
      <w:marTop w:val="0"/>
      <w:marBottom w:val="0"/>
      <w:divBdr>
        <w:top w:val="none" w:sz="0" w:space="0" w:color="auto"/>
        <w:left w:val="none" w:sz="0" w:space="0" w:color="auto"/>
        <w:bottom w:val="none" w:sz="0" w:space="0" w:color="auto"/>
        <w:right w:val="none" w:sz="0" w:space="0" w:color="auto"/>
      </w:divBdr>
      <w:divsChild>
        <w:div w:id="482624247">
          <w:marLeft w:val="640"/>
          <w:marRight w:val="0"/>
          <w:marTop w:val="0"/>
          <w:marBottom w:val="0"/>
          <w:divBdr>
            <w:top w:val="none" w:sz="0" w:space="0" w:color="auto"/>
            <w:left w:val="none" w:sz="0" w:space="0" w:color="auto"/>
            <w:bottom w:val="none" w:sz="0" w:space="0" w:color="auto"/>
            <w:right w:val="none" w:sz="0" w:space="0" w:color="auto"/>
          </w:divBdr>
        </w:div>
        <w:div w:id="490218589">
          <w:marLeft w:val="640"/>
          <w:marRight w:val="0"/>
          <w:marTop w:val="0"/>
          <w:marBottom w:val="0"/>
          <w:divBdr>
            <w:top w:val="none" w:sz="0" w:space="0" w:color="auto"/>
            <w:left w:val="none" w:sz="0" w:space="0" w:color="auto"/>
            <w:bottom w:val="none" w:sz="0" w:space="0" w:color="auto"/>
            <w:right w:val="none" w:sz="0" w:space="0" w:color="auto"/>
          </w:divBdr>
        </w:div>
        <w:div w:id="509955613">
          <w:marLeft w:val="640"/>
          <w:marRight w:val="0"/>
          <w:marTop w:val="0"/>
          <w:marBottom w:val="0"/>
          <w:divBdr>
            <w:top w:val="none" w:sz="0" w:space="0" w:color="auto"/>
            <w:left w:val="none" w:sz="0" w:space="0" w:color="auto"/>
            <w:bottom w:val="none" w:sz="0" w:space="0" w:color="auto"/>
            <w:right w:val="none" w:sz="0" w:space="0" w:color="auto"/>
          </w:divBdr>
        </w:div>
        <w:div w:id="546842692">
          <w:marLeft w:val="640"/>
          <w:marRight w:val="0"/>
          <w:marTop w:val="0"/>
          <w:marBottom w:val="0"/>
          <w:divBdr>
            <w:top w:val="none" w:sz="0" w:space="0" w:color="auto"/>
            <w:left w:val="none" w:sz="0" w:space="0" w:color="auto"/>
            <w:bottom w:val="none" w:sz="0" w:space="0" w:color="auto"/>
            <w:right w:val="none" w:sz="0" w:space="0" w:color="auto"/>
          </w:divBdr>
        </w:div>
        <w:div w:id="836503943">
          <w:marLeft w:val="640"/>
          <w:marRight w:val="0"/>
          <w:marTop w:val="0"/>
          <w:marBottom w:val="0"/>
          <w:divBdr>
            <w:top w:val="none" w:sz="0" w:space="0" w:color="auto"/>
            <w:left w:val="none" w:sz="0" w:space="0" w:color="auto"/>
            <w:bottom w:val="none" w:sz="0" w:space="0" w:color="auto"/>
            <w:right w:val="none" w:sz="0" w:space="0" w:color="auto"/>
          </w:divBdr>
        </w:div>
        <w:div w:id="863321589">
          <w:marLeft w:val="640"/>
          <w:marRight w:val="0"/>
          <w:marTop w:val="0"/>
          <w:marBottom w:val="0"/>
          <w:divBdr>
            <w:top w:val="none" w:sz="0" w:space="0" w:color="auto"/>
            <w:left w:val="none" w:sz="0" w:space="0" w:color="auto"/>
            <w:bottom w:val="none" w:sz="0" w:space="0" w:color="auto"/>
            <w:right w:val="none" w:sz="0" w:space="0" w:color="auto"/>
          </w:divBdr>
        </w:div>
        <w:div w:id="926576918">
          <w:marLeft w:val="640"/>
          <w:marRight w:val="0"/>
          <w:marTop w:val="0"/>
          <w:marBottom w:val="0"/>
          <w:divBdr>
            <w:top w:val="none" w:sz="0" w:space="0" w:color="auto"/>
            <w:left w:val="none" w:sz="0" w:space="0" w:color="auto"/>
            <w:bottom w:val="none" w:sz="0" w:space="0" w:color="auto"/>
            <w:right w:val="none" w:sz="0" w:space="0" w:color="auto"/>
          </w:divBdr>
        </w:div>
        <w:div w:id="1118572062">
          <w:marLeft w:val="640"/>
          <w:marRight w:val="0"/>
          <w:marTop w:val="0"/>
          <w:marBottom w:val="0"/>
          <w:divBdr>
            <w:top w:val="none" w:sz="0" w:space="0" w:color="auto"/>
            <w:left w:val="none" w:sz="0" w:space="0" w:color="auto"/>
            <w:bottom w:val="none" w:sz="0" w:space="0" w:color="auto"/>
            <w:right w:val="none" w:sz="0" w:space="0" w:color="auto"/>
          </w:divBdr>
        </w:div>
        <w:div w:id="1150095001">
          <w:marLeft w:val="640"/>
          <w:marRight w:val="0"/>
          <w:marTop w:val="0"/>
          <w:marBottom w:val="0"/>
          <w:divBdr>
            <w:top w:val="none" w:sz="0" w:space="0" w:color="auto"/>
            <w:left w:val="none" w:sz="0" w:space="0" w:color="auto"/>
            <w:bottom w:val="none" w:sz="0" w:space="0" w:color="auto"/>
            <w:right w:val="none" w:sz="0" w:space="0" w:color="auto"/>
          </w:divBdr>
        </w:div>
        <w:div w:id="1221482891">
          <w:marLeft w:val="640"/>
          <w:marRight w:val="0"/>
          <w:marTop w:val="0"/>
          <w:marBottom w:val="0"/>
          <w:divBdr>
            <w:top w:val="none" w:sz="0" w:space="0" w:color="auto"/>
            <w:left w:val="none" w:sz="0" w:space="0" w:color="auto"/>
            <w:bottom w:val="none" w:sz="0" w:space="0" w:color="auto"/>
            <w:right w:val="none" w:sz="0" w:space="0" w:color="auto"/>
          </w:divBdr>
        </w:div>
        <w:div w:id="1346521849">
          <w:marLeft w:val="640"/>
          <w:marRight w:val="0"/>
          <w:marTop w:val="0"/>
          <w:marBottom w:val="0"/>
          <w:divBdr>
            <w:top w:val="none" w:sz="0" w:space="0" w:color="auto"/>
            <w:left w:val="none" w:sz="0" w:space="0" w:color="auto"/>
            <w:bottom w:val="none" w:sz="0" w:space="0" w:color="auto"/>
            <w:right w:val="none" w:sz="0" w:space="0" w:color="auto"/>
          </w:divBdr>
        </w:div>
        <w:div w:id="1483230255">
          <w:marLeft w:val="640"/>
          <w:marRight w:val="0"/>
          <w:marTop w:val="0"/>
          <w:marBottom w:val="0"/>
          <w:divBdr>
            <w:top w:val="none" w:sz="0" w:space="0" w:color="auto"/>
            <w:left w:val="none" w:sz="0" w:space="0" w:color="auto"/>
            <w:bottom w:val="none" w:sz="0" w:space="0" w:color="auto"/>
            <w:right w:val="none" w:sz="0" w:space="0" w:color="auto"/>
          </w:divBdr>
        </w:div>
        <w:div w:id="1587499143">
          <w:marLeft w:val="640"/>
          <w:marRight w:val="0"/>
          <w:marTop w:val="0"/>
          <w:marBottom w:val="0"/>
          <w:divBdr>
            <w:top w:val="none" w:sz="0" w:space="0" w:color="auto"/>
            <w:left w:val="none" w:sz="0" w:space="0" w:color="auto"/>
            <w:bottom w:val="none" w:sz="0" w:space="0" w:color="auto"/>
            <w:right w:val="none" w:sz="0" w:space="0" w:color="auto"/>
          </w:divBdr>
        </w:div>
        <w:div w:id="1843084984">
          <w:marLeft w:val="640"/>
          <w:marRight w:val="0"/>
          <w:marTop w:val="0"/>
          <w:marBottom w:val="0"/>
          <w:divBdr>
            <w:top w:val="none" w:sz="0" w:space="0" w:color="auto"/>
            <w:left w:val="none" w:sz="0" w:space="0" w:color="auto"/>
            <w:bottom w:val="none" w:sz="0" w:space="0" w:color="auto"/>
            <w:right w:val="none" w:sz="0" w:space="0" w:color="auto"/>
          </w:divBdr>
        </w:div>
        <w:div w:id="1976445736">
          <w:marLeft w:val="640"/>
          <w:marRight w:val="0"/>
          <w:marTop w:val="0"/>
          <w:marBottom w:val="0"/>
          <w:divBdr>
            <w:top w:val="none" w:sz="0" w:space="0" w:color="auto"/>
            <w:left w:val="none" w:sz="0" w:space="0" w:color="auto"/>
            <w:bottom w:val="none" w:sz="0" w:space="0" w:color="auto"/>
            <w:right w:val="none" w:sz="0" w:space="0" w:color="auto"/>
          </w:divBdr>
        </w:div>
      </w:divsChild>
    </w:div>
    <w:div w:id="723990910">
      <w:bodyDiv w:val="1"/>
      <w:marLeft w:val="0"/>
      <w:marRight w:val="0"/>
      <w:marTop w:val="0"/>
      <w:marBottom w:val="0"/>
      <w:divBdr>
        <w:top w:val="none" w:sz="0" w:space="0" w:color="auto"/>
        <w:left w:val="none" w:sz="0" w:space="0" w:color="auto"/>
        <w:bottom w:val="none" w:sz="0" w:space="0" w:color="auto"/>
        <w:right w:val="none" w:sz="0" w:space="0" w:color="auto"/>
      </w:divBdr>
      <w:divsChild>
        <w:div w:id="1559778678">
          <w:marLeft w:val="0"/>
          <w:marRight w:val="0"/>
          <w:marTop w:val="0"/>
          <w:marBottom w:val="0"/>
          <w:divBdr>
            <w:top w:val="none" w:sz="0" w:space="0" w:color="auto"/>
            <w:left w:val="none" w:sz="0" w:space="0" w:color="auto"/>
            <w:bottom w:val="none" w:sz="0" w:space="0" w:color="auto"/>
            <w:right w:val="none" w:sz="0" w:space="0" w:color="auto"/>
          </w:divBdr>
          <w:divsChild>
            <w:div w:id="696542481">
              <w:marLeft w:val="0"/>
              <w:marRight w:val="0"/>
              <w:marTop w:val="0"/>
              <w:marBottom w:val="0"/>
              <w:divBdr>
                <w:top w:val="none" w:sz="0" w:space="0" w:color="auto"/>
                <w:left w:val="none" w:sz="0" w:space="0" w:color="auto"/>
                <w:bottom w:val="none" w:sz="0" w:space="0" w:color="auto"/>
                <w:right w:val="none" w:sz="0" w:space="0" w:color="auto"/>
              </w:divBdr>
            </w:div>
            <w:div w:id="1352224596">
              <w:marLeft w:val="0"/>
              <w:marRight w:val="0"/>
              <w:marTop w:val="0"/>
              <w:marBottom w:val="0"/>
              <w:divBdr>
                <w:top w:val="none" w:sz="0" w:space="0" w:color="auto"/>
                <w:left w:val="none" w:sz="0" w:space="0" w:color="auto"/>
                <w:bottom w:val="none" w:sz="0" w:space="0" w:color="auto"/>
                <w:right w:val="none" w:sz="0" w:space="0" w:color="auto"/>
              </w:divBdr>
            </w:div>
            <w:div w:id="1700659579">
              <w:marLeft w:val="0"/>
              <w:marRight w:val="0"/>
              <w:marTop w:val="0"/>
              <w:marBottom w:val="0"/>
              <w:divBdr>
                <w:top w:val="none" w:sz="0" w:space="0" w:color="auto"/>
                <w:left w:val="none" w:sz="0" w:space="0" w:color="auto"/>
                <w:bottom w:val="none" w:sz="0" w:space="0" w:color="auto"/>
                <w:right w:val="none" w:sz="0" w:space="0" w:color="auto"/>
              </w:divBdr>
            </w:div>
            <w:div w:id="1161459949">
              <w:marLeft w:val="0"/>
              <w:marRight w:val="0"/>
              <w:marTop w:val="0"/>
              <w:marBottom w:val="0"/>
              <w:divBdr>
                <w:top w:val="none" w:sz="0" w:space="0" w:color="auto"/>
                <w:left w:val="none" w:sz="0" w:space="0" w:color="auto"/>
                <w:bottom w:val="none" w:sz="0" w:space="0" w:color="auto"/>
                <w:right w:val="none" w:sz="0" w:space="0" w:color="auto"/>
              </w:divBdr>
            </w:div>
            <w:div w:id="1214585439">
              <w:marLeft w:val="0"/>
              <w:marRight w:val="0"/>
              <w:marTop w:val="0"/>
              <w:marBottom w:val="0"/>
              <w:divBdr>
                <w:top w:val="none" w:sz="0" w:space="0" w:color="auto"/>
                <w:left w:val="none" w:sz="0" w:space="0" w:color="auto"/>
                <w:bottom w:val="none" w:sz="0" w:space="0" w:color="auto"/>
                <w:right w:val="none" w:sz="0" w:space="0" w:color="auto"/>
              </w:divBdr>
            </w:div>
            <w:div w:id="1299338185">
              <w:marLeft w:val="0"/>
              <w:marRight w:val="0"/>
              <w:marTop w:val="0"/>
              <w:marBottom w:val="0"/>
              <w:divBdr>
                <w:top w:val="none" w:sz="0" w:space="0" w:color="auto"/>
                <w:left w:val="none" w:sz="0" w:space="0" w:color="auto"/>
                <w:bottom w:val="none" w:sz="0" w:space="0" w:color="auto"/>
                <w:right w:val="none" w:sz="0" w:space="0" w:color="auto"/>
              </w:divBdr>
            </w:div>
            <w:div w:id="1431898694">
              <w:marLeft w:val="0"/>
              <w:marRight w:val="0"/>
              <w:marTop w:val="0"/>
              <w:marBottom w:val="0"/>
              <w:divBdr>
                <w:top w:val="none" w:sz="0" w:space="0" w:color="auto"/>
                <w:left w:val="none" w:sz="0" w:space="0" w:color="auto"/>
                <w:bottom w:val="none" w:sz="0" w:space="0" w:color="auto"/>
                <w:right w:val="none" w:sz="0" w:space="0" w:color="auto"/>
              </w:divBdr>
            </w:div>
            <w:div w:id="456802467">
              <w:marLeft w:val="0"/>
              <w:marRight w:val="0"/>
              <w:marTop w:val="0"/>
              <w:marBottom w:val="0"/>
              <w:divBdr>
                <w:top w:val="none" w:sz="0" w:space="0" w:color="auto"/>
                <w:left w:val="none" w:sz="0" w:space="0" w:color="auto"/>
                <w:bottom w:val="none" w:sz="0" w:space="0" w:color="auto"/>
                <w:right w:val="none" w:sz="0" w:space="0" w:color="auto"/>
              </w:divBdr>
            </w:div>
            <w:div w:id="1044135846">
              <w:marLeft w:val="0"/>
              <w:marRight w:val="0"/>
              <w:marTop w:val="0"/>
              <w:marBottom w:val="0"/>
              <w:divBdr>
                <w:top w:val="none" w:sz="0" w:space="0" w:color="auto"/>
                <w:left w:val="none" w:sz="0" w:space="0" w:color="auto"/>
                <w:bottom w:val="none" w:sz="0" w:space="0" w:color="auto"/>
                <w:right w:val="none" w:sz="0" w:space="0" w:color="auto"/>
              </w:divBdr>
            </w:div>
            <w:div w:id="1819809665">
              <w:marLeft w:val="0"/>
              <w:marRight w:val="0"/>
              <w:marTop w:val="0"/>
              <w:marBottom w:val="0"/>
              <w:divBdr>
                <w:top w:val="none" w:sz="0" w:space="0" w:color="auto"/>
                <w:left w:val="none" w:sz="0" w:space="0" w:color="auto"/>
                <w:bottom w:val="none" w:sz="0" w:space="0" w:color="auto"/>
                <w:right w:val="none" w:sz="0" w:space="0" w:color="auto"/>
              </w:divBdr>
            </w:div>
            <w:div w:id="1333220773">
              <w:marLeft w:val="0"/>
              <w:marRight w:val="0"/>
              <w:marTop w:val="0"/>
              <w:marBottom w:val="0"/>
              <w:divBdr>
                <w:top w:val="none" w:sz="0" w:space="0" w:color="auto"/>
                <w:left w:val="none" w:sz="0" w:space="0" w:color="auto"/>
                <w:bottom w:val="none" w:sz="0" w:space="0" w:color="auto"/>
                <w:right w:val="none" w:sz="0" w:space="0" w:color="auto"/>
              </w:divBdr>
            </w:div>
            <w:div w:id="785152104">
              <w:marLeft w:val="0"/>
              <w:marRight w:val="0"/>
              <w:marTop w:val="0"/>
              <w:marBottom w:val="0"/>
              <w:divBdr>
                <w:top w:val="none" w:sz="0" w:space="0" w:color="auto"/>
                <w:left w:val="none" w:sz="0" w:space="0" w:color="auto"/>
                <w:bottom w:val="none" w:sz="0" w:space="0" w:color="auto"/>
                <w:right w:val="none" w:sz="0" w:space="0" w:color="auto"/>
              </w:divBdr>
            </w:div>
            <w:div w:id="1827041830">
              <w:marLeft w:val="0"/>
              <w:marRight w:val="0"/>
              <w:marTop w:val="0"/>
              <w:marBottom w:val="0"/>
              <w:divBdr>
                <w:top w:val="none" w:sz="0" w:space="0" w:color="auto"/>
                <w:left w:val="none" w:sz="0" w:space="0" w:color="auto"/>
                <w:bottom w:val="none" w:sz="0" w:space="0" w:color="auto"/>
                <w:right w:val="none" w:sz="0" w:space="0" w:color="auto"/>
              </w:divBdr>
            </w:div>
            <w:div w:id="13381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85461">
      <w:bodyDiv w:val="1"/>
      <w:marLeft w:val="0"/>
      <w:marRight w:val="0"/>
      <w:marTop w:val="0"/>
      <w:marBottom w:val="0"/>
      <w:divBdr>
        <w:top w:val="none" w:sz="0" w:space="0" w:color="auto"/>
        <w:left w:val="none" w:sz="0" w:space="0" w:color="auto"/>
        <w:bottom w:val="none" w:sz="0" w:space="0" w:color="auto"/>
        <w:right w:val="none" w:sz="0" w:space="0" w:color="auto"/>
      </w:divBdr>
      <w:divsChild>
        <w:div w:id="125393470">
          <w:marLeft w:val="640"/>
          <w:marRight w:val="0"/>
          <w:marTop w:val="0"/>
          <w:marBottom w:val="0"/>
          <w:divBdr>
            <w:top w:val="none" w:sz="0" w:space="0" w:color="auto"/>
            <w:left w:val="none" w:sz="0" w:space="0" w:color="auto"/>
            <w:bottom w:val="none" w:sz="0" w:space="0" w:color="auto"/>
            <w:right w:val="none" w:sz="0" w:space="0" w:color="auto"/>
          </w:divBdr>
        </w:div>
        <w:div w:id="641734771">
          <w:marLeft w:val="640"/>
          <w:marRight w:val="0"/>
          <w:marTop w:val="0"/>
          <w:marBottom w:val="0"/>
          <w:divBdr>
            <w:top w:val="none" w:sz="0" w:space="0" w:color="auto"/>
            <w:left w:val="none" w:sz="0" w:space="0" w:color="auto"/>
            <w:bottom w:val="none" w:sz="0" w:space="0" w:color="auto"/>
            <w:right w:val="none" w:sz="0" w:space="0" w:color="auto"/>
          </w:divBdr>
        </w:div>
        <w:div w:id="812213550">
          <w:marLeft w:val="640"/>
          <w:marRight w:val="0"/>
          <w:marTop w:val="0"/>
          <w:marBottom w:val="0"/>
          <w:divBdr>
            <w:top w:val="none" w:sz="0" w:space="0" w:color="auto"/>
            <w:left w:val="none" w:sz="0" w:space="0" w:color="auto"/>
            <w:bottom w:val="none" w:sz="0" w:space="0" w:color="auto"/>
            <w:right w:val="none" w:sz="0" w:space="0" w:color="auto"/>
          </w:divBdr>
        </w:div>
        <w:div w:id="888493874">
          <w:marLeft w:val="640"/>
          <w:marRight w:val="0"/>
          <w:marTop w:val="0"/>
          <w:marBottom w:val="0"/>
          <w:divBdr>
            <w:top w:val="none" w:sz="0" w:space="0" w:color="auto"/>
            <w:left w:val="none" w:sz="0" w:space="0" w:color="auto"/>
            <w:bottom w:val="none" w:sz="0" w:space="0" w:color="auto"/>
            <w:right w:val="none" w:sz="0" w:space="0" w:color="auto"/>
          </w:divBdr>
        </w:div>
        <w:div w:id="1029066510">
          <w:marLeft w:val="640"/>
          <w:marRight w:val="0"/>
          <w:marTop w:val="0"/>
          <w:marBottom w:val="0"/>
          <w:divBdr>
            <w:top w:val="none" w:sz="0" w:space="0" w:color="auto"/>
            <w:left w:val="none" w:sz="0" w:space="0" w:color="auto"/>
            <w:bottom w:val="none" w:sz="0" w:space="0" w:color="auto"/>
            <w:right w:val="none" w:sz="0" w:space="0" w:color="auto"/>
          </w:divBdr>
        </w:div>
        <w:div w:id="1044062995">
          <w:marLeft w:val="640"/>
          <w:marRight w:val="0"/>
          <w:marTop w:val="0"/>
          <w:marBottom w:val="0"/>
          <w:divBdr>
            <w:top w:val="none" w:sz="0" w:space="0" w:color="auto"/>
            <w:left w:val="none" w:sz="0" w:space="0" w:color="auto"/>
            <w:bottom w:val="none" w:sz="0" w:space="0" w:color="auto"/>
            <w:right w:val="none" w:sz="0" w:space="0" w:color="auto"/>
          </w:divBdr>
        </w:div>
        <w:div w:id="1125851510">
          <w:marLeft w:val="640"/>
          <w:marRight w:val="0"/>
          <w:marTop w:val="0"/>
          <w:marBottom w:val="0"/>
          <w:divBdr>
            <w:top w:val="none" w:sz="0" w:space="0" w:color="auto"/>
            <w:left w:val="none" w:sz="0" w:space="0" w:color="auto"/>
            <w:bottom w:val="none" w:sz="0" w:space="0" w:color="auto"/>
            <w:right w:val="none" w:sz="0" w:space="0" w:color="auto"/>
          </w:divBdr>
        </w:div>
        <w:div w:id="1257057718">
          <w:marLeft w:val="640"/>
          <w:marRight w:val="0"/>
          <w:marTop w:val="0"/>
          <w:marBottom w:val="0"/>
          <w:divBdr>
            <w:top w:val="none" w:sz="0" w:space="0" w:color="auto"/>
            <w:left w:val="none" w:sz="0" w:space="0" w:color="auto"/>
            <w:bottom w:val="none" w:sz="0" w:space="0" w:color="auto"/>
            <w:right w:val="none" w:sz="0" w:space="0" w:color="auto"/>
          </w:divBdr>
        </w:div>
        <w:div w:id="1461873543">
          <w:marLeft w:val="640"/>
          <w:marRight w:val="0"/>
          <w:marTop w:val="0"/>
          <w:marBottom w:val="0"/>
          <w:divBdr>
            <w:top w:val="none" w:sz="0" w:space="0" w:color="auto"/>
            <w:left w:val="none" w:sz="0" w:space="0" w:color="auto"/>
            <w:bottom w:val="none" w:sz="0" w:space="0" w:color="auto"/>
            <w:right w:val="none" w:sz="0" w:space="0" w:color="auto"/>
          </w:divBdr>
        </w:div>
        <w:div w:id="1492256166">
          <w:marLeft w:val="640"/>
          <w:marRight w:val="0"/>
          <w:marTop w:val="0"/>
          <w:marBottom w:val="0"/>
          <w:divBdr>
            <w:top w:val="none" w:sz="0" w:space="0" w:color="auto"/>
            <w:left w:val="none" w:sz="0" w:space="0" w:color="auto"/>
            <w:bottom w:val="none" w:sz="0" w:space="0" w:color="auto"/>
            <w:right w:val="none" w:sz="0" w:space="0" w:color="auto"/>
          </w:divBdr>
        </w:div>
        <w:div w:id="1784689043">
          <w:marLeft w:val="640"/>
          <w:marRight w:val="0"/>
          <w:marTop w:val="0"/>
          <w:marBottom w:val="0"/>
          <w:divBdr>
            <w:top w:val="none" w:sz="0" w:space="0" w:color="auto"/>
            <w:left w:val="none" w:sz="0" w:space="0" w:color="auto"/>
            <w:bottom w:val="none" w:sz="0" w:space="0" w:color="auto"/>
            <w:right w:val="none" w:sz="0" w:space="0" w:color="auto"/>
          </w:divBdr>
        </w:div>
        <w:div w:id="2140488852">
          <w:marLeft w:val="640"/>
          <w:marRight w:val="0"/>
          <w:marTop w:val="0"/>
          <w:marBottom w:val="0"/>
          <w:divBdr>
            <w:top w:val="none" w:sz="0" w:space="0" w:color="auto"/>
            <w:left w:val="none" w:sz="0" w:space="0" w:color="auto"/>
            <w:bottom w:val="none" w:sz="0" w:space="0" w:color="auto"/>
            <w:right w:val="none" w:sz="0" w:space="0" w:color="auto"/>
          </w:divBdr>
        </w:div>
      </w:divsChild>
    </w:div>
    <w:div w:id="952176563">
      <w:bodyDiv w:val="1"/>
      <w:marLeft w:val="0"/>
      <w:marRight w:val="0"/>
      <w:marTop w:val="0"/>
      <w:marBottom w:val="0"/>
      <w:divBdr>
        <w:top w:val="none" w:sz="0" w:space="0" w:color="auto"/>
        <w:left w:val="none" w:sz="0" w:space="0" w:color="auto"/>
        <w:bottom w:val="none" w:sz="0" w:space="0" w:color="auto"/>
        <w:right w:val="none" w:sz="0" w:space="0" w:color="auto"/>
      </w:divBdr>
      <w:divsChild>
        <w:div w:id="25370876">
          <w:marLeft w:val="640"/>
          <w:marRight w:val="0"/>
          <w:marTop w:val="0"/>
          <w:marBottom w:val="0"/>
          <w:divBdr>
            <w:top w:val="none" w:sz="0" w:space="0" w:color="auto"/>
            <w:left w:val="none" w:sz="0" w:space="0" w:color="auto"/>
            <w:bottom w:val="none" w:sz="0" w:space="0" w:color="auto"/>
            <w:right w:val="none" w:sz="0" w:space="0" w:color="auto"/>
          </w:divBdr>
        </w:div>
        <w:div w:id="1096558985">
          <w:marLeft w:val="640"/>
          <w:marRight w:val="0"/>
          <w:marTop w:val="0"/>
          <w:marBottom w:val="0"/>
          <w:divBdr>
            <w:top w:val="none" w:sz="0" w:space="0" w:color="auto"/>
            <w:left w:val="none" w:sz="0" w:space="0" w:color="auto"/>
            <w:bottom w:val="none" w:sz="0" w:space="0" w:color="auto"/>
            <w:right w:val="none" w:sz="0" w:space="0" w:color="auto"/>
          </w:divBdr>
        </w:div>
        <w:div w:id="1540702280">
          <w:marLeft w:val="640"/>
          <w:marRight w:val="0"/>
          <w:marTop w:val="0"/>
          <w:marBottom w:val="0"/>
          <w:divBdr>
            <w:top w:val="none" w:sz="0" w:space="0" w:color="auto"/>
            <w:left w:val="none" w:sz="0" w:space="0" w:color="auto"/>
            <w:bottom w:val="none" w:sz="0" w:space="0" w:color="auto"/>
            <w:right w:val="none" w:sz="0" w:space="0" w:color="auto"/>
          </w:divBdr>
        </w:div>
      </w:divsChild>
    </w:div>
    <w:div w:id="1084718902">
      <w:bodyDiv w:val="1"/>
      <w:marLeft w:val="0"/>
      <w:marRight w:val="0"/>
      <w:marTop w:val="0"/>
      <w:marBottom w:val="0"/>
      <w:divBdr>
        <w:top w:val="none" w:sz="0" w:space="0" w:color="auto"/>
        <w:left w:val="none" w:sz="0" w:space="0" w:color="auto"/>
        <w:bottom w:val="none" w:sz="0" w:space="0" w:color="auto"/>
        <w:right w:val="none" w:sz="0" w:space="0" w:color="auto"/>
      </w:divBdr>
      <w:divsChild>
        <w:div w:id="28068468">
          <w:marLeft w:val="640"/>
          <w:marRight w:val="0"/>
          <w:marTop w:val="0"/>
          <w:marBottom w:val="0"/>
          <w:divBdr>
            <w:top w:val="none" w:sz="0" w:space="0" w:color="auto"/>
            <w:left w:val="none" w:sz="0" w:space="0" w:color="auto"/>
            <w:bottom w:val="none" w:sz="0" w:space="0" w:color="auto"/>
            <w:right w:val="none" w:sz="0" w:space="0" w:color="auto"/>
          </w:divBdr>
        </w:div>
        <w:div w:id="624236968">
          <w:marLeft w:val="640"/>
          <w:marRight w:val="0"/>
          <w:marTop w:val="0"/>
          <w:marBottom w:val="0"/>
          <w:divBdr>
            <w:top w:val="none" w:sz="0" w:space="0" w:color="auto"/>
            <w:left w:val="none" w:sz="0" w:space="0" w:color="auto"/>
            <w:bottom w:val="none" w:sz="0" w:space="0" w:color="auto"/>
            <w:right w:val="none" w:sz="0" w:space="0" w:color="auto"/>
          </w:divBdr>
        </w:div>
        <w:div w:id="1963605736">
          <w:marLeft w:val="640"/>
          <w:marRight w:val="0"/>
          <w:marTop w:val="0"/>
          <w:marBottom w:val="0"/>
          <w:divBdr>
            <w:top w:val="none" w:sz="0" w:space="0" w:color="auto"/>
            <w:left w:val="none" w:sz="0" w:space="0" w:color="auto"/>
            <w:bottom w:val="none" w:sz="0" w:space="0" w:color="auto"/>
            <w:right w:val="none" w:sz="0" w:space="0" w:color="auto"/>
          </w:divBdr>
        </w:div>
      </w:divsChild>
    </w:div>
    <w:div w:id="1134637190">
      <w:bodyDiv w:val="1"/>
      <w:marLeft w:val="0"/>
      <w:marRight w:val="0"/>
      <w:marTop w:val="0"/>
      <w:marBottom w:val="0"/>
      <w:divBdr>
        <w:top w:val="none" w:sz="0" w:space="0" w:color="auto"/>
        <w:left w:val="none" w:sz="0" w:space="0" w:color="auto"/>
        <w:bottom w:val="none" w:sz="0" w:space="0" w:color="auto"/>
        <w:right w:val="none" w:sz="0" w:space="0" w:color="auto"/>
      </w:divBdr>
      <w:divsChild>
        <w:div w:id="90323211">
          <w:marLeft w:val="640"/>
          <w:marRight w:val="0"/>
          <w:marTop w:val="0"/>
          <w:marBottom w:val="0"/>
          <w:divBdr>
            <w:top w:val="none" w:sz="0" w:space="0" w:color="auto"/>
            <w:left w:val="none" w:sz="0" w:space="0" w:color="auto"/>
            <w:bottom w:val="none" w:sz="0" w:space="0" w:color="auto"/>
            <w:right w:val="none" w:sz="0" w:space="0" w:color="auto"/>
          </w:divBdr>
        </w:div>
        <w:div w:id="251595380">
          <w:marLeft w:val="640"/>
          <w:marRight w:val="0"/>
          <w:marTop w:val="0"/>
          <w:marBottom w:val="0"/>
          <w:divBdr>
            <w:top w:val="none" w:sz="0" w:space="0" w:color="auto"/>
            <w:left w:val="none" w:sz="0" w:space="0" w:color="auto"/>
            <w:bottom w:val="none" w:sz="0" w:space="0" w:color="auto"/>
            <w:right w:val="none" w:sz="0" w:space="0" w:color="auto"/>
          </w:divBdr>
        </w:div>
        <w:div w:id="309291054">
          <w:marLeft w:val="640"/>
          <w:marRight w:val="0"/>
          <w:marTop w:val="0"/>
          <w:marBottom w:val="0"/>
          <w:divBdr>
            <w:top w:val="none" w:sz="0" w:space="0" w:color="auto"/>
            <w:left w:val="none" w:sz="0" w:space="0" w:color="auto"/>
            <w:bottom w:val="none" w:sz="0" w:space="0" w:color="auto"/>
            <w:right w:val="none" w:sz="0" w:space="0" w:color="auto"/>
          </w:divBdr>
        </w:div>
        <w:div w:id="456997600">
          <w:marLeft w:val="640"/>
          <w:marRight w:val="0"/>
          <w:marTop w:val="0"/>
          <w:marBottom w:val="0"/>
          <w:divBdr>
            <w:top w:val="none" w:sz="0" w:space="0" w:color="auto"/>
            <w:left w:val="none" w:sz="0" w:space="0" w:color="auto"/>
            <w:bottom w:val="none" w:sz="0" w:space="0" w:color="auto"/>
            <w:right w:val="none" w:sz="0" w:space="0" w:color="auto"/>
          </w:divBdr>
        </w:div>
        <w:div w:id="523907397">
          <w:marLeft w:val="640"/>
          <w:marRight w:val="0"/>
          <w:marTop w:val="0"/>
          <w:marBottom w:val="0"/>
          <w:divBdr>
            <w:top w:val="none" w:sz="0" w:space="0" w:color="auto"/>
            <w:left w:val="none" w:sz="0" w:space="0" w:color="auto"/>
            <w:bottom w:val="none" w:sz="0" w:space="0" w:color="auto"/>
            <w:right w:val="none" w:sz="0" w:space="0" w:color="auto"/>
          </w:divBdr>
        </w:div>
        <w:div w:id="557326177">
          <w:marLeft w:val="640"/>
          <w:marRight w:val="0"/>
          <w:marTop w:val="0"/>
          <w:marBottom w:val="0"/>
          <w:divBdr>
            <w:top w:val="none" w:sz="0" w:space="0" w:color="auto"/>
            <w:left w:val="none" w:sz="0" w:space="0" w:color="auto"/>
            <w:bottom w:val="none" w:sz="0" w:space="0" w:color="auto"/>
            <w:right w:val="none" w:sz="0" w:space="0" w:color="auto"/>
          </w:divBdr>
        </w:div>
        <w:div w:id="562445620">
          <w:marLeft w:val="640"/>
          <w:marRight w:val="0"/>
          <w:marTop w:val="0"/>
          <w:marBottom w:val="0"/>
          <w:divBdr>
            <w:top w:val="none" w:sz="0" w:space="0" w:color="auto"/>
            <w:left w:val="none" w:sz="0" w:space="0" w:color="auto"/>
            <w:bottom w:val="none" w:sz="0" w:space="0" w:color="auto"/>
            <w:right w:val="none" w:sz="0" w:space="0" w:color="auto"/>
          </w:divBdr>
        </w:div>
        <w:div w:id="621569854">
          <w:marLeft w:val="640"/>
          <w:marRight w:val="0"/>
          <w:marTop w:val="0"/>
          <w:marBottom w:val="0"/>
          <w:divBdr>
            <w:top w:val="none" w:sz="0" w:space="0" w:color="auto"/>
            <w:left w:val="none" w:sz="0" w:space="0" w:color="auto"/>
            <w:bottom w:val="none" w:sz="0" w:space="0" w:color="auto"/>
            <w:right w:val="none" w:sz="0" w:space="0" w:color="auto"/>
          </w:divBdr>
        </w:div>
        <w:div w:id="806556746">
          <w:marLeft w:val="640"/>
          <w:marRight w:val="0"/>
          <w:marTop w:val="0"/>
          <w:marBottom w:val="0"/>
          <w:divBdr>
            <w:top w:val="none" w:sz="0" w:space="0" w:color="auto"/>
            <w:left w:val="none" w:sz="0" w:space="0" w:color="auto"/>
            <w:bottom w:val="none" w:sz="0" w:space="0" w:color="auto"/>
            <w:right w:val="none" w:sz="0" w:space="0" w:color="auto"/>
          </w:divBdr>
        </w:div>
        <w:div w:id="842210448">
          <w:marLeft w:val="640"/>
          <w:marRight w:val="0"/>
          <w:marTop w:val="0"/>
          <w:marBottom w:val="0"/>
          <w:divBdr>
            <w:top w:val="none" w:sz="0" w:space="0" w:color="auto"/>
            <w:left w:val="none" w:sz="0" w:space="0" w:color="auto"/>
            <w:bottom w:val="none" w:sz="0" w:space="0" w:color="auto"/>
            <w:right w:val="none" w:sz="0" w:space="0" w:color="auto"/>
          </w:divBdr>
        </w:div>
        <w:div w:id="854920148">
          <w:marLeft w:val="640"/>
          <w:marRight w:val="0"/>
          <w:marTop w:val="0"/>
          <w:marBottom w:val="0"/>
          <w:divBdr>
            <w:top w:val="none" w:sz="0" w:space="0" w:color="auto"/>
            <w:left w:val="none" w:sz="0" w:space="0" w:color="auto"/>
            <w:bottom w:val="none" w:sz="0" w:space="0" w:color="auto"/>
            <w:right w:val="none" w:sz="0" w:space="0" w:color="auto"/>
          </w:divBdr>
        </w:div>
        <w:div w:id="1107195576">
          <w:marLeft w:val="640"/>
          <w:marRight w:val="0"/>
          <w:marTop w:val="0"/>
          <w:marBottom w:val="0"/>
          <w:divBdr>
            <w:top w:val="none" w:sz="0" w:space="0" w:color="auto"/>
            <w:left w:val="none" w:sz="0" w:space="0" w:color="auto"/>
            <w:bottom w:val="none" w:sz="0" w:space="0" w:color="auto"/>
            <w:right w:val="none" w:sz="0" w:space="0" w:color="auto"/>
          </w:divBdr>
        </w:div>
        <w:div w:id="1281373131">
          <w:marLeft w:val="640"/>
          <w:marRight w:val="0"/>
          <w:marTop w:val="0"/>
          <w:marBottom w:val="0"/>
          <w:divBdr>
            <w:top w:val="none" w:sz="0" w:space="0" w:color="auto"/>
            <w:left w:val="none" w:sz="0" w:space="0" w:color="auto"/>
            <w:bottom w:val="none" w:sz="0" w:space="0" w:color="auto"/>
            <w:right w:val="none" w:sz="0" w:space="0" w:color="auto"/>
          </w:divBdr>
        </w:div>
        <w:div w:id="1545289636">
          <w:marLeft w:val="640"/>
          <w:marRight w:val="0"/>
          <w:marTop w:val="0"/>
          <w:marBottom w:val="0"/>
          <w:divBdr>
            <w:top w:val="none" w:sz="0" w:space="0" w:color="auto"/>
            <w:left w:val="none" w:sz="0" w:space="0" w:color="auto"/>
            <w:bottom w:val="none" w:sz="0" w:space="0" w:color="auto"/>
            <w:right w:val="none" w:sz="0" w:space="0" w:color="auto"/>
          </w:divBdr>
        </w:div>
        <w:div w:id="1676884844">
          <w:marLeft w:val="640"/>
          <w:marRight w:val="0"/>
          <w:marTop w:val="0"/>
          <w:marBottom w:val="0"/>
          <w:divBdr>
            <w:top w:val="none" w:sz="0" w:space="0" w:color="auto"/>
            <w:left w:val="none" w:sz="0" w:space="0" w:color="auto"/>
            <w:bottom w:val="none" w:sz="0" w:space="0" w:color="auto"/>
            <w:right w:val="none" w:sz="0" w:space="0" w:color="auto"/>
          </w:divBdr>
        </w:div>
        <w:div w:id="1690138118">
          <w:marLeft w:val="640"/>
          <w:marRight w:val="0"/>
          <w:marTop w:val="0"/>
          <w:marBottom w:val="0"/>
          <w:divBdr>
            <w:top w:val="none" w:sz="0" w:space="0" w:color="auto"/>
            <w:left w:val="none" w:sz="0" w:space="0" w:color="auto"/>
            <w:bottom w:val="none" w:sz="0" w:space="0" w:color="auto"/>
            <w:right w:val="none" w:sz="0" w:space="0" w:color="auto"/>
          </w:divBdr>
        </w:div>
        <w:div w:id="1913151132">
          <w:marLeft w:val="640"/>
          <w:marRight w:val="0"/>
          <w:marTop w:val="0"/>
          <w:marBottom w:val="0"/>
          <w:divBdr>
            <w:top w:val="none" w:sz="0" w:space="0" w:color="auto"/>
            <w:left w:val="none" w:sz="0" w:space="0" w:color="auto"/>
            <w:bottom w:val="none" w:sz="0" w:space="0" w:color="auto"/>
            <w:right w:val="none" w:sz="0" w:space="0" w:color="auto"/>
          </w:divBdr>
        </w:div>
        <w:div w:id="2047827563">
          <w:marLeft w:val="640"/>
          <w:marRight w:val="0"/>
          <w:marTop w:val="0"/>
          <w:marBottom w:val="0"/>
          <w:divBdr>
            <w:top w:val="none" w:sz="0" w:space="0" w:color="auto"/>
            <w:left w:val="none" w:sz="0" w:space="0" w:color="auto"/>
            <w:bottom w:val="none" w:sz="0" w:space="0" w:color="auto"/>
            <w:right w:val="none" w:sz="0" w:space="0" w:color="auto"/>
          </w:divBdr>
        </w:div>
      </w:divsChild>
    </w:div>
    <w:div w:id="1184510717">
      <w:bodyDiv w:val="1"/>
      <w:marLeft w:val="0"/>
      <w:marRight w:val="0"/>
      <w:marTop w:val="0"/>
      <w:marBottom w:val="0"/>
      <w:divBdr>
        <w:top w:val="none" w:sz="0" w:space="0" w:color="auto"/>
        <w:left w:val="none" w:sz="0" w:space="0" w:color="auto"/>
        <w:bottom w:val="none" w:sz="0" w:space="0" w:color="auto"/>
        <w:right w:val="none" w:sz="0" w:space="0" w:color="auto"/>
      </w:divBdr>
      <w:divsChild>
        <w:div w:id="46491985">
          <w:marLeft w:val="640"/>
          <w:marRight w:val="0"/>
          <w:marTop w:val="0"/>
          <w:marBottom w:val="0"/>
          <w:divBdr>
            <w:top w:val="none" w:sz="0" w:space="0" w:color="auto"/>
            <w:left w:val="none" w:sz="0" w:space="0" w:color="auto"/>
            <w:bottom w:val="none" w:sz="0" w:space="0" w:color="auto"/>
            <w:right w:val="none" w:sz="0" w:space="0" w:color="auto"/>
          </w:divBdr>
        </w:div>
        <w:div w:id="290206829">
          <w:marLeft w:val="640"/>
          <w:marRight w:val="0"/>
          <w:marTop w:val="0"/>
          <w:marBottom w:val="0"/>
          <w:divBdr>
            <w:top w:val="none" w:sz="0" w:space="0" w:color="auto"/>
            <w:left w:val="none" w:sz="0" w:space="0" w:color="auto"/>
            <w:bottom w:val="none" w:sz="0" w:space="0" w:color="auto"/>
            <w:right w:val="none" w:sz="0" w:space="0" w:color="auto"/>
          </w:divBdr>
        </w:div>
        <w:div w:id="372659568">
          <w:marLeft w:val="640"/>
          <w:marRight w:val="0"/>
          <w:marTop w:val="0"/>
          <w:marBottom w:val="0"/>
          <w:divBdr>
            <w:top w:val="none" w:sz="0" w:space="0" w:color="auto"/>
            <w:left w:val="none" w:sz="0" w:space="0" w:color="auto"/>
            <w:bottom w:val="none" w:sz="0" w:space="0" w:color="auto"/>
            <w:right w:val="none" w:sz="0" w:space="0" w:color="auto"/>
          </w:divBdr>
        </w:div>
        <w:div w:id="502941593">
          <w:marLeft w:val="640"/>
          <w:marRight w:val="0"/>
          <w:marTop w:val="0"/>
          <w:marBottom w:val="0"/>
          <w:divBdr>
            <w:top w:val="none" w:sz="0" w:space="0" w:color="auto"/>
            <w:left w:val="none" w:sz="0" w:space="0" w:color="auto"/>
            <w:bottom w:val="none" w:sz="0" w:space="0" w:color="auto"/>
            <w:right w:val="none" w:sz="0" w:space="0" w:color="auto"/>
          </w:divBdr>
        </w:div>
        <w:div w:id="637146865">
          <w:marLeft w:val="640"/>
          <w:marRight w:val="0"/>
          <w:marTop w:val="0"/>
          <w:marBottom w:val="0"/>
          <w:divBdr>
            <w:top w:val="none" w:sz="0" w:space="0" w:color="auto"/>
            <w:left w:val="none" w:sz="0" w:space="0" w:color="auto"/>
            <w:bottom w:val="none" w:sz="0" w:space="0" w:color="auto"/>
            <w:right w:val="none" w:sz="0" w:space="0" w:color="auto"/>
          </w:divBdr>
        </w:div>
        <w:div w:id="875430897">
          <w:marLeft w:val="640"/>
          <w:marRight w:val="0"/>
          <w:marTop w:val="0"/>
          <w:marBottom w:val="0"/>
          <w:divBdr>
            <w:top w:val="none" w:sz="0" w:space="0" w:color="auto"/>
            <w:left w:val="none" w:sz="0" w:space="0" w:color="auto"/>
            <w:bottom w:val="none" w:sz="0" w:space="0" w:color="auto"/>
            <w:right w:val="none" w:sz="0" w:space="0" w:color="auto"/>
          </w:divBdr>
        </w:div>
        <w:div w:id="949511068">
          <w:marLeft w:val="640"/>
          <w:marRight w:val="0"/>
          <w:marTop w:val="0"/>
          <w:marBottom w:val="0"/>
          <w:divBdr>
            <w:top w:val="none" w:sz="0" w:space="0" w:color="auto"/>
            <w:left w:val="none" w:sz="0" w:space="0" w:color="auto"/>
            <w:bottom w:val="none" w:sz="0" w:space="0" w:color="auto"/>
            <w:right w:val="none" w:sz="0" w:space="0" w:color="auto"/>
          </w:divBdr>
        </w:div>
        <w:div w:id="981080075">
          <w:marLeft w:val="640"/>
          <w:marRight w:val="0"/>
          <w:marTop w:val="0"/>
          <w:marBottom w:val="0"/>
          <w:divBdr>
            <w:top w:val="none" w:sz="0" w:space="0" w:color="auto"/>
            <w:left w:val="none" w:sz="0" w:space="0" w:color="auto"/>
            <w:bottom w:val="none" w:sz="0" w:space="0" w:color="auto"/>
            <w:right w:val="none" w:sz="0" w:space="0" w:color="auto"/>
          </w:divBdr>
        </w:div>
        <w:div w:id="1072586855">
          <w:marLeft w:val="640"/>
          <w:marRight w:val="0"/>
          <w:marTop w:val="0"/>
          <w:marBottom w:val="0"/>
          <w:divBdr>
            <w:top w:val="none" w:sz="0" w:space="0" w:color="auto"/>
            <w:left w:val="none" w:sz="0" w:space="0" w:color="auto"/>
            <w:bottom w:val="none" w:sz="0" w:space="0" w:color="auto"/>
            <w:right w:val="none" w:sz="0" w:space="0" w:color="auto"/>
          </w:divBdr>
        </w:div>
        <w:div w:id="1082214635">
          <w:marLeft w:val="640"/>
          <w:marRight w:val="0"/>
          <w:marTop w:val="0"/>
          <w:marBottom w:val="0"/>
          <w:divBdr>
            <w:top w:val="none" w:sz="0" w:space="0" w:color="auto"/>
            <w:left w:val="none" w:sz="0" w:space="0" w:color="auto"/>
            <w:bottom w:val="none" w:sz="0" w:space="0" w:color="auto"/>
            <w:right w:val="none" w:sz="0" w:space="0" w:color="auto"/>
          </w:divBdr>
        </w:div>
        <w:div w:id="1616599667">
          <w:marLeft w:val="640"/>
          <w:marRight w:val="0"/>
          <w:marTop w:val="0"/>
          <w:marBottom w:val="0"/>
          <w:divBdr>
            <w:top w:val="none" w:sz="0" w:space="0" w:color="auto"/>
            <w:left w:val="none" w:sz="0" w:space="0" w:color="auto"/>
            <w:bottom w:val="none" w:sz="0" w:space="0" w:color="auto"/>
            <w:right w:val="none" w:sz="0" w:space="0" w:color="auto"/>
          </w:divBdr>
        </w:div>
        <w:div w:id="1891107356">
          <w:marLeft w:val="640"/>
          <w:marRight w:val="0"/>
          <w:marTop w:val="0"/>
          <w:marBottom w:val="0"/>
          <w:divBdr>
            <w:top w:val="none" w:sz="0" w:space="0" w:color="auto"/>
            <w:left w:val="none" w:sz="0" w:space="0" w:color="auto"/>
            <w:bottom w:val="none" w:sz="0" w:space="0" w:color="auto"/>
            <w:right w:val="none" w:sz="0" w:space="0" w:color="auto"/>
          </w:divBdr>
        </w:div>
        <w:div w:id="1900046004">
          <w:marLeft w:val="640"/>
          <w:marRight w:val="0"/>
          <w:marTop w:val="0"/>
          <w:marBottom w:val="0"/>
          <w:divBdr>
            <w:top w:val="none" w:sz="0" w:space="0" w:color="auto"/>
            <w:left w:val="none" w:sz="0" w:space="0" w:color="auto"/>
            <w:bottom w:val="none" w:sz="0" w:space="0" w:color="auto"/>
            <w:right w:val="none" w:sz="0" w:space="0" w:color="auto"/>
          </w:divBdr>
        </w:div>
        <w:div w:id="1941599902">
          <w:marLeft w:val="640"/>
          <w:marRight w:val="0"/>
          <w:marTop w:val="0"/>
          <w:marBottom w:val="0"/>
          <w:divBdr>
            <w:top w:val="none" w:sz="0" w:space="0" w:color="auto"/>
            <w:left w:val="none" w:sz="0" w:space="0" w:color="auto"/>
            <w:bottom w:val="none" w:sz="0" w:space="0" w:color="auto"/>
            <w:right w:val="none" w:sz="0" w:space="0" w:color="auto"/>
          </w:divBdr>
        </w:div>
        <w:div w:id="2115128745">
          <w:marLeft w:val="640"/>
          <w:marRight w:val="0"/>
          <w:marTop w:val="0"/>
          <w:marBottom w:val="0"/>
          <w:divBdr>
            <w:top w:val="none" w:sz="0" w:space="0" w:color="auto"/>
            <w:left w:val="none" w:sz="0" w:space="0" w:color="auto"/>
            <w:bottom w:val="none" w:sz="0" w:space="0" w:color="auto"/>
            <w:right w:val="none" w:sz="0" w:space="0" w:color="auto"/>
          </w:divBdr>
        </w:div>
        <w:div w:id="2123186108">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55170016">
      <w:bodyDiv w:val="1"/>
      <w:marLeft w:val="0"/>
      <w:marRight w:val="0"/>
      <w:marTop w:val="0"/>
      <w:marBottom w:val="0"/>
      <w:divBdr>
        <w:top w:val="none" w:sz="0" w:space="0" w:color="auto"/>
        <w:left w:val="none" w:sz="0" w:space="0" w:color="auto"/>
        <w:bottom w:val="none" w:sz="0" w:space="0" w:color="auto"/>
        <w:right w:val="none" w:sz="0" w:space="0" w:color="auto"/>
      </w:divBdr>
      <w:divsChild>
        <w:div w:id="13769088">
          <w:marLeft w:val="640"/>
          <w:marRight w:val="0"/>
          <w:marTop w:val="0"/>
          <w:marBottom w:val="0"/>
          <w:divBdr>
            <w:top w:val="none" w:sz="0" w:space="0" w:color="auto"/>
            <w:left w:val="none" w:sz="0" w:space="0" w:color="auto"/>
            <w:bottom w:val="none" w:sz="0" w:space="0" w:color="auto"/>
            <w:right w:val="none" w:sz="0" w:space="0" w:color="auto"/>
          </w:divBdr>
        </w:div>
        <w:div w:id="63384159">
          <w:marLeft w:val="640"/>
          <w:marRight w:val="0"/>
          <w:marTop w:val="0"/>
          <w:marBottom w:val="0"/>
          <w:divBdr>
            <w:top w:val="none" w:sz="0" w:space="0" w:color="auto"/>
            <w:left w:val="none" w:sz="0" w:space="0" w:color="auto"/>
            <w:bottom w:val="none" w:sz="0" w:space="0" w:color="auto"/>
            <w:right w:val="none" w:sz="0" w:space="0" w:color="auto"/>
          </w:divBdr>
        </w:div>
        <w:div w:id="104884659">
          <w:marLeft w:val="640"/>
          <w:marRight w:val="0"/>
          <w:marTop w:val="0"/>
          <w:marBottom w:val="0"/>
          <w:divBdr>
            <w:top w:val="none" w:sz="0" w:space="0" w:color="auto"/>
            <w:left w:val="none" w:sz="0" w:space="0" w:color="auto"/>
            <w:bottom w:val="none" w:sz="0" w:space="0" w:color="auto"/>
            <w:right w:val="none" w:sz="0" w:space="0" w:color="auto"/>
          </w:divBdr>
        </w:div>
        <w:div w:id="236062775">
          <w:marLeft w:val="640"/>
          <w:marRight w:val="0"/>
          <w:marTop w:val="0"/>
          <w:marBottom w:val="0"/>
          <w:divBdr>
            <w:top w:val="none" w:sz="0" w:space="0" w:color="auto"/>
            <w:left w:val="none" w:sz="0" w:space="0" w:color="auto"/>
            <w:bottom w:val="none" w:sz="0" w:space="0" w:color="auto"/>
            <w:right w:val="none" w:sz="0" w:space="0" w:color="auto"/>
          </w:divBdr>
        </w:div>
        <w:div w:id="302272324">
          <w:marLeft w:val="640"/>
          <w:marRight w:val="0"/>
          <w:marTop w:val="0"/>
          <w:marBottom w:val="0"/>
          <w:divBdr>
            <w:top w:val="none" w:sz="0" w:space="0" w:color="auto"/>
            <w:left w:val="none" w:sz="0" w:space="0" w:color="auto"/>
            <w:bottom w:val="none" w:sz="0" w:space="0" w:color="auto"/>
            <w:right w:val="none" w:sz="0" w:space="0" w:color="auto"/>
          </w:divBdr>
        </w:div>
        <w:div w:id="395053568">
          <w:marLeft w:val="640"/>
          <w:marRight w:val="0"/>
          <w:marTop w:val="0"/>
          <w:marBottom w:val="0"/>
          <w:divBdr>
            <w:top w:val="none" w:sz="0" w:space="0" w:color="auto"/>
            <w:left w:val="none" w:sz="0" w:space="0" w:color="auto"/>
            <w:bottom w:val="none" w:sz="0" w:space="0" w:color="auto"/>
            <w:right w:val="none" w:sz="0" w:space="0" w:color="auto"/>
          </w:divBdr>
        </w:div>
        <w:div w:id="683440066">
          <w:marLeft w:val="640"/>
          <w:marRight w:val="0"/>
          <w:marTop w:val="0"/>
          <w:marBottom w:val="0"/>
          <w:divBdr>
            <w:top w:val="none" w:sz="0" w:space="0" w:color="auto"/>
            <w:left w:val="none" w:sz="0" w:space="0" w:color="auto"/>
            <w:bottom w:val="none" w:sz="0" w:space="0" w:color="auto"/>
            <w:right w:val="none" w:sz="0" w:space="0" w:color="auto"/>
          </w:divBdr>
        </w:div>
        <w:div w:id="948128594">
          <w:marLeft w:val="640"/>
          <w:marRight w:val="0"/>
          <w:marTop w:val="0"/>
          <w:marBottom w:val="0"/>
          <w:divBdr>
            <w:top w:val="none" w:sz="0" w:space="0" w:color="auto"/>
            <w:left w:val="none" w:sz="0" w:space="0" w:color="auto"/>
            <w:bottom w:val="none" w:sz="0" w:space="0" w:color="auto"/>
            <w:right w:val="none" w:sz="0" w:space="0" w:color="auto"/>
          </w:divBdr>
        </w:div>
        <w:div w:id="1068726955">
          <w:marLeft w:val="640"/>
          <w:marRight w:val="0"/>
          <w:marTop w:val="0"/>
          <w:marBottom w:val="0"/>
          <w:divBdr>
            <w:top w:val="none" w:sz="0" w:space="0" w:color="auto"/>
            <w:left w:val="none" w:sz="0" w:space="0" w:color="auto"/>
            <w:bottom w:val="none" w:sz="0" w:space="0" w:color="auto"/>
            <w:right w:val="none" w:sz="0" w:space="0" w:color="auto"/>
          </w:divBdr>
        </w:div>
        <w:div w:id="1172796740">
          <w:marLeft w:val="640"/>
          <w:marRight w:val="0"/>
          <w:marTop w:val="0"/>
          <w:marBottom w:val="0"/>
          <w:divBdr>
            <w:top w:val="none" w:sz="0" w:space="0" w:color="auto"/>
            <w:left w:val="none" w:sz="0" w:space="0" w:color="auto"/>
            <w:bottom w:val="none" w:sz="0" w:space="0" w:color="auto"/>
            <w:right w:val="none" w:sz="0" w:space="0" w:color="auto"/>
          </w:divBdr>
        </w:div>
        <w:div w:id="1289355889">
          <w:marLeft w:val="640"/>
          <w:marRight w:val="0"/>
          <w:marTop w:val="0"/>
          <w:marBottom w:val="0"/>
          <w:divBdr>
            <w:top w:val="none" w:sz="0" w:space="0" w:color="auto"/>
            <w:left w:val="none" w:sz="0" w:space="0" w:color="auto"/>
            <w:bottom w:val="none" w:sz="0" w:space="0" w:color="auto"/>
            <w:right w:val="none" w:sz="0" w:space="0" w:color="auto"/>
          </w:divBdr>
        </w:div>
        <w:div w:id="1414547004">
          <w:marLeft w:val="640"/>
          <w:marRight w:val="0"/>
          <w:marTop w:val="0"/>
          <w:marBottom w:val="0"/>
          <w:divBdr>
            <w:top w:val="none" w:sz="0" w:space="0" w:color="auto"/>
            <w:left w:val="none" w:sz="0" w:space="0" w:color="auto"/>
            <w:bottom w:val="none" w:sz="0" w:space="0" w:color="auto"/>
            <w:right w:val="none" w:sz="0" w:space="0" w:color="auto"/>
          </w:divBdr>
        </w:div>
        <w:div w:id="1647200116">
          <w:marLeft w:val="640"/>
          <w:marRight w:val="0"/>
          <w:marTop w:val="0"/>
          <w:marBottom w:val="0"/>
          <w:divBdr>
            <w:top w:val="none" w:sz="0" w:space="0" w:color="auto"/>
            <w:left w:val="none" w:sz="0" w:space="0" w:color="auto"/>
            <w:bottom w:val="none" w:sz="0" w:space="0" w:color="auto"/>
            <w:right w:val="none" w:sz="0" w:space="0" w:color="auto"/>
          </w:divBdr>
        </w:div>
        <w:div w:id="1747797744">
          <w:marLeft w:val="640"/>
          <w:marRight w:val="0"/>
          <w:marTop w:val="0"/>
          <w:marBottom w:val="0"/>
          <w:divBdr>
            <w:top w:val="none" w:sz="0" w:space="0" w:color="auto"/>
            <w:left w:val="none" w:sz="0" w:space="0" w:color="auto"/>
            <w:bottom w:val="none" w:sz="0" w:space="0" w:color="auto"/>
            <w:right w:val="none" w:sz="0" w:space="0" w:color="auto"/>
          </w:divBdr>
        </w:div>
        <w:div w:id="1817262997">
          <w:marLeft w:val="640"/>
          <w:marRight w:val="0"/>
          <w:marTop w:val="0"/>
          <w:marBottom w:val="0"/>
          <w:divBdr>
            <w:top w:val="none" w:sz="0" w:space="0" w:color="auto"/>
            <w:left w:val="none" w:sz="0" w:space="0" w:color="auto"/>
            <w:bottom w:val="none" w:sz="0" w:space="0" w:color="auto"/>
            <w:right w:val="none" w:sz="0" w:space="0" w:color="auto"/>
          </w:divBdr>
        </w:div>
        <w:div w:id="2132239729">
          <w:marLeft w:val="640"/>
          <w:marRight w:val="0"/>
          <w:marTop w:val="0"/>
          <w:marBottom w:val="0"/>
          <w:divBdr>
            <w:top w:val="none" w:sz="0" w:space="0" w:color="auto"/>
            <w:left w:val="none" w:sz="0" w:space="0" w:color="auto"/>
            <w:bottom w:val="none" w:sz="0" w:space="0" w:color="auto"/>
            <w:right w:val="none" w:sz="0" w:space="0" w:color="auto"/>
          </w:divBdr>
        </w:div>
      </w:divsChild>
    </w:div>
    <w:div w:id="1602032803">
      <w:bodyDiv w:val="1"/>
      <w:marLeft w:val="0"/>
      <w:marRight w:val="0"/>
      <w:marTop w:val="0"/>
      <w:marBottom w:val="0"/>
      <w:divBdr>
        <w:top w:val="none" w:sz="0" w:space="0" w:color="auto"/>
        <w:left w:val="none" w:sz="0" w:space="0" w:color="auto"/>
        <w:bottom w:val="none" w:sz="0" w:space="0" w:color="auto"/>
        <w:right w:val="none" w:sz="0" w:space="0" w:color="auto"/>
      </w:divBdr>
      <w:divsChild>
        <w:div w:id="571159901">
          <w:marLeft w:val="640"/>
          <w:marRight w:val="0"/>
          <w:marTop w:val="0"/>
          <w:marBottom w:val="0"/>
          <w:divBdr>
            <w:top w:val="none" w:sz="0" w:space="0" w:color="auto"/>
            <w:left w:val="none" w:sz="0" w:space="0" w:color="auto"/>
            <w:bottom w:val="none" w:sz="0" w:space="0" w:color="auto"/>
            <w:right w:val="none" w:sz="0" w:space="0" w:color="auto"/>
          </w:divBdr>
        </w:div>
        <w:div w:id="801650326">
          <w:marLeft w:val="640"/>
          <w:marRight w:val="0"/>
          <w:marTop w:val="0"/>
          <w:marBottom w:val="0"/>
          <w:divBdr>
            <w:top w:val="none" w:sz="0" w:space="0" w:color="auto"/>
            <w:left w:val="none" w:sz="0" w:space="0" w:color="auto"/>
            <w:bottom w:val="none" w:sz="0" w:space="0" w:color="auto"/>
            <w:right w:val="none" w:sz="0" w:space="0" w:color="auto"/>
          </w:divBdr>
        </w:div>
        <w:div w:id="950819072">
          <w:marLeft w:val="640"/>
          <w:marRight w:val="0"/>
          <w:marTop w:val="0"/>
          <w:marBottom w:val="0"/>
          <w:divBdr>
            <w:top w:val="none" w:sz="0" w:space="0" w:color="auto"/>
            <w:left w:val="none" w:sz="0" w:space="0" w:color="auto"/>
            <w:bottom w:val="none" w:sz="0" w:space="0" w:color="auto"/>
            <w:right w:val="none" w:sz="0" w:space="0" w:color="auto"/>
          </w:divBdr>
        </w:div>
        <w:div w:id="1012150345">
          <w:marLeft w:val="640"/>
          <w:marRight w:val="0"/>
          <w:marTop w:val="0"/>
          <w:marBottom w:val="0"/>
          <w:divBdr>
            <w:top w:val="none" w:sz="0" w:space="0" w:color="auto"/>
            <w:left w:val="none" w:sz="0" w:space="0" w:color="auto"/>
            <w:bottom w:val="none" w:sz="0" w:space="0" w:color="auto"/>
            <w:right w:val="none" w:sz="0" w:space="0" w:color="auto"/>
          </w:divBdr>
        </w:div>
        <w:div w:id="1142043333">
          <w:marLeft w:val="640"/>
          <w:marRight w:val="0"/>
          <w:marTop w:val="0"/>
          <w:marBottom w:val="0"/>
          <w:divBdr>
            <w:top w:val="none" w:sz="0" w:space="0" w:color="auto"/>
            <w:left w:val="none" w:sz="0" w:space="0" w:color="auto"/>
            <w:bottom w:val="none" w:sz="0" w:space="0" w:color="auto"/>
            <w:right w:val="none" w:sz="0" w:space="0" w:color="auto"/>
          </w:divBdr>
        </w:div>
        <w:div w:id="1367946653">
          <w:marLeft w:val="640"/>
          <w:marRight w:val="0"/>
          <w:marTop w:val="0"/>
          <w:marBottom w:val="0"/>
          <w:divBdr>
            <w:top w:val="none" w:sz="0" w:space="0" w:color="auto"/>
            <w:left w:val="none" w:sz="0" w:space="0" w:color="auto"/>
            <w:bottom w:val="none" w:sz="0" w:space="0" w:color="auto"/>
            <w:right w:val="none" w:sz="0" w:space="0" w:color="auto"/>
          </w:divBdr>
        </w:div>
        <w:div w:id="1389184739">
          <w:marLeft w:val="640"/>
          <w:marRight w:val="0"/>
          <w:marTop w:val="0"/>
          <w:marBottom w:val="0"/>
          <w:divBdr>
            <w:top w:val="none" w:sz="0" w:space="0" w:color="auto"/>
            <w:left w:val="none" w:sz="0" w:space="0" w:color="auto"/>
            <w:bottom w:val="none" w:sz="0" w:space="0" w:color="auto"/>
            <w:right w:val="none" w:sz="0" w:space="0" w:color="auto"/>
          </w:divBdr>
        </w:div>
        <w:div w:id="1438909800">
          <w:marLeft w:val="640"/>
          <w:marRight w:val="0"/>
          <w:marTop w:val="0"/>
          <w:marBottom w:val="0"/>
          <w:divBdr>
            <w:top w:val="none" w:sz="0" w:space="0" w:color="auto"/>
            <w:left w:val="none" w:sz="0" w:space="0" w:color="auto"/>
            <w:bottom w:val="none" w:sz="0" w:space="0" w:color="auto"/>
            <w:right w:val="none" w:sz="0" w:space="0" w:color="auto"/>
          </w:divBdr>
        </w:div>
        <w:div w:id="1521161272">
          <w:marLeft w:val="640"/>
          <w:marRight w:val="0"/>
          <w:marTop w:val="0"/>
          <w:marBottom w:val="0"/>
          <w:divBdr>
            <w:top w:val="none" w:sz="0" w:space="0" w:color="auto"/>
            <w:left w:val="none" w:sz="0" w:space="0" w:color="auto"/>
            <w:bottom w:val="none" w:sz="0" w:space="0" w:color="auto"/>
            <w:right w:val="none" w:sz="0" w:space="0" w:color="auto"/>
          </w:divBdr>
        </w:div>
        <w:div w:id="1590193296">
          <w:marLeft w:val="640"/>
          <w:marRight w:val="0"/>
          <w:marTop w:val="0"/>
          <w:marBottom w:val="0"/>
          <w:divBdr>
            <w:top w:val="none" w:sz="0" w:space="0" w:color="auto"/>
            <w:left w:val="none" w:sz="0" w:space="0" w:color="auto"/>
            <w:bottom w:val="none" w:sz="0" w:space="0" w:color="auto"/>
            <w:right w:val="none" w:sz="0" w:space="0" w:color="auto"/>
          </w:divBdr>
        </w:div>
        <w:div w:id="1664233532">
          <w:marLeft w:val="640"/>
          <w:marRight w:val="0"/>
          <w:marTop w:val="0"/>
          <w:marBottom w:val="0"/>
          <w:divBdr>
            <w:top w:val="none" w:sz="0" w:space="0" w:color="auto"/>
            <w:left w:val="none" w:sz="0" w:space="0" w:color="auto"/>
            <w:bottom w:val="none" w:sz="0" w:space="0" w:color="auto"/>
            <w:right w:val="none" w:sz="0" w:space="0" w:color="auto"/>
          </w:divBdr>
        </w:div>
        <w:div w:id="1818453749">
          <w:marLeft w:val="640"/>
          <w:marRight w:val="0"/>
          <w:marTop w:val="0"/>
          <w:marBottom w:val="0"/>
          <w:divBdr>
            <w:top w:val="none" w:sz="0" w:space="0" w:color="auto"/>
            <w:left w:val="none" w:sz="0" w:space="0" w:color="auto"/>
            <w:bottom w:val="none" w:sz="0" w:space="0" w:color="auto"/>
            <w:right w:val="none" w:sz="0" w:space="0" w:color="auto"/>
          </w:divBdr>
        </w:div>
        <w:div w:id="1840459119">
          <w:marLeft w:val="640"/>
          <w:marRight w:val="0"/>
          <w:marTop w:val="0"/>
          <w:marBottom w:val="0"/>
          <w:divBdr>
            <w:top w:val="none" w:sz="0" w:space="0" w:color="auto"/>
            <w:left w:val="none" w:sz="0" w:space="0" w:color="auto"/>
            <w:bottom w:val="none" w:sz="0" w:space="0" w:color="auto"/>
            <w:right w:val="none" w:sz="0" w:space="0" w:color="auto"/>
          </w:divBdr>
        </w:div>
        <w:div w:id="1871332938">
          <w:marLeft w:val="640"/>
          <w:marRight w:val="0"/>
          <w:marTop w:val="0"/>
          <w:marBottom w:val="0"/>
          <w:divBdr>
            <w:top w:val="none" w:sz="0" w:space="0" w:color="auto"/>
            <w:left w:val="none" w:sz="0" w:space="0" w:color="auto"/>
            <w:bottom w:val="none" w:sz="0" w:space="0" w:color="auto"/>
            <w:right w:val="none" w:sz="0" w:space="0" w:color="auto"/>
          </w:divBdr>
        </w:div>
      </w:divsChild>
    </w:div>
    <w:div w:id="1619606556">
      <w:bodyDiv w:val="1"/>
      <w:marLeft w:val="0"/>
      <w:marRight w:val="0"/>
      <w:marTop w:val="0"/>
      <w:marBottom w:val="0"/>
      <w:divBdr>
        <w:top w:val="none" w:sz="0" w:space="0" w:color="auto"/>
        <w:left w:val="none" w:sz="0" w:space="0" w:color="auto"/>
        <w:bottom w:val="none" w:sz="0" w:space="0" w:color="auto"/>
        <w:right w:val="none" w:sz="0" w:space="0" w:color="auto"/>
      </w:divBdr>
      <w:divsChild>
        <w:div w:id="230578135">
          <w:marLeft w:val="640"/>
          <w:marRight w:val="0"/>
          <w:marTop w:val="0"/>
          <w:marBottom w:val="0"/>
          <w:divBdr>
            <w:top w:val="none" w:sz="0" w:space="0" w:color="auto"/>
            <w:left w:val="none" w:sz="0" w:space="0" w:color="auto"/>
            <w:bottom w:val="none" w:sz="0" w:space="0" w:color="auto"/>
            <w:right w:val="none" w:sz="0" w:space="0" w:color="auto"/>
          </w:divBdr>
        </w:div>
        <w:div w:id="251789317">
          <w:marLeft w:val="640"/>
          <w:marRight w:val="0"/>
          <w:marTop w:val="0"/>
          <w:marBottom w:val="0"/>
          <w:divBdr>
            <w:top w:val="none" w:sz="0" w:space="0" w:color="auto"/>
            <w:left w:val="none" w:sz="0" w:space="0" w:color="auto"/>
            <w:bottom w:val="none" w:sz="0" w:space="0" w:color="auto"/>
            <w:right w:val="none" w:sz="0" w:space="0" w:color="auto"/>
          </w:divBdr>
        </w:div>
        <w:div w:id="496574013">
          <w:marLeft w:val="640"/>
          <w:marRight w:val="0"/>
          <w:marTop w:val="0"/>
          <w:marBottom w:val="0"/>
          <w:divBdr>
            <w:top w:val="none" w:sz="0" w:space="0" w:color="auto"/>
            <w:left w:val="none" w:sz="0" w:space="0" w:color="auto"/>
            <w:bottom w:val="none" w:sz="0" w:space="0" w:color="auto"/>
            <w:right w:val="none" w:sz="0" w:space="0" w:color="auto"/>
          </w:divBdr>
        </w:div>
        <w:div w:id="526218863">
          <w:marLeft w:val="640"/>
          <w:marRight w:val="0"/>
          <w:marTop w:val="0"/>
          <w:marBottom w:val="0"/>
          <w:divBdr>
            <w:top w:val="none" w:sz="0" w:space="0" w:color="auto"/>
            <w:left w:val="none" w:sz="0" w:space="0" w:color="auto"/>
            <w:bottom w:val="none" w:sz="0" w:space="0" w:color="auto"/>
            <w:right w:val="none" w:sz="0" w:space="0" w:color="auto"/>
          </w:divBdr>
        </w:div>
        <w:div w:id="558638342">
          <w:marLeft w:val="640"/>
          <w:marRight w:val="0"/>
          <w:marTop w:val="0"/>
          <w:marBottom w:val="0"/>
          <w:divBdr>
            <w:top w:val="none" w:sz="0" w:space="0" w:color="auto"/>
            <w:left w:val="none" w:sz="0" w:space="0" w:color="auto"/>
            <w:bottom w:val="none" w:sz="0" w:space="0" w:color="auto"/>
            <w:right w:val="none" w:sz="0" w:space="0" w:color="auto"/>
          </w:divBdr>
        </w:div>
        <w:div w:id="585267472">
          <w:marLeft w:val="640"/>
          <w:marRight w:val="0"/>
          <w:marTop w:val="0"/>
          <w:marBottom w:val="0"/>
          <w:divBdr>
            <w:top w:val="none" w:sz="0" w:space="0" w:color="auto"/>
            <w:left w:val="none" w:sz="0" w:space="0" w:color="auto"/>
            <w:bottom w:val="none" w:sz="0" w:space="0" w:color="auto"/>
            <w:right w:val="none" w:sz="0" w:space="0" w:color="auto"/>
          </w:divBdr>
        </w:div>
        <w:div w:id="618492471">
          <w:marLeft w:val="640"/>
          <w:marRight w:val="0"/>
          <w:marTop w:val="0"/>
          <w:marBottom w:val="0"/>
          <w:divBdr>
            <w:top w:val="none" w:sz="0" w:space="0" w:color="auto"/>
            <w:left w:val="none" w:sz="0" w:space="0" w:color="auto"/>
            <w:bottom w:val="none" w:sz="0" w:space="0" w:color="auto"/>
            <w:right w:val="none" w:sz="0" w:space="0" w:color="auto"/>
          </w:divBdr>
        </w:div>
        <w:div w:id="857544981">
          <w:marLeft w:val="640"/>
          <w:marRight w:val="0"/>
          <w:marTop w:val="0"/>
          <w:marBottom w:val="0"/>
          <w:divBdr>
            <w:top w:val="none" w:sz="0" w:space="0" w:color="auto"/>
            <w:left w:val="none" w:sz="0" w:space="0" w:color="auto"/>
            <w:bottom w:val="none" w:sz="0" w:space="0" w:color="auto"/>
            <w:right w:val="none" w:sz="0" w:space="0" w:color="auto"/>
          </w:divBdr>
        </w:div>
        <w:div w:id="1322655268">
          <w:marLeft w:val="640"/>
          <w:marRight w:val="0"/>
          <w:marTop w:val="0"/>
          <w:marBottom w:val="0"/>
          <w:divBdr>
            <w:top w:val="none" w:sz="0" w:space="0" w:color="auto"/>
            <w:left w:val="none" w:sz="0" w:space="0" w:color="auto"/>
            <w:bottom w:val="none" w:sz="0" w:space="0" w:color="auto"/>
            <w:right w:val="none" w:sz="0" w:space="0" w:color="auto"/>
          </w:divBdr>
        </w:div>
        <w:div w:id="1477186202">
          <w:marLeft w:val="640"/>
          <w:marRight w:val="0"/>
          <w:marTop w:val="0"/>
          <w:marBottom w:val="0"/>
          <w:divBdr>
            <w:top w:val="none" w:sz="0" w:space="0" w:color="auto"/>
            <w:left w:val="none" w:sz="0" w:space="0" w:color="auto"/>
            <w:bottom w:val="none" w:sz="0" w:space="0" w:color="auto"/>
            <w:right w:val="none" w:sz="0" w:space="0" w:color="auto"/>
          </w:divBdr>
        </w:div>
        <w:div w:id="1626810312">
          <w:marLeft w:val="640"/>
          <w:marRight w:val="0"/>
          <w:marTop w:val="0"/>
          <w:marBottom w:val="0"/>
          <w:divBdr>
            <w:top w:val="none" w:sz="0" w:space="0" w:color="auto"/>
            <w:left w:val="none" w:sz="0" w:space="0" w:color="auto"/>
            <w:bottom w:val="none" w:sz="0" w:space="0" w:color="auto"/>
            <w:right w:val="none" w:sz="0" w:space="0" w:color="auto"/>
          </w:divBdr>
        </w:div>
        <w:div w:id="1834947229">
          <w:marLeft w:val="640"/>
          <w:marRight w:val="0"/>
          <w:marTop w:val="0"/>
          <w:marBottom w:val="0"/>
          <w:divBdr>
            <w:top w:val="none" w:sz="0" w:space="0" w:color="auto"/>
            <w:left w:val="none" w:sz="0" w:space="0" w:color="auto"/>
            <w:bottom w:val="none" w:sz="0" w:space="0" w:color="auto"/>
            <w:right w:val="none" w:sz="0" w:space="0" w:color="auto"/>
          </w:divBdr>
        </w:div>
        <w:div w:id="1869295213">
          <w:marLeft w:val="640"/>
          <w:marRight w:val="0"/>
          <w:marTop w:val="0"/>
          <w:marBottom w:val="0"/>
          <w:divBdr>
            <w:top w:val="none" w:sz="0" w:space="0" w:color="auto"/>
            <w:left w:val="none" w:sz="0" w:space="0" w:color="auto"/>
            <w:bottom w:val="none" w:sz="0" w:space="0" w:color="auto"/>
            <w:right w:val="none" w:sz="0" w:space="0" w:color="auto"/>
          </w:divBdr>
        </w:div>
        <w:div w:id="1980526271">
          <w:marLeft w:val="640"/>
          <w:marRight w:val="0"/>
          <w:marTop w:val="0"/>
          <w:marBottom w:val="0"/>
          <w:divBdr>
            <w:top w:val="none" w:sz="0" w:space="0" w:color="auto"/>
            <w:left w:val="none" w:sz="0" w:space="0" w:color="auto"/>
            <w:bottom w:val="none" w:sz="0" w:space="0" w:color="auto"/>
            <w:right w:val="none" w:sz="0" w:space="0" w:color="auto"/>
          </w:divBdr>
        </w:div>
      </w:divsChild>
    </w:div>
    <w:div w:id="1627194740">
      <w:bodyDiv w:val="1"/>
      <w:marLeft w:val="0"/>
      <w:marRight w:val="0"/>
      <w:marTop w:val="0"/>
      <w:marBottom w:val="0"/>
      <w:divBdr>
        <w:top w:val="none" w:sz="0" w:space="0" w:color="auto"/>
        <w:left w:val="none" w:sz="0" w:space="0" w:color="auto"/>
        <w:bottom w:val="none" w:sz="0" w:space="0" w:color="auto"/>
        <w:right w:val="none" w:sz="0" w:space="0" w:color="auto"/>
      </w:divBdr>
      <w:divsChild>
        <w:div w:id="85855292">
          <w:marLeft w:val="640"/>
          <w:marRight w:val="0"/>
          <w:marTop w:val="0"/>
          <w:marBottom w:val="0"/>
          <w:divBdr>
            <w:top w:val="none" w:sz="0" w:space="0" w:color="auto"/>
            <w:left w:val="none" w:sz="0" w:space="0" w:color="auto"/>
            <w:bottom w:val="none" w:sz="0" w:space="0" w:color="auto"/>
            <w:right w:val="none" w:sz="0" w:space="0" w:color="auto"/>
          </w:divBdr>
        </w:div>
        <w:div w:id="252204620">
          <w:marLeft w:val="640"/>
          <w:marRight w:val="0"/>
          <w:marTop w:val="0"/>
          <w:marBottom w:val="0"/>
          <w:divBdr>
            <w:top w:val="none" w:sz="0" w:space="0" w:color="auto"/>
            <w:left w:val="none" w:sz="0" w:space="0" w:color="auto"/>
            <w:bottom w:val="none" w:sz="0" w:space="0" w:color="auto"/>
            <w:right w:val="none" w:sz="0" w:space="0" w:color="auto"/>
          </w:divBdr>
        </w:div>
        <w:div w:id="364788959">
          <w:marLeft w:val="640"/>
          <w:marRight w:val="0"/>
          <w:marTop w:val="0"/>
          <w:marBottom w:val="0"/>
          <w:divBdr>
            <w:top w:val="none" w:sz="0" w:space="0" w:color="auto"/>
            <w:left w:val="none" w:sz="0" w:space="0" w:color="auto"/>
            <w:bottom w:val="none" w:sz="0" w:space="0" w:color="auto"/>
            <w:right w:val="none" w:sz="0" w:space="0" w:color="auto"/>
          </w:divBdr>
        </w:div>
        <w:div w:id="391662672">
          <w:marLeft w:val="640"/>
          <w:marRight w:val="0"/>
          <w:marTop w:val="0"/>
          <w:marBottom w:val="0"/>
          <w:divBdr>
            <w:top w:val="none" w:sz="0" w:space="0" w:color="auto"/>
            <w:left w:val="none" w:sz="0" w:space="0" w:color="auto"/>
            <w:bottom w:val="none" w:sz="0" w:space="0" w:color="auto"/>
            <w:right w:val="none" w:sz="0" w:space="0" w:color="auto"/>
          </w:divBdr>
        </w:div>
        <w:div w:id="702903030">
          <w:marLeft w:val="640"/>
          <w:marRight w:val="0"/>
          <w:marTop w:val="0"/>
          <w:marBottom w:val="0"/>
          <w:divBdr>
            <w:top w:val="none" w:sz="0" w:space="0" w:color="auto"/>
            <w:left w:val="none" w:sz="0" w:space="0" w:color="auto"/>
            <w:bottom w:val="none" w:sz="0" w:space="0" w:color="auto"/>
            <w:right w:val="none" w:sz="0" w:space="0" w:color="auto"/>
          </w:divBdr>
        </w:div>
        <w:div w:id="772408479">
          <w:marLeft w:val="640"/>
          <w:marRight w:val="0"/>
          <w:marTop w:val="0"/>
          <w:marBottom w:val="0"/>
          <w:divBdr>
            <w:top w:val="none" w:sz="0" w:space="0" w:color="auto"/>
            <w:left w:val="none" w:sz="0" w:space="0" w:color="auto"/>
            <w:bottom w:val="none" w:sz="0" w:space="0" w:color="auto"/>
            <w:right w:val="none" w:sz="0" w:space="0" w:color="auto"/>
          </w:divBdr>
        </w:div>
        <w:div w:id="1012418434">
          <w:marLeft w:val="640"/>
          <w:marRight w:val="0"/>
          <w:marTop w:val="0"/>
          <w:marBottom w:val="0"/>
          <w:divBdr>
            <w:top w:val="none" w:sz="0" w:space="0" w:color="auto"/>
            <w:left w:val="none" w:sz="0" w:space="0" w:color="auto"/>
            <w:bottom w:val="none" w:sz="0" w:space="0" w:color="auto"/>
            <w:right w:val="none" w:sz="0" w:space="0" w:color="auto"/>
          </w:divBdr>
        </w:div>
        <w:div w:id="1166096465">
          <w:marLeft w:val="640"/>
          <w:marRight w:val="0"/>
          <w:marTop w:val="0"/>
          <w:marBottom w:val="0"/>
          <w:divBdr>
            <w:top w:val="none" w:sz="0" w:space="0" w:color="auto"/>
            <w:left w:val="none" w:sz="0" w:space="0" w:color="auto"/>
            <w:bottom w:val="none" w:sz="0" w:space="0" w:color="auto"/>
            <w:right w:val="none" w:sz="0" w:space="0" w:color="auto"/>
          </w:divBdr>
        </w:div>
        <w:div w:id="1340694002">
          <w:marLeft w:val="640"/>
          <w:marRight w:val="0"/>
          <w:marTop w:val="0"/>
          <w:marBottom w:val="0"/>
          <w:divBdr>
            <w:top w:val="none" w:sz="0" w:space="0" w:color="auto"/>
            <w:left w:val="none" w:sz="0" w:space="0" w:color="auto"/>
            <w:bottom w:val="none" w:sz="0" w:space="0" w:color="auto"/>
            <w:right w:val="none" w:sz="0" w:space="0" w:color="auto"/>
          </w:divBdr>
        </w:div>
        <w:div w:id="1433889516">
          <w:marLeft w:val="640"/>
          <w:marRight w:val="0"/>
          <w:marTop w:val="0"/>
          <w:marBottom w:val="0"/>
          <w:divBdr>
            <w:top w:val="none" w:sz="0" w:space="0" w:color="auto"/>
            <w:left w:val="none" w:sz="0" w:space="0" w:color="auto"/>
            <w:bottom w:val="none" w:sz="0" w:space="0" w:color="auto"/>
            <w:right w:val="none" w:sz="0" w:space="0" w:color="auto"/>
          </w:divBdr>
        </w:div>
        <w:div w:id="1445074955">
          <w:marLeft w:val="640"/>
          <w:marRight w:val="0"/>
          <w:marTop w:val="0"/>
          <w:marBottom w:val="0"/>
          <w:divBdr>
            <w:top w:val="none" w:sz="0" w:space="0" w:color="auto"/>
            <w:left w:val="none" w:sz="0" w:space="0" w:color="auto"/>
            <w:bottom w:val="none" w:sz="0" w:space="0" w:color="auto"/>
            <w:right w:val="none" w:sz="0" w:space="0" w:color="auto"/>
          </w:divBdr>
        </w:div>
        <w:div w:id="1699966871">
          <w:marLeft w:val="640"/>
          <w:marRight w:val="0"/>
          <w:marTop w:val="0"/>
          <w:marBottom w:val="0"/>
          <w:divBdr>
            <w:top w:val="none" w:sz="0" w:space="0" w:color="auto"/>
            <w:left w:val="none" w:sz="0" w:space="0" w:color="auto"/>
            <w:bottom w:val="none" w:sz="0" w:space="0" w:color="auto"/>
            <w:right w:val="none" w:sz="0" w:space="0" w:color="auto"/>
          </w:divBdr>
        </w:div>
        <w:div w:id="1835879910">
          <w:marLeft w:val="640"/>
          <w:marRight w:val="0"/>
          <w:marTop w:val="0"/>
          <w:marBottom w:val="0"/>
          <w:divBdr>
            <w:top w:val="none" w:sz="0" w:space="0" w:color="auto"/>
            <w:left w:val="none" w:sz="0" w:space="0" w:color="auto"/>
            <w:bottom w:val="none" w:sz="0" w:space="0" w:color="auto"/>
            <w:right w:val="none" w:sz="0" w:space="0" w:color="auto"/>
          </w:divBdr>
        </w:div>
        <w:div w:id="1978366805">
          <w:marLeft w:val="640"/>
          <w:marRight w:val="0"/>
          <w:marTop w:val="0"/>
          <w:marBottom w:val="0"/>
          <w:divBdr>
            <w:top w:val="none" w:sz="0" w:space="0" w:color="auto"/>
            <w:left w:val="none" w:sz="0" w:space="0" w:color="auto"/>
            <w:bottom w:val="none" w:sz="0" w:space="0" w:color="auto"/>
            <w:right w:val="none" w:sz="0" w:space="0" w:color="auto"/>
          </w:divBdr>
        </w:div>
        <w:div w:id="2023513056">
          <w:marLeft w:val="640"/>
          <w:marRight w:val="0"/>
          <w:marTop w:val="0"/>
          <w:marBottom w:val="0"/>
          <w:divBdr>
            <w:top w:val="none" w:sz="0" w:space="0" w:color="auto"/>
            <w:left w:val="none" w:sz="0" w:space="0" w:color="auto"/>
            <w:bottom w:val="none" w:sz="0" w:space="0" w:color="auto"/>
            <w:right w:val="none" w:sz="0" w:space="0" w:color="auto"/>
          </w:divBdr>
        </w:div>
        <w:div w:id="2102486288">
          <w:marLeft w:val="640"/>
          <w:marRight w:val="0"/>
          <w:marTop w:val="0"/>
          <w:marBottom w:val="0"/>
          <w:divBdr>
            <w:top w:val="none" w:sz="0" w:space="0" w:color="auto"/>
            <w:left w:val="none" w:sz="0" w:space="0" w:color="auto"/>
            <w:bottom w:val="none" w:sz="0" w:space="0" w:color="auto"/>
            <w:right w:val="none" w:sz="0" w:space="0" w:color="auto"/>
          </w:divBdr>
        </w:div>
      </w:divsChild>
    </w:div>
    <w:div w:id="1680430396">
      <w:bodyDiv w:val="1"/>
      <w:marLeft w:val="0"/>
      <w:marRight w:val="0"/>
      <w:marTop w:val="0"/>
      <w:marBottom w:val="0"/>
      <w:divBdr>
        <w:top w:val="none" w:sz="0" w:space="0" w:color="auto"/>
        <w:left w:val="none" w:sz="0" w:space="0" w:color="auto"/>
        <w:bottom w:val="none" w:sz="0" w:space="0" w:color="auto"/>
        <w:right w:val="none" w:sz="0" w:space="0" w:color="auto"/>
      </w:divBdr>
      <w:divsChild>
        <w:div w:id="1424186117">
          <w:marLeft w:val="0"/>
          <w:marRight w:val="0"/>
          <w:marTop w:val="0"/>
          <w:marBottom w:val="0"/>
          <w:divBdr>
            <w:top w:val="none" w:sz="0" w:space="0" w:color="auto"/>
            <w:left w:val="none" w:sz="0" w:space="0" w:color="auto"/>
            <w:bottom w:val="none" w:sz="0" w:space="0" w:color="auto"/>
            <w:right w:val="none" w:sz="0" w:space="0" w:color="auto"/>
          </w:divBdr>
          <w:divsChild>
            <w:div w:id="1801650858">
              <w:marLeft w:val="0"/>
              <w:marRight w:val="0"/>
              <w:marTop w:val="0"/>
              <w:marBottom w:val="0"/>
              <w:divBdr>
                <w:top w:val="none" w:sz="0" w:space="0" w:color="auto"/>
                <w:left w:val="none" w:sz="0" w:space="0" w:color="auto"/>
                <w:bottom w:val="none" w:sz="0" w:space="0" w:color="auto"/>
                <w:right w:val="none" w:sz="0" w:space="0" w:color="auto"/>
              </w:divBdr>
            </w:div>
            <w:div w:id="120883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91856">
      <w:bodyDiv w:val="1"/>
      <w:marLeft w:val="0"/>
      <w:marRight w:val="0"/>
      <w:marTop w:val="0"/>
      <w:marBottom w:val="0"/>
      <w:divBdr>
        <w:top w:val="none" w:sz="0" w:space="0" w:color="auto"/>
        <w:left w:val="none" w:sz="0" w:space="0" w:color="auto"/>
        <w:bottom w:val="none" w:sz="0" w:space="0" w:color="auto"/>
        <w:right w:val="none" w:sz="0" w:space="0" w:color="auto"/>
      </w:divBdr>
      <w:divsChild>
        <w:div w:id="59594144">
          <w:marLeft w:val="640"/>
          <w:marRight w:val="0"/>
          <w:marTop w:val="0"/>
          <w:marBottom w:val="0"/>
          <w:divBdr>
            <w:top w:val="none" w:sz="0" w:space="0" w:color="auto"/>
            <w:left w:val="none" w:sz="0" w:space="0" w:color="auto"/>
            <w:bottom w:val="none" w:sz="0" w:space="0" w:color="auto"/>
            <w:right w:val="none" w:sz="0" w:space="0" w:color="auto"/>
          </w:divBdr>
        </w:div>
        <w:div w:id="120543088">
          <w:marLeft w:val="640"/>
          <w:marRight w:val="0"/>
          <w:marTop w:val="0"/>
          <w:marBottom w:val="0"/>
          <w:divBdr>
            <w:top w:val="none" w:sz="0" w:space="0" w:color="auto"/>
            <w:left w:val="none" w:sz="0" w:space="0" w:color="auto"/>
            <w:bottom w:val="none" w:sz="0" w:space="0" w:color="auto"/>
            <w:right w:val="none" w:sz="0" w:space="0" w:color="auto"/>
          </w:divBdr>
        </w:div>
        <w:div w:id="136805059">
          <w:marLeft w:val="640"/>
          <w:marRight w:val="0"/>
          <w:marTop w:val="0"/>
          <w:marBottom w:val="0"/>
          <w:divBdr>
            <w:top w:val="none" w:sz="0" w:space="0" w:color="auto"/>
            <w:left w:val="none" w:sz="0" w:space="0" w:color="auto"/>
            <w:bottom w:val="none" w:sz="0" w:space="0" w:color="auto"/>
            <w:right w:val="none" w:sz="0" w:space="0" w:color="auto"/>
          </w:divBdr>
        </w:div>
        <w:div w:id="140663249">
          <w:marLeft w:val="640"/>
          <w:marRight w:val="0"/>
          <w:marTop w:val="0"/>
          <w:marBottom w:val="0"/>
          <w:divBdr>
            <w:top w:val="none" w:sz="0" w:space="0" w:color="auto"/>
            <w:left w:val="none" w:sz="0" w:space="0" w:color="auto"/>
            <w:bottom w:val="none" w:sz="0" w:space="0" w:color="auto"/>
            <w:right w:val="none" w:sz="0" w:space="0" w:color="auto"/>
          </w:divBdr>
        </w:div>
        <w:div w:id="223220866">
          <w:marLeft w:val="640"/>
          <w:marRight w:val="0"/>
          <w:marTop w:val="0"/>
          <w:marBottom w:val="0"/>
          <w:divBdr>
            <w:top w:val="none" w:sz="0" w:space="0" w:color="auto"/>
            <w:left w:val="none" w:sz="0" w:space="0" w:color="auto"/>
            <w:bottom w:val="none" w:sz="0" w:space="0" w:color="auto"/>
            <w:right w:val="none" w:sz="0" w:space="0" w:color="auto"/>
          </w:divBdr>
        </w:div>
        <w:div w:id="459616709">
          <w:marLeft w:val="640"/>
          <w:marRight w:val="0"/>
          <w:marTop w:val="0"/>
          <w:marBottom w:val="0"/>
          <w:divBdr>
            <w:top w:val="none" w:sz="0" w:space="0" w:color="auto"/>
            <w:left w:val="none" w:sz="0" w:space="0" w:color="auto"/>
            <w:bottom w:val="none" w:sz="0" w:space="0" w:color="auto"/>
            <w:right w:val="none" w:sz="0" w:space="0" w:color="auto"/>
          </w:divBdr>
        </w:div>
        <w:div w:id="571736573">
          <w:marLeft w:val="640"/>
          <w:marRight w:val="0"/>
          <w:marTop w:val="0"/>
          <w:marBottom w:val="0"/>
          <w:divBdr>
            <w:top w:val="none" w:sz="0" w:space="0" w:color="auto"/>
            <w:left w:val="none" w:sz="0" w:space="0" w:color="auto"/>
            <w:bottom w:val="none" w:sz="0" w:space="0" w:color="auto"/>
            <w:right w:val="none" w:sz="0" w:space="0" w:color="auto"/>
          </w:divBdr>
        </w:div>
        <w:div w:id="614144555">
          <w:marLeft w:val="640"/>
          <w:marRight w:val="0"/>
          <w:marTop w:val="0"/>
          <w:marBottom w:val="0"/>
          <w:divBdr>
            <w:top w:val="none" w:sz="0" w:space="0" w:color="auto"/>
            <w:left w:val="none" w:sz="0" w:space="0" w:color="auto"/>
            <w:bottom w:val="none" w:sz="0" w:space="0" w:color="auto"/>
            <w:right w:val="none" w:sz="0" w:space="0" w:color="auto"/>
          </w:divBdr>
        </w:div>
        <w:div w:id="666982855">
          <w:marLeft w:val="640"/>
          <w:marRight w:val="0"/>
          <w:marTop w:val="0"/>
          <w:marBottom w:val="0"/>
          <w:divBdr>
            <w:top w:val="none" w:sz="0" w:space="0" w:color="auto"/>
            <w:left w:val="none" w:sz="0" w:space="0" w:color="auto"/>
            <w:bottom w:val="none" w:sz="0" w:space="0" w:color="auto"/>
            <w:right w:val="none" w:sz="0" w:space="0" w:color="auto"/>
          </w:divBdr>
        </w:div>
        <w:div w:id="1100638688">
          <w:marLeft w:val="640"/>
          <w:marRight w:val="0"/>
          <w:marTop w:val="0"/>
          <w:marBottom w:val="0"/>
          <w:divBdr>
            <w:top w:val="none" w:sz="0" w:space="0" w:color="auto"/>
            <w:left w:val="none" w:sz="0" w:space="0" w:color="auto"/>
            <w:bottom w:val="none" w:sz="0" w:space="0" w:color="auto"/>
            <w:right w:val="none" w:sz="0" w:space="0" w:color="auto"/>
          </w:divBdr>
        </w:div>
        <w:div w:id="1163473785">
          <w:marLeft w:val="640"/>
          <w:marRight w:val="0"/>
          <w:marTop w:val="0"/>
          <w:marBottom w:val="0"/>
          <w:divBdr>
            <w:top w:val="none" w:sz="0" w:space="0" w:color="auto"/>
            <w:left w:val="none" w:sz="0" w:space="0" w:color="auto"/>
            <w:bottom w:val="none" w:sz="0" w:space="0" w:color="auto"/>
            <w:right w:val="none" w:sz="0" w:space="0" w:color="auto"/>
          </w:divBdr>
        </w:div>
        <w:div w:id="1425489559">
          <w:marLeft w:val="640"/>
          <w:marRight w:val="0"/>
          <w:marTop w:val="0"/>
          <w:marBottom w:val="0"/>
          <w:divBdr>
            <w:top w:val="none" w:sz="0" w:space="0" w:color="auto"/>
            <w:left w:val="none" w:sz="0" w:space="0" w:color="auto"/>
            <w:bottom w:val="none" w:sz="0" w:space="0" w:color="auto"/>
            <w:right w:val="none" w:sz="0" w:space="0" w:color="auto"/>
          </w:divBdr>
        </w:div>
        <w:div w:id="1538660463">
          <w:marLeft w:val="640"/>
          <w:marRight w:val="0"/>
          <w:marTop w:val="0"/>
          <w:marBottom w:val="0"/>
          <w:divBdr>
            <w:top w:val="none" w:sz="0" w:space="0" w:color="auto"/>
            <w:left w:val="none" w:sz="0" w:space="0" w:color="auto"/>
            <w:bottom w:val="none" w:sz="0" w:space="0" w:color="auto"/>
            <w:right w:val="none" w:sz="0" w:space="0" w:color="auto"/>
          </w:divBdr>
        </w:div>
        <w:div w:id="1681852423">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97203720">
      <w:bodyDiv w:val="1"/>
      <w:marLeft w:val="0"/>
      <w:marRight w:val="0"/>
      <w:marTop w:val="0"/>
      <w:marBottom w:val="0"/>
      <w:divBdr>
        <w:top w:val="none" w:sz="0" w:space="0" w:color="auto"/>
        <w:left w:val="none" w:sz="0" w:space="0" w:color="auto"/>
        <w:bottom w:val="none" w:sz="0" w:space="0" w:color="auto"/>
        <w:right w:val="none" w:sz="0" w:space="0" w:color="auto"/>
      </w:divBdr>
      <w:divsChild>
        <w:div w:id="590047644">
          <w:marLeft w:val="640"/>
          <w:marRight w:val="0"/>
          <w:marTop w:val="0"/>
          <w:marBottom w:val="0"/>
          <w:divBdr>
            <w:top w:val="none" w:sz="0" w:space="0" w:color="auto"/>
            <w:left w:val="none" w:sz="0" w:space="0" w:color="auto"/>
            <w:bottom w:val="none" w:sz="0" w:space="0" w:color="auto"/>
            <w:right w:val="none" w:sz="0" w:space="0" w:color="auto"/>
          </w:divBdr>
        </w:div>
        <w:div w:id="884105572">
          <w:marLeft w:val="640"/>
          <w:marRight w:val="0"/>
          <w:marTop w:val="0"/>
          <w:marBottom w:val="0"/>
          <w:divBdr>
            <w:top w:val="none" w:sz="0" w:space="0" w:color="auto"/>
            <w:left w:val="none" w:sz="0" w:space="0" w:color="auto"/>
            <w:bottom w:val="none" w:sz="0" w:space="0" w:color="auto"/>
            <w:right w:val="none" w:sz="0" w:space="0" w:color="auto"/>
          </w:divBdr>
        </w:div>
        <w:div w:id="1669820421">
          <w:marLeft w:val="640"/>
          <w:marRight w:val="0"/>
          <w:marTop w:val="0"/>
          <w:marBottom w:val="0"/>
          <w:divBdr>
            <w:top w:val="none" w:sz="0" w:space="0" w:color="auto"/>
            <w:left w:val="none" w:sz="0" w:space="0" w:color="auto"/>
            <w:bottom w:val="none" w:sz="0" w:space="0" w:color="auto"/>
            <w:right w:val="none" w:sz="0" w:space="0" w:color="auto"/>
          </w:divBdr>
        </w:div>
      </w:divsChild>
    </w:div>
    <w:div w:id="1976372149">
      <w:bodyDiv w:val="1"/>
      <w:marLeft w:val="0"/>
      <w:marRight w:val="0"/>
      <w:marTop w:val="0"/>
      <w:marBottom w:val="0"/>
      <w:divBdr>
        <w:top w:val="none" w:sz="0" w:space="0" w:color="auto"/>
        <w:left w:val="none" w:sz="0" w:space="0" w:color="auto"/>
        <w:bottom w:val="none" w:sz="0" w:space="0" w:color="auto"/>
        <w:right w:val="none" w:sz="0" w:space="0" w:color="auto"/>
      </w:divBdr>
      <w:divsChild>
        <w:div w:id="353966735">
          <w:marLeft w:val="0"/>
          <w:marRight w:val="0"/>
          <w:marTop w:val="100"/>
          <w:marBottom w:val="100"/>
          <w:divBdr>
            <w:top w:val="none" w:sz="0" w:space="0" w:color="auto"/>
            <w:left w:val="none" w:sz="0" w:space="0" w:color="auto"/>
            <w:bottom w:val="none" w:sz="0" w:space="0" w:color="auto"/>
            <w:right w:val="none" w:sz="0" w:space="0" w:color="auto"/>
          </w:divBdr>
          <w:divsChild>
            <w:div w:id="424965221">
              <w:marLeft w:val="0"/>
              <w:marRight w:val="0"/>
              <w:marTop w:val="0"/>
              <w:marBottom w:val="0"/>
              <w:divBdr>
                <w:top w:val="single" w:sz="6" w:space="13" w:color="EBEBEB"/>
                <w:left w:val="none" w:sz="0" w:space="0" w:color="auto"/>
                <w:bottom w:val="none" w:sz="0" w:space="0" w:color="auto"/>
                <w:right w:val="none" w:sz="0" w:space="0" w:color="auto"/>
              </w:divBdr>
              <w:divsChild>
                <w:div w:id="1186404571">
                  <w:marLeft w:val="0"/>
                  <w:marRight w:val="120"/>
                  <w:marTop w:val="0"/>
                  <w:marBottom w:val="0"/>
                  <w:divBdr>
                    <w:top w:val="none" w:sz="0" w:space="0" w:color="auto"/>
                    <w:left w:val="none" w:sz="0" w:space="0" w:color="auto"/>
                    <w:bottom w:val="none" w:sz="0" w:space="0" w:color="auto"/>
                    <w:right w:val="none" w:sz="0" w:space="0" w:color="auto"/>
                  </w:divBdr>
                </w:div>
              </w:divsChild>
            </w:div>
            <w:div w:id="1664770649">
              <w:marLeft w:val="0"/>
              <w:marRight w:val="0"/>
              <w:marTop w:val="720"/>
              <w:marBottom w:val="0"/>
              <w:divBdr>
                <w:top w:val="none" w:sz="0" w:space="0" w:color="auto"/>
                <w:left w:val="none" w:sz="0" w:space="0" w:color="auto"/>
                <w:bottom w:val="none" w:sz="0" w:space="0" w:color="auto"/>
                <w:right w:val="none" w:sz="0" w:space="0" w:color="auto"/>
              </w:divBdr>
              <w:divsChild>
                <w:div w:id="17044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278892">
      <w:bodyDiv w:val="1"/>
      <w:marLeft w:val="0"/>
      <w:marRight w:val="0"/>
      <w:marTop w:val="0"/>
      <w:marBottom w:val="0"/>
      <w:divBdr>
        <w:top w:val="none" w:sz="0" w:space="0" w:color="auto"/>
        <w:left w:val="none" w:sz="0" w:space="0" w:color="auto"/>
        <w:bottom w:val="none" w:sz="0" w:space="0" w:color="auto"/>
        <w:right w:val="none" w:sz="0" w:space="0" w:color="auto"/>
      </w:divBdr>
      <w:divsChild>
        <w:div w:id="112747082">
          <w:marLeft w:val="640"/>
          <w:marRight w:val="0"/>
          <w:marTop w:val="0"/>
          <w:marBottom w:val="0"/>
          <w:divBdr>
            <w:top w:val="none" w:sz="0" w:space="0" w:color="auto"/>
            <w:left w:val="none" w:sz="0" w:space="0" w:color="auto"/>
            <w:bottom w:val="none" w:sz="0" w:space="0" w:color="auto"/>
            <w:right w:val="none" w:sz="0" w:space="0" w:color="auto"/>
          </w:divBdr>
        </w:div>
        <w:div w:id="178737951">
          <w:marLeft w:val="640"/>
          <w:marRight w:val="0"/>
          <w:marTop w:val="0"/>
          <w:marBottom w:val="0"/>
          <w:divBdr>
            <w:top w:val="none" w:sz="0" w:space="0" w:color="auto"/>
            <w:left w:val="none" w:sz="0" w:space="0" w:color="auto"/>
            <w:bottom w:val="none" w:sz="0" w:space="0" w:color="auto"/>
            <w:right w:val="none" w:sz="0" w:space="0" w:color="auto"/>
          </w:divBdr>
        </w:div>
        <w:div w:id="425349126">
          <w:marLeft w:val="640"/>
          <w:marRight w:val="0"/>
          <w:marTop w:val="0"/>
          <w:marBottom w:val="0"/>
          <w:divBdr>
            <w:top w:val="none" w:sz="0" w:space="0" w:color="auto"/>
            <w:left w:val="none" w:sz="0" w:space="0" w:color="auto"/>
            <w:bottom w:val="none" w:sz="0" w:space="0" w:color="auto"/>
            <w:right w:val="none" w:sz="0" w:space="0" w:color="auto"/>
          </w:divBdr>
        </w:div>
        <w:div w:id="595796085">
          <w:marLeft w:val="640"/>
          <w:marRight w:val="0"/>
          <w:marTop w:val="0"/>
          <w:marBottom w:val="0"/>
          <w:divBdr>
            <w:top w:val="none" w:sz="0" w:space="0" w:color="auto"/>
            <w:left w:val="none" w:sz="0" w:space="0" w:color="auto"/>
            <w:bottom w:val="none" w:sz="0" w:space="0" w:color="auto"/>
            <w:right w:val="none" w:sz="0" w:space="0" w:color="auto"/>
          </w:divBdr>
        </w:div>
        <w:div w:id="728109313">
          <w:marLeft w:val="640"/>
          <w:marRight w:val="0"/>
          <w:marTop w:val="0"/>
          <w:marBottom w:val="0"/>
          <w:divBdr>
            <w:top w:val="none" w:sz="0" w:space="0" w:color="auto"/>
            <w:left w:val="none" w:sz="0" w:space="0" w:color="auto"/>
            <w:bottom w:val="none" w:sz="0" w:space="0" w:color="auto"/>
            <w:right w:val="none" w:sz="0" w:space="0" w:color="auto"/>
          </w:divBdr>
        </w:div>
        <w:div w:id="900214631">
          <w:marLeft w:val="640"/>
          <w:marRight w:val="0"/>
          <w:marTop w:val="0"/>
          <w:marBottom w:val="0"/>
          <w:divBdr>
            <w:top w:val="none" w:sz="0" w:space="0" w:color="auto"/>
            <w:left w:val="none" w:sz="0" w:space="0" w:color="auto"/>
            <w:bottom w:val="none" w:sz="0" w:space="0" w:color="auto"/>
            <w:right w:val="none" w:sz="0" w:space="0" w:color="auto"/>
          </w:divBdr>
        </w:div>
        <w:div w:id="1188132580">
          <w:marLeft w:val="640"/>
          <w:marRight w:val="0"/>
          <w:marTop w:val="0"/>
          <w:marBottom w:val="0"/>
          <w:divBdr>
            <w:top w:val="none" w:sz="0" w:space="0" w:color="auto"/>
            <w:left w:val="none" w:sz="0" w:space="0" w:color="auto"/>
            <w:bottom w:val="none" w:sz="0" w:space="0" w:color="auto"/>
            <w:right w:val="none" w:sz="0" w:space="0" w:color="auto"/>
          </w:divBdr>
        </w:div>
        <w:div w:id="1250194017">
          <w:marLeft w:val="640"/>
          <w:marRight w:val="0"/>
          <w:marTop w:val="0"/>
          <w:marBottom w:val="0"/>
          <w:divBdr>
            <w:top w:val="none" w:sz="0" w:space="0" w:color="auto"/>
            <w:left w:val="none" w:sz="0" w:space="0" w:color="auto"/>
            <w:bottom w:val="none" w:sz="0" w:space="0" w:color="auto"/>
            <w:right w:val="none" w:sz="0" w:space="0" w:color="auto"/>
          </w:divBdr>
        </w:div>
        <w:div w:id="1329946101">
          <w:marLeft w:val="640"/>
          <w:marRight w:val="0"/>
          <w:marTop w:val="0"/>
          <w:marBottom w:val="0"/>
          <w:divBdr>
            <w:top w:val="none" w:sz="0" w:space="0" w:color="auto"/>
            <w:left w:val="none" w:sz="0" w:space="0" w:color="auto"/>
            <w:bottom w:val="none" w:sz="0" w:space="0" w:color="auto"/>
            <w:right w:val="none" w:sz="0" w:space="0" w:color="auto"/>
          </w:divBdr>
        </w:div>
        <w:div w:id="1385251777">
          <w:marLeft w:val="640"/>
          <w:marRight w:val="0"/>
          <w:marTop w:val="0"/>
          <w:marBottom w:val="0"/>
          <w:divBdr>
            <w:top w:val="none" w:sz="0" w:space="0" w:color="auto"/>
            <w:left w:val="none" w:sz="0" w:space="0" w:color="auto"/>
            <w:bottom w:val="none" w:sz="0" w:space="0" w:color="auto"/>
            <w:right w:val="none" w:sz="0" w:space="0" w:color="auto"/>
          </w:divBdr>
        </w:div>
        <w:div w:id="1441024454">
          <w:marLeft w:val="640"/>
          <w:marRight w:val="0"/>
          <w:marTop w:val="0"/>
          <w:marBottom w:val="0"/>
          <w:divBdr>
            <w:top w:val="none" w:sz="0" w:space="0" w:color="auto"/>
            <w:left w:val="none" w:sz="0" w:space="0" w:color="auto"/>
            <w:bottom w:val="none" w:sz="0" w:space="0" w:color="auto"/>
            <w:right w:val="none" w:sz="0" w:space="0" w:color="auto"/>
          </w:divBdr>
        </w:div>
        <w:div w:id="1452283207">
          <w:marLeft w:val="640"/>
          <w:marRight w:val="0"/>
          <w:marTop w:val="0"/>
          <w:marBottom w:val="0"/>
          <w:divBdr>
            <w:top w:val="none" w:sz="0" w:space="0" w:color="auto"/>
            <w:left w:val="none" w:sz="0" w:space="0" w:color="auto"/>
            <w:bottom w:val="none" w:sz="0" w:space="0" w:color="auto"/>
            <w:right w:val="none" w:sz="0" w:space="0" w:color="auto"/>
          </w:divBdr>
        </w:div>
        <w:div w:id="2051613230">
          <w:marLeft w:val="640"/>
          <w:marRight w:val="0"/>
          <w:marTop w:val="0"/>
          <w:marBottom w:val="0"/>
          <w:divBdr>
            <w:top w:val="none" w:sz="0" w:space="0" w:color="auto"/>
            <w:left w:val="none" w:sz="0" w:space="0" w:color="auto"/>
            <w:bottom w:val="none" w:sz="0" w:space="0" w:color="auto"/>
            <w:right w:val="none" w:sz="0" w:space="0" w:color="auto"/>
          </w:divBdr>
        </w:div>
        <w:div w:id="2112964911">
          <w:marLeft w:val="640"/>
          <w:marRight w:val="0"/>
          <w:marTop w:val="0"/>
          <w:marBottom w:val="0"/>
          <w:divBdr>
            <w:top w:val="none" w:sz="0" w:space="0" w:color="auto"/>
            <w:left w:val="none" w:sz="0" w:space="0" w:color="auto"/>
            <w:bottom w:val="none" w:sz="0" w:space="0" w:color="auto"/>
            <w:right w:val="none" w:sz="0" w:space="0" w:color="auto"/>
          </w:divBdr>
        </w:div>
      </w:divsChild>
    </w:div>
    <w:div w:id="2107000423">
      <w:bodyDiv w:val="1"/>
      <w:marLeft w:val="0"/>
      <w:marRight w:val="0"/>
      <w:marTop w:val="0"/>
      <w:marBottom w:val="0"/>
      <w:divBdr>
        <w:top w:val="none" w:sz="0" w:space="0" w:color="auto"/>
        <w:left w:val="none" w:sz="0" w:space="0" w:color="auto"/>
        <w:bottom w:val="none" w:sz="0" w:space="0" w:color="auto"/>
        <w:right w:val="none" w:sz="0" w:space="0" w:color="auto"/>
      </w:divBdr>
      <w:divsChild>
        <w:div w:id="425466915">
          <w:marLeft w:val="0"/>
          <w:marRight w:val="0"/>
          <w:marTop w:val="0"/>
          <w:marBottom w:val="0"/>
          <w:divBdr>
            <w:top w:val="none" w:sz="0" w:space="0" w:color="auto"/>
            <w:left w:val="none" w:sz="0" w:space="0" w:color="auto"/>
            <w:bottom w:val="none" w:sz="0" w:space="0" w:color="auto"/>
            <w:right w:val="none" w:sz="0" w:space="0" w:color="auto"/>
          </w:divBdr>
          <w:divsChild>
            <w:div w:id="395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09587">
      <w:bodyDiv w:val="1"/>
      <w:marLeft w:val="0"/>
      <w:marRight w:val="0"/>
      <w:marTop w:val="0"/>
      <w:marBottom w:val="0"/>
      <w:divBdr>
        <w:top w:val="none" w:sz="0" w:space="0" w:color="auto"/>
        <w:left w:val="none" w:sz="0" w:space="0" w:color="auto"/>
        <w:bottom w:val="none" w:sz="0" w:space="0" w:color="auto"/>
        <w:right w:val="none" w:sz="0" w:space="0" w:color="auto"/>
      </w:divBdr>
    </w:div>
    <w:div w:id="2146652140">
      <w:bodyDiv w:val="1"/>
      <w:marLeft w:val="0"/>
      <w:marRight w:val="0"/>
      <w:marTop w:val="0"/>
      <w:marBottom w:val="0"/>
      <w:divBdr>
        <w:top w:val="none" w:sz="0" w:space="0" w:color="auto"/>
        <w:left w:val="none" w:sz="0" w:space="0" w:color="auto"/>
        <w:bottom w:val="none" w:sz="0" w:space="0" w:color="auto"/>
        <w:right w:val="none" w:sz="0" w:space="0" w:color="auto"/>
      </w:divBdr>
      <w:divsChild>
        <w:div w:id="1083721558">
          <w:marLeft w:val="640"/>
          <w:marRight w:val="0"/>
          <w:marTop w:val="0"/>
          <w:marBottom w:val="0"/>
          <w:divBdr>
            <w:top w:val="none" w:sz="0" w:space="0" w:color="auto"/>
            <w:left w:val="none" w:sz="0" w:space="0" w:color="auto"/>
            <w:bottom w:val="none" w:sz="0" w:space="0" w:color="auto"/>
            <w:right w:val="none" w:sz="0" w:space="0" w:color="auto"/>
          </w:divBdr>
        </w:div>
        <w:div w:id="1931616560">
          <w:marLeft w:val="640"/>
          <w:marRight w:val="0"/>
          <w:marTop w:val="0"/>
          <w:marBottom w:val="0"/>
          <w:divBdr>
            <w:top w:val="none" w:sz="0" w:space="0" w:color="auto"/>
            <w:left w:val="none" w:sz="0" w:space="0" w:color="auto"/>
            <w:bottom w:val="none" w:sz="0" w:space="0" w:color="auto"/>
            <w:right w:val="none" w:sz="0" w:space="0" w:color="auto"/>
          </w:divBdr>
        </w:div>
        <w:div w:id="2012829165">
          <w:marLeft w:val="640"/>
          <w:marRight w:val="0"/>
          <w:marTop w:val="0"/>
          <w:marBottom w:val="0"/>
          <w:divBdr>
            <w:top w:val="none" w:sz="0" w:space="0" w:color="auto"/>
            <w:left w:val="none" w:sz="0" w:space="0" w:color="auto"/>
            <w:bottom w:val="none" w:sz="0" w:space="0" w:color="auto"/>
            <w:right w:val="none" w:sz="0" w:space="0" w:color="auto"/>
          </w:divBdr>
        </w:div>
        <w:div w:id="2077245489">
          <w:marLeft w:val="640"/>
          <w:marRight w:val="0"/>
          <w:marTop w:val="0"/>
          <w:marBottom w:val="0"/>
          <w:divBdr>
            <w:top w:val="none" w:sz="0" w:space="0" w:color="auto"/>
            <w:left w:val="none" w:sz="0" w:space="0" w:color="auto"/>
            <w:bottom w:val="none" w:sz="0" w:space="0" w:color="auto"/>
            <w:right w:val="none" w:sz="0" w:space="0" w:color="auto"/>
          </w:divBdr>
        </w:div>
        <w:div w:id="2083066123">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73E69E8-EE58-4C85-B3D6-5AEC73FDEF89}">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18eead1c-6e1d-479f-8518-97985805f10e&quot;,&quot;properties&quot;:{&quot;noteIndex&quot;:0},&quot;isEdited&quot;:false,&quot;manualOverride&quot;:{&quot;isManuallyOverridden&quot;:false,&quot;citeprocText&quot;:&quot;[1], [2], [3]&quot;,&quot;manualOverrideText&quot;:&quot;&quot;},&quot;citationTag&quot;:&quot;MENDELEY_CITATION_v3_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&quot;,&quot;citationItems&quot;:[{&quot;id&quot;:&quot;ca3085cd-3511-37ab-88ba-116f955f2f5e&quot;,&quot;itemData&quot;:{&quot;type&quot;:&quot;paper-conference&quot;,&quot;id&quot;:&quot;ca3085cd-3511-37ab-88ba-116f955f2f5e&quot;,&quot;title&quot;:&quot;Video Game Recommender System Using Deep Reinforcement Learning&quot;,&quot;author&quot;:[{&quot;family&quot;:&quot;Ali&quot;,&quot;given&quot;:&quot;Mohammad Akbar Fauzy&quot;,&quot;parse-names&quot;:false,&quot;dropping-particle&quot;:&quot;&quot;,&quot;non-dropping-particle&quot;:&quot;&quot;},{&quot;family&quot;:&quot;Baizal&quot;,&quot;given&quot;:&quot;Z. K.A.&quot;,&quot;parse-names&quot;:false,&quot;dropping-particle&quot;:&quot;&quot;,&quot;non-dropping-particle&quot;:&quot;&quot;}],&quot;container-title&quot;:&quot;ICADEIS 2023 - International Conference on Advancement in Data Science, E-Learning and Information Systems: Data, Intelligent Systems, and the Applications for Human Life, Proceeding&quot;,&quot;DOI&quot;:&quot;10.1109/ICADEIS58666.2023.10270905&quot;,&quot;ISBN&quot;:&quot;9798350303414&quot;,&quot;issued&quot;:{&quot;date-parts&quot;:[[2023]]},&quot;abstract&quot;:&quot;The gaming industry has seen ramatic shifts in recent decades. The variety of games available and the number of people who play them have exploded due to the growth of online communities dedicated to this kind of entertainment. The difficulty of keeping up with the always-changing preferences of players and the constant stream of new video games is a challenging problem. Although several video game recommender systems have been presented, the algorithm used has difficulties recording changes in user's preferences, leading to a repetition of recommended games. Therefore, a recommender system that actively learns from user behavior and personalizes its recommendations accordingly. We propose developing video game recommendations based on Deep Reinforcement Learning (DRL). The deep reinforcement learning algorithm uses data from Steam platform and user past interactions, such as playtime forever and playtime in the past 2 weeks, to provide future rewards for video game recommendations. We compared the experiment on DRL variance with Singular Value Decomposition (SVD) and Logistic Regression (LR). The results indicate that the proposed method consistently assesses the item's importance and relative ranks based on user's past interactions.&quot;,&quot;publisher&quot;:&quot;Institute of Electrical and Electronics Engineers Inc.&quot;,&quot;container-title-short&quot;:&quot;&quot;},&quot;isTemporary&quot;:false},{&quot;id&quot;:&quot;0244d79e-54e6-3e27-a145-a15e6eef0f1e&quot;,&quot;itemData&quot;:{&quot;type&quot;:&quot;paper-conference&quot;,&quot;id&quot;:&quot;0244d79e-54e6-3e27-a145-a15e6eef0f1e&quot;,&quot;title&quot;:&quot;Impact of Review Sentiment and Magnitude on Customers' Recommendations for Video Games&quot;,&quot;author&quot;:[{&quot;family&quot;:&quot;Andreev&quot;,&quot;given&quot;:&quot;Gleb&quot;,&quot;parse-names&quot;:false,&quot;dropping-particle&quot;:&quot;&quot;,&quot;non-dropping-particle&quot;:&quot;&quot;},{&quot;family&quot;:&quot;Saxena&quot;,&quot;given&quot;:&quot;Deepak&quot;,&quot;parse-names&quot;:false,&quot;dropping-particle&quot;:&quot;&quot;,&quot;non-dropping-particle&quot;:&quot;&quot;},{&quot;family&quot;:&quot;Verma&quot;,&quot;given&quot;:&quot;Jitendra Kumar&quot;,&quot;parse-names&quot;:false,&quot;dropping-particle&quot;:&quot;&quot;,&quot;non-dropping-particle&quot;:&quot;&quot;}],&quot;container-title&quot;:&quot;2021 International Conference on Computational Performance Evaluation, ComPE 2021&quot;,&quot;DOI&quot;:&quot;10.1109/ComPE53109.2021.9752380&quot;,&quot;ISBN&quot;:&quot;9781665436564&quot;,&quot;issued&quot;:{&quot;date-parts&quot;:[[2021]]},&quot;page&quot;:&quot;992-995&quot;,&quot;abstract&quot;:&quot;Earlier, people used to buy video games from local shops. Players used to gain knowledge about new releases from gaming enthusiasts, magazines, and friends. Nowadays, one of the most popular ways to buy video games is through e-marketplaces. People need not struggle to find a review of the video game of their choice. Reviews are now commonly spread across gaming marketplaces. They are used by customers, developers, and the marketplace alike. All information that is necessary for the decision-making is available on the marketplace. In this regard, sentiment analysis of the reviews may play a major role. Based on the review data collected from the e-marketplace Steam, the results show that magnitude of the text and sentiment can be used to predict the final recommendation made by the player for the video game.&quot;,&quot;publisher&quot;:&quot;Institute of Electrical and Electronics Engineers Inc.&quot;,&quot;container-title-short&quot;:&quot;&quot;},&quot;isTemporary&quot;:false},{&quot;id&quot;:&quot;96a6e79f-0d16-3d8e-8f31-ce8e1b73e3ab&quot;,&quot;itemData&quot;:{&quot;type&quot;:&quot;paper-conference&quot;,&quot;id&quot;:&quot;96a6e79f-0d16-3d8e-8f31-ce8e1b73e3ab&quot;,&quot;title&quot;:&quot;Adaptive educational games based on recommendation strategy and learning style identification&quot;,&quot;author&quot;:[{&quot;family&quot;:&quot;Imanian&quot;,&quot;given&quot;:&quot;Nafiseh&quot;,&quot;parse-names&quot;:false,&quot;dropping-particle&quot;:&quot;&quot;,&quot;non-dropping-particle&quot;:&quot;&quot;},{&quot;family&quot;:&quot;Havas&quot;,&quot;given&quot;:&quot;Shahla&quot;,&quot;parse-names&quot;:false,&quot;dropping-particle&quot;:&quot;&quot;,&quot;non-dropping-particle&quot;:&quot;&quot;},{&quot;family&quot;:&quot;Moradi&quot;,&quot;given&quot;:&quot;Parham&quot;,&quot;parse-names&quot;:false,&quot;dropping-particle&quot;:&quot;&quot;,&quot;non-dropping-particle&quot;:&quot;&quot;}],&quot;container-title&quot;:&quot;9th International and the 15th National Conference E-Learning and E-Teaching, ICELET 2022&quot;,&quot;DOI&quot;:&quot;10.1109/ICeLeT55619.2022.9765415&quot;,&quot;ISBN&quot;:&quot;9781665480857&quot;,&quot;issued&quot;:{&quot;date-parts&quot;:[[2022]]},&quot;abstract&quot;:&quot;Adaptivity and personalization can enhance student's motivations and acceptance of the usage of educational games. Within educational games, adaptivity defines automatic adaptation of learning objects based on student's learning styles, preferences, weaknesses or strongest, etc. Recently, machine learning algorithms such as recommender systems and... have been applied to develop personalization add adaptation properties in educational games. In this study, we introduce an interactive educational game developed based on first-grade students' math-books or school learning concepts. In this game, according to the student's profile and evaluation tests, the game evaluates students' performance iteratively. Also, student's learning styles and preferences will be extracted through playing game. Then in each iteration, the system recommends suitable learning objects to a learner based on a trade-off between their skills and the difficulty of the task.&quot;,&quot;publisher&quot;:&quot;Institute of Electrical and Electronics Engineers Inc.&quot;,&quot;container-title-short&quot;:&quot;&quot;},&quot;isTemporary&quot;:false}]},{&quot;citationID&quot;:&quot;MENDELEY_CITATION_7d0357ff-0add-435b-a1dc-63dff55a0cfe&quot;,&quot;properties&quot;:{&quot;noteIndex&quot;:0},&quot;isEdited&quot;:false,&quot;manualOverride&quot;:{&quot;isManuallyOverridden&quot;:false,&quot;citeprocText&quot;:&quot;[4], [5]&quot;,&quot;manualOverrideText&quot;:&quot;&quot;},&quot;citationTag&quot;:&quot;MENDELEY_CITATION_v3_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&quot;,&quot;citationItems&quot;:[{&quot;id&quot;:&quot;576c7d7a-35c5-3245-881e-e38a77bba4a4&quot;,&quot;itemData&quot;:{&quot;type&quot;:&quot;paper-conference&quot;,&quot;id&quot;:&quot;576c7d7a-35c5-3245-881e-e38a77bba4a4&quot;,&quot;title&quot;:&quot;A Recommender System for an Online Game Platform in the Metaverse&quot;,&quot;author&quot;:[{&quot;family&quot;:&quot;Adamson&quot;,&quot;given&quot;:&quot;Brett M.&quot;,&quot;parse-names&quot;:false,&quot;dropping-particle&quot;:&quot;&quot;,&quot;non-dropping-particle&quot;:&quot;&quot;},{&quot;family&quot;:&quot;Bathie&quot;,&quot;given&quot;:&quot;Michael J.&quot;,&quot;parse-names&quot;:false,&quot;dropping-particle&quot;:&quot;&quot;,&quot;non-dropping-particle&quot;:&quot;&quot;},{&quot;family&quot;:&quot;Leung&quot;,&quot;given&quot;:&quot;Carson K.&quot;,&quot;parse-names&quot;:false,&quot;dropping-particle&quot;:&quot;&quot;,&quot;non-dropping-particle&quot;:&quot;&quot;},{&quot;family&quot;:&quot;Portz&quot;,&quot;given&quot;:&quot;Jordan D.&quot;,&quot;parse-names&quot;:false,&quot;dropping-particle&quot;:&quot;&quot;,&quot;non-dropping-particle&quot;:&quot;&quot;},{&quot;family&quot;:&quot;Valete&quot;,&quot;given&quot;:&quot;Emmanuel S.&quot;,&quot;parse-names&quot;:false,&quot;dropping-particle&quot;:&quot;&quot;,&quot;non-dropping-particle&quot;:&quot;&quot;},{&quot;family&quot;:&quot;Voelpel&quot;,&quot;given&quot;:&quot;Cole T.&quot;,&quot;parse-names&quot;:false,&quot;dropping-particle&quot;:&quot;&quot;,&quot;non-dropping-particle&quot;:&quot;&quot;},{&quot;family&quot;:&quot;Pazdor&quot;,&quot;given&quot;:&quot;Adam G.M.&quot;,&quot;parse-names&quot;:false,&quot;dropping-particle&quot;:&quot;&quot;,&quot;non-dropping-particle&quot;:&quot;&quot;}],&quot;container-title&quot;:&quot;2023 IEEE Smart World Congress (SWC)&quot;,&quot;DOI&quot;:&quot;10.1109/SWC57546.2023.10449074&quot;,&quot;ISBN&quot;:&quot;979-8-3503-1980-4&quot;,&quot;URL&quot;:&quot;https://ieeexplore.ieee.org/document/10449074/&quot;,&quot;issued&quot;:{&quot;date-parts&quot;:[[2023,8,28]]},&quot;page&quot;:&quot;1-8&quot;,&quot;publisher&quot;:&quot;IEEE&quot;,&quot;container-title-short&quot;:&quot;&quot;},&quot;isTemporary&quot;:false},{&quot;id&quot;:&quot;4497fd00-4c03-3070-802d-76d41739bfe6&quot;,&quot;itemData&quot;:{&quot;type&quot;:&quot;paper-conference&quot;,&quot;id&quot;:&quot;4497fd00-4c03-3070-802d-76d41739bfe6&quot;,&quot;title&quot;:&quot;HLRS: A Deep Reinforcement Learning-Based Hero Recommendation System for MOBA Games&quot;,&quot;author&quot;:[{&quot;family&quot;:&quot;Bian&quot;,&quot;given&quot;:&quot;Huicong&quot;,&quot;parse-names&quot;:false,&quot;dropping-particle&quot;:&quot;&quot;,&quot;non-dropping-particle&quot;:&quot;&quot;},{&quot;family&quot;:&quot;Lu&quot;,&quot;given&quot;:&quot;Qin&quot;,&quot;parse-names&quot;:false,&quot;dropping-particle&quot;:&quot;&quot;,&quot;non-dropping-particle&quot;:&quot;&quot;}],&quot;container-title&quot;:&quot;Conference Proceedings - IEEE International Conference on Systems, Man and Cybernetics&quot;,&quot;container-title-short&quot;:&quot;Conf Proc IEEE Int Conf Syst Man Cybern&quot;,&quot;DOI&quot;:&quot;10.1109/SMC53992.2023.10394181&quot;,&quot;ISBN&quot;:&quot;9798350337020&quot;,&quot;ISSN&quot;:&quot;1062922X&quot;,&quot;issued&quot;:{&quot;date-parts&quot;:[[2023]]},&quot;page&quot;:&quot;2040-2047&quot;,&quot;abstract&quot;:&quot;Multiplayer Online Battle Arena (MOBA) games have gained immense popularity in recent years, with games like Dota2, League of Legends (LoL), and Honor of Kings (HoK) being the most popular. In a typical MOBA game, two teams consisting of 10 players battle against each other in two phases: hero selection and hero battle phase. Choosing a suitable virtual game character from all the available heroes during the hero selection phase is a daunting task due to the large number of current heroes, their complex relationships, and player interests. Therefore, we propose an innovative hero recommendation system called HLRS, which acts as a coach to guide players in selecting appropriate heroes during the selection phase. To verify the effectiveness of our model, we used HoK as a test platform and trained the model using its game data. We conducted numerous experiments, and the results showed that our model was more effective than other recommendation schemes. It analyzed various aspects to recommend the most suitable hero characters for players.&quot;,&quot;publisher&quot;:&quot;Institute of Electrical and Electronics Engineers Inc.&quot;},&quot;isTemporary&quot;:false}]},{&quot;citationID&quot;:&quot;MENDELEY_CITATION_19360682-fba8-4bf3-95f4-d5bf2ebf2766&quot;,&quot;properties&quot;:{&quot;noteIndex&quot;:0},&quot;isEdited&quot;:false,&quot;manualOverride&quot;:{&quot;isManuallyOverridden&quot;:false,&quot;citeprocText&quot;:&quot;[4], [6], [7], [8], [9], [10], [11], [12]&quot;,&quot;manualOverrideText&quot;:&quot;&quot;},&quot;citationTag&quot;:&quot;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&quot;,&quot;citationItems&quot;:[{&quot;id&quot;:&quot;576c7d7a-35c5-3245-881e-e38a77bba4a4&quot;,&quot;itemData&quot;:{&quot;type&quot;:&quot;paper-conference&quot;,&quot;id&quot;:&quot;576c7d7a-35c5-3245-881e-e38a77bba4a4&quot;,&quot;title&quot;:&quot;A Recommender System for an Online Game Platform in the Metaverse&quot;,&quot;author&quot;:[{&quot;family&quot;:&quot;Adamson&quot;,&quot;given&quot;:&quot;Brett M.&quot;,&quot;parse-names&quot;:false,&quot;dropping-particle&quot;:&quot;&quot;,&quot;non-dropping-particle&quot;:&quot;&quot;},{&quot;family&quot;:&quot;Bathie&quot;,&quot;given&quot;:&quot;Michael J.&quot;,&quot;parse-names&quot;:false,&quot;dropping-particle&quot;:&quot;&quot;,&quot;non-dropping-particle&quot;:&quot;&quot;},{&quot;family&quot;:&quot;Leung&quot;,&quot;given&quot;:&quot;Carson K.&quot;,&quot;parse-names&quot;:false,&quot;dropping-particle&quot;:&quot;&quot;,&quot;non-dropping-particle&quot;:&quot;&quot;},{&quot;family&quot;:&quot;Portz&quot;,&quot;given&quot;:&quot;Jordan D.&quot;,&quot;parse-names&quot;:false,&quot;dropping-particle&quot;:&quot;&quot;,&quot;non-dropping-particle&quot;:&quot;&quot;},{&quot;family&quot;:&quot;Valete&quot;,&quot;given&quot;:&quot;Emmanuel S.&quot;,&quot;parse-names&quot;:false,&quot;dropping-particle&quot;:&quot;&quot;,&quot;non-dropping-particle&quot;:&quot;&quot;},{&quot;family&quot;:&quot;Voelpel&quot;,&quot;given&quot;:&quot;Cole T.&quot;,&quot;parse-names&quot;:false,&quot;dropping-particle&quot;:&quot;&quot;,&quot;non-dropping-particle&quot;:&quot;&quot;},{&quot;family&quot;:&quot;Pazdor&quot;,&quot;given&quot;:&quot;Adam G.M.&quot;,&quot;parse-names&quot;:false,&quot;dropping-particle&quot;:&quot;&quot;,&quot;non-dropping-particle&quot;:&quot;&quot;}],&quot;container-title&quot;:&quot;2023 IEEE Smart World Congress (SWC)&quot;,&quot;DOI&quot;:&quot;10.1109/SWC57546.2023.10449074&quot;,&quot;ISBN&quot;:&quot;979-8-3503-1980-4&quot;,&quot;URL&quot;:&quot;https://ieeexplore.ieee.org/document/10449074/&quot;,&quot;issued&quot;:{&quot;date-parts&quot;:[[2023,8,28]]},&quot;page&quot;:&quot;1-8&quot;,&quot;publisher&quot;:&quot;IEEE&quot;,&quot;container-title-short&quot;:&quot;&quot;},&quot;isTemporary&quot;:false},{&quot;id&quot;:&quot;42b59a4c-e8b1-37e6-9999-98afd56e22fc&quot;,&quot;itemData&quot;:{&quot;type&quot;:&quot;article-journal&quot;,&quot;id&quot;:&quot;42b59a4c-e8b1-37e6-9999-98afd56e22fc&quot;,&quot;title&quot;:&quot;A New Collaborative Filtering Approach Based on Game Theory for Recommendation Systems&quot;,&quot;author&quot;:[{&quot;family&quot;:&quot;Benkessirat&quot;,&quot;given&quot;:&quot;Selma&quot;,&quot;parse-names&quot;:false,&quot;dropping-particle&quot;:&quot;&quot;,&quot;non-dropping-particle&quot;:&quot;&quot;},{&quot;family&quot;:&quot;Boustia&quot;,&quot;given&quot;:&quot;Narhimene&quot;,&quot;parse-names&quot;:false,&quot;dropping-particle&quot;:&quot;&quot;,&quot;non-dropping-particle&quot;:&quot;&quot;},{&quot;family&quot;:&quot;Nachida&quot;,&quot;given&quot;:&quot;Rezoug&quot;,&quot;parse-names&quot;:false,&quot;dropping-particle&quot;:&quot;&quot;,&quot;non-dropping-particle&quot;:&quot;&quot;}],&quot;container-title&quot;:&quot;Journal of Web Engineering&quot;,&quot;DOI&quot;:&quot;10.13052/jwe1540-9589.2024&quot;,&quot;ISSN&quot;:&quot;15445976&quot;,&quot;issued&quot;:{&quot;date-parts&quot;:[[2021]]},&quot;page&quot;:&quot;303-326&quot;,&quot;abstract&quot;:&quot;Recommendation systems can help internet users to find interesting things that match more with their profile. With the development of the digital age, recommendation systems have become indispensable in our lives. On the one hand, most of recommendation systems of the actual generation are based on Collaborative Filtering (CF) and their effectiveness is proved in several real applications. The main objective of this paper is to improve the recommendations provided by collaborative filtering using clustering. Nevertheless, taking into account the intrinsic relationship between users can enhance the recommendations performances. On the other hand, cooperative game theory techniques such as Shapley Value, take into consideration the intrinsic relationship among users when creating communities. With that in mind, we have used SV for the creation of user communities. Indeed, our proposed algorithm preforms into two steps, the first one consists to generate communities user based on Shapley Value, all taking into account the intrinsic properties between users. It applies in the second step a classical collaborative filtering process on each community to provide the Top-N recommendation. Experimental results show that the proposed approach significantly enhances the recommendation compared to the classical collaborative filtering and k-means based collaborative filtering. The cooperative game theory contributes to the improvement of the clustering based CF process because the quality of the users communities obtained is better.&quot;,&quot;publisher&quot;:&quot;River Publishers&quot;,&quot;issue&quot;:&quot;2&quot;,&quot;volume&quot;:&quot;20&quot;,&quot;container-title-short&quot;:&quot;&quot;},&quot;isTemporary&quot;:false},{&quot;id&quot;:&quot;4616cc4c-b35a-3b93-9ae4-bf048dd22d15&quot;,&quot;itemData&quot;:{&quot;type&quot;:&quot;paper-conference&quot;,&quot;id&quot;:&quot;4616cc4c-b35a-3b93-9ae4-bf048dd22d15&quot;,&quot;title&quot;:&quot;Online Video Game Recommendation System Using Content and Collaborative Filtering Techniques&quot;,&quot;author&quot;:[{&quot;family&quot;:&quot;Bharathipriya&quot;,&quot;given&quot;:&quot;C.&quot;,&quot;parse-names&quot;:false,&quot;dropping-particle&quot;:&quot;&quot;,&quot;non-dropping-particle&quot;:&quot;&quot;},{&quot;family&quot;:&quot;Sreenivasu&quot;,&quot;given&quot;:&quot;Akash&quot;,&quot;parse-names&quot;:false,&quot;dropping-particle&quot;:&quot;&quot;,&quot;non-dropping-particle&quot;:&quot;&quot;},{&quot;family&quot;:&quot;Kumar&quot;,&quot;given&quot;:&quot;Sampath&quot;,&quot;parse-names&quot;:false,&quot;dropping-particle&quot;:&quot;&quot;,&quot;non-dropping-particle&quot;:&quot;&quot;}],&quot;container-title&quot;:&quot;2021 International Conference on Advancements in Electrical, Electronics, Communication, Computing and Automation, ICAECA 2021&quot;,&quot;DOI&quot;:&quot;10.1109/ICAECA52838.2021.9675508&quot;,&quot;ISBN&quot;:&quot;9781665428293&quot;,&quot;issued&quot;:{&quot;date-parts&quot;:[[2021]]},&quot;abstract&quot;:&quot;The virtual amusement quarter is one in all the quickest developing in current years. In the case of video games, the productions of several maximum famous titles are with movie productions. The video game sale is within side of millions, and but there are very few works on the advice of videogames. Video games and online game gamers generate huge quantities of data, as the entirety they do inside a sport is recorded. Its diversification has dramatically extended the quantity of customers engaged in online groups of this amusement area, and consequently, the quantity and sorts of video games available. The statistics context overload underpins the improvement of recommender structures that would leverage the statistics that the online game structures collect, for this reason following the fashion of recent video games coming out each year. Here, a new method of online game recommendation is provided, via the usage of collaborative filtering. In order to enhance the recommendations, a new approach for estimating implicit rankings is anticipated and takes the hours of play and recommends better. The proposed recommender device improves the effects of different strategies provided withinside the kingdom of the art.&quot;,&quot;publisher&quot;:&quot;Institute of Electrical and Electronics Engineers Inc.&quot;,&quot;container-title-short&quot;:&quot;&quot;},&quot;isTemporary&quot;:false},{&quot;id&quot;:&quot;669c5daf-c522-32c0-8c06-713f0d67cd29&quot;,&quot;itemData&quot;:{&quot;type&quot;:&quot;paper-conference&quot;,&quot;id&quot;:&quot;669c5daf-c522-32c0-8c06-713f0d67cd29&quot;,&quot;title&quot;:&quot;Web Based Video Games Recommendation System Using Collaborative Filtering Method&quot;,&quot;author&quot;:[{&quot;family&quot;:&quot;Budianto&quot;,&quot;given&quot;:&quot;Ivan Reginald&quot;,&quot;parse-names&quot;:false,&quot;dropping-particle&quot;:&quot;&quot;,&quot;non-dropping-particle&quot;:&quot;&quot;},{&quot;family&quot;:&quot;Yusrotis Zakiyyah&quot;,&quot;given&quot;:&quot;Alfi&quot;,&quot;parse-names&quot;:false,&quot;dropping-particle&quot;:&quot;&quot;,&quot;non-dropping-particle&quot;:&quot;&quot;},{&quot;family&quot;:&quot;Sari&quot;,&quot;given&quot;:&quot;Azani Cempaka&quot;,&quot;parse-names&quot;:false,&quot;dropping-particle&quot;:&quot;&quot;,&quot;non-dropping-particle&quot;:&quot;&quot;}],&quot;container-title&quot;:&quot;2023 International Conference on Informatics, Multimedia, Cyber and Information Systems, ICIMCIS 2023&quot;,&quot;DOI&quot;:&quot;10.1109/ICIMCIS60089.2023.10348983&quot;,&quot;ISBN&quot;:&quot;9798350307306&quot;,&quot;issued&quot;:{&quot;date-parts&quot;:[[2023]]},&quot;page&quot;:&quot;549-554&quot;,&quot;abstract&quot;:&quot;The video games market is enormous and continues to grow, both in terms of quantity and variety. In this way, an effective and efficient recommendation system is required to provide the right choices for the user. This research aims to conduct a comparison of collaborative filtering recommendation system based on matrix decomposition. These techniques analyze the collective preferences and behaviors of users, thereby enhancing the accuracy and personalization of game recommendations. The matrix factorization algorithms being compared are Alternating Least Squares (ALS), Singular Values Decomposition (SVD), and Non-Negative Matrix Factorization (NMF), each of which has its own characteristics and approaches for extracting hidden features from the data. The evaluation results show that the NMF model obtained the best results for the evaluation metrics Root Mean Squared Error (RMSE) with a value of 1.34, Mean Absolute Error (MAE) with a value of 0.68, precision@k with a value of 0.90, recall@k with a value of 0.56, and F1- score@k with a value of 0.69. Meanwhile, from the duration of modeling process, the fastest results were obtained by SVD with a time of 0.15s. The best model, NMF, was then used as the basis for developing a video game recommendation system website. Website performance is then tested using the Black Box Testing method and gets good results for every aspect of the test.&quot;,&quot;publisher&quot;:&quot;Institute of Electrical and Electronics Engineers Inc.&quot;,&quot;container-title-short&quot;:&quot;&quot;},&quot;isTemporary&quot;:false},{&quot;id&quot;:&quot;eb7d407f-1c84-3cf0-a302-8ccef8e78b8a&quot;,&quot;itemData&quot;:{&quot;type&quot;:&quot;paper-conference&quot;,&quot;id&quot;:&quot;eb7d407f-1c84-3cf0-a302-8ccef8e78b8a&quot;,&quot;title&quot;:&quot;Improving the Accuracy of Online Game Recommendations: A Content-Based Filtering Approach Utilizing Cosine Similarity Matrix&quot;,&quot;author&quot;:[{&quot;family&quot;:&quot;Imran Abd Rouf&quot;,&quot;given&quot;:&quot;Ainul Hazeeq&quot;,&quot;parse-names&quot;:false,&quot;dropping-particle&quot;:&quot;&quot;,&quot;non-dropping-particle&quot;:&quot;&quot;},{&quot;family&quot;:&quot;Musa&quot;,&quot;given&quot;:&quot;Norzilah&quot;,&quot;parse-names&quot;:false,&quot;dropping-particle&quot;:&quot;&quot;,&quot;non-dropping-particle&quot;:&quot;&quot;},{&quot;family&quot;:&quot;Ismail&quot;,&quot;given&quot;:&quot;Ismassabah&quot;,&quot;parse-names&quot;:false,&quot;dropping-particle&quot;:&quot;&quot;,&quot;non-dropping-particle&quot;:&quot;&quot;}],&quot;container-title&quot;:&quot;8th International Conference on Recent Advances and Innovations in Engineering: Empowering Computing, Analytics, and Engineering Through Digital Innovation, ICRAIE 2023&quot;,&quot;DOI&quot;:&quot;10.1109/ICRAIE59459.2023.10468396&quot;,&quot;ISBN&quot;:&quot;9798350315516&quot;,&quot;issued&quot;:{&quot;date-parts&quot;:[[2023]]},&quot;abstract&quot;:&quot;Online game platforms face the challenge of providing accurate and personalized game recommendations to their users. This research study presents a novel content-based filtering strategy that uses a cosine similarity matrix to enhance the precision of online game recommendations. The study begins by collecting and analysing user preferences and game attributes. This data is used to construct a cosine similarity matrix, which measures the similarity between different games based on their content. The matrix serves as a foundation for the recommendation algorithm. Our recommendation algorithm considers the user's preferences and recommends games that have similar content to their previously enjoyed games. By leveraging the cosine similarity matrix, the algorithm can identify games that align with the user's interests and preferences more accurately. To assess the effectiveness of the approach, a comprehensive set of experiments was conducted using real-world data from an online gaming platform. The results demonstrate that the content-based filtering approach utilizing the cosine similarity matrix significantly improves the accuracy of game recommendations compared to traditional methods. The findings of this study contribute to the field of online game recommendations by introducing a novel approach that effectively utilizes a cosine similarity matrix. By leveraging the content-based filtering technique, the approach provides more accurate and personalized game recommendations, enhancing user satisfaction and engagement. In conclusion, this research highlights the potential of utilizing a cosine similarity matrix in the context of online game recommendations. By incorporating the content-based filtering approach, game platforms can enhance their recommendation systems and provide users with a more enjoyable and tailored gaming experience.&quot;,&quot;publisher&quot;:&quot;Institute of Electrical and Electronics Engineers Inc.&quot;,&quot;container-title-short&quot;:&quot;&quot;},&quot;isTemporary&quot;:false},{&quot;id&quot;:&quot;8d38942b-279a-30e4-ad46-3ac2af1face2&quot;,&quot;itemData&quot;:{&quot;type&quot;:&quot;paper-conference&quot;,&quot;id&quot;:&quot;8d38942b-279a-30e4-ad46-3ac2af1face2&quot;,&quot;title&quot;:&quot;Collaborative Filtering for Steam Games Recommendation&quot;,&quot;author&quot;:[{&quot;family&quot;:&quot;Lomanto&quot;,&quot;given&quot;:&quot;William Evan&quot;,&quot;parse-names&quot;:false,&quot;dropping-particle&quot;:&quot;&quot;,&quot;non-dropping-particle&quot;:&quot;&quot;},{&quot;family&quot;:&quot;Andrian&quot;,&quot;given&quot;:&quot;Verry&quot;,&quot;parse-names&quot;:false,&quot;dropping-particle&quot;:&quot;&quot;,&quot;non-dropping-particle&quot;:&quot;&quot;},{&quot;family&quot;:&quot;Achmad&quot;,&quot;given&quot;:&quot;Said&quot;,&quot;parse-names&quot;:false,&quot;dropping-particle&quot;:&quot;&quot;,&quot;non-dropping-particle&quot;:&quot;&quot;},{&quot;family&quot;:&quot;Sutoyo&quot;,&quot;given&quot;:&quot;Rhio&quot;,&quot;parse-names&quot;:false,&quot;dropping-particle&quot;:&quot;&quot;,&quot;non-dropping-particle&quot;:&quot;&quot;}],&quot;container-title&quot;:&quot;2023 5th International Conference on Cybernetics and Intelligent Systems, ICORIS 2023&quot;,&quot;DOI&quot;:&quot;10.1109/ICORIS60118.2023.10352243&quot;,&quot;ISBN&quot;:&quot;9798350369489&quot;,&quot;issued&quot;:{&quot;date-parts&quot;:[[2023]]},&quot;abstract&quot;:&quot;This research explores collaborative filtering with Singular Value Decomposition (SVD) and Pearson correlation to provide game recommendations on the Steam digital distribution service dataset. Collaborative Filtering aims to leverage user preferences to identify similar gaming patterns. This can be done through SVD and Pearson correlation algorithms. SVD reduces the dimensionality of the game rating matrix, while Pearson correlation measures the similarity between users and games. The proposed method generates personalized recommendations based on user preferences and opinions of similar gamers. Evaluation metrics include Mean Average Error (MAE) and Root Mean Square Deviation (RMSE). Results demonstrate the effectiveness of CF with SVD and Pearson correlation in delivering relevant and personalized game suggestions on Steam based dataset.&quot;,&quot;publisher&quot;:&quot;Institute of Electrical and Electronics Engineers Inc.&quot;,&quot;container-title-short&quot;:&quot;&quot;},&quot;isTemporary&quot;:false},{&quot;id&quot;:&quot;c39feb33-3f61-3cf6-b653-271dbe1d46c0&quot;,&quot;itemData&quot;:{&quot;type&quot;:&quot;paper-conference&quot;,&quot;id&quot;:&quot;c39feb33-3f61-3cf6-b653-271dbe1d46c0&quot;,&quot;title&quot;:&quot;Game Recommendation Based on Reviews and Neighbor Interaction with Generative Adversarial Networks&quot;,&quot;author&quot;:[{&quot;family&quot;:&quot;Pei&quot;,&quot;given&quot;:&quot;Bo Yi&quot;,&quot;parse-names&quot;:false,&quot;dropping-particle&quot;:&quot;&quot;,&quot;non-dropping-particle&quot;:&quot;&quot;},{&quot;family&quot;:&quot;Liu&quot;,&quot;given&quot;:&quot;Duen Ren&quot;,&quot;parse-names&quot;:false,&quot;dropping-particle&quot;:&quot;&quot;,&quot;non-dropping-particle&quot;:&quot;&quot;},{&quot;family&quot;:&quot;Chen&quot;,&quot;given&quot;:&quot;Jian Heng&quot;,&quot;parse-names&quot;:false,&quot;dropping-particle&quot;:&quot;&quot;,&quot;non-dropping-particle&quot;:&quot;&quot;}],&quot;container-title&quot;:&quot;Proceedings - 2024 16th IIAI International Congress on Advanced Applied Informatics, IIAI-AAI 2024&quot;,&quot;DOI&quot;:&quot;10.1109/IIAI-AAI63651.2024.00072&quot;,&quot;ISBN&quot;:&quot;9798350377903&quot;,&quot;issued&quot;:{&quot;date-parts&quot;:[[2024]]},&quot;page&quot;:&quot;357-362&quot;,&quot;abstract&quot;:&quot;With the booming development of the internet and gaming industry, the channel for consumers to purchase gaming products has shifted from offline to online. In order to help consumers find games they are interested in buying from a massive selection, how to achieve more accurate game recommendations has become an important trend in development of online gaming platforms. In the existing research, there is a lack of discussion on the implicit interactive relationship between users and game items, and the extraction of common preferences by users' neighbors. We propose a new game recommendation method that combines neighbor interaction model, co-attention mechanisms, user and item interaction, generative adversarial networks, and deep learning recommendation models. The proposed method can extract more user/item features by considering neighbor features and combine them to enhance the user/item feature vectors. Moreover, the method enhances the Collaborative Filtering Generative Adversarial Networks (CFGAN) by considering neighbor preferences to improve the recommendation accuracy. We use game and user historical data from a network gaming platform, Steam, to implement and evaluate the effectiveness of the recommendation method. The experimental results demonstrate that our proposed method outperforms other recommendation methods.&quot;,&quot;publisher&quot;:&quot;Institute of Electrical and Electronics Engineers Inc.&quot;,&quot;container-title-short&quot;:&quot;&quot;},&quot;isTemporary&quot;:false},{&quot;id&quot;:&quot;555921eb-f878-3592-81ad-9940fa63de69&quot;,&quot;itemData&quot;:{&quot;type&quot;:&quot;paper-conference&quot;,&quot;id&quot;:&quot;555921eb-f878-3592-81ad-9940fa63de69&quot;,&quot;title&quot;:&quot;Item Recommendation Using Collaborative Filtering in Mobile Social Games: A Case Study&quot;,&quot;author&quot;:[{&quot;family&quot;:&quot;Tao&quot;,&quot;given&quot;:&quot;Zhaojie&quot;,&quot;parse-names&quot;:false,&quot;dropping-particle&quot;:&quot;&quot;,&quot;non-dropping-particle&quot;:&quot;&quot;},{&quot;family&quot;:&quot;Cheung&quot;,&quot;given&quot;:&quot;Ming&quot;,&quot;parse-names&quot;:false,&quot;dropping-particle&quot;:&quot;&quot;,&quot;non-dropping-particle&quot;:&quot;&quot;},{&quot;family&quot;:&quot;She&quot;,&quot;given&quot;:&quot;James&quot;,&quot;parse-names&quot;:false,&quot;dropping-particle&quot;:&quot;&quot;,&quot;non-dropping-particle&quot;:&quot;&quot;},{&quot;family&quot;:&quot;Lam&quot;,&quot;given&quot;:&quot;Ringo&quot;,&quot;parse-names&quot;:false,&quot;dropping-particle&quot;:&quot;&quot;,&quot;non-dropping-particle&quot;:&quot;&quot;}],&quot;container-title&quot;:&quot;2014 IEEE Fourth International Conference on Big Data and Cloud Computing&quot;,&quot;DOI&quot;:&quot;10.1109/BDCloud.2014.73&quot;,&quot;ISBN&quot;:&quot;978-1-4799-6719-3&quot;,&quot;URL&quot;:&quot;http://ieeexplore.ieee.org/document/7034807/&quot;,&quot;issued&quot;:{&quot;date-parts&quot;:[[2014,12]]},&quot;page&quot;:&quot;293-297&quot;,&quot;publisher&quot;:&quot;IEEE&quot;,&quot;container-title-short&quot;:&quot;&quot;},&quot;isTemporary&quot;:false}]},{&quot;citationID&quot;:&quot;MENDELEY_CITATION_3aa8f95f-f0e5-4cc4-ac8f-cfadf472cb94&quot;,&quot;properties&quot;:{&quot;noteIndex&quot;:0},&quot;isEdited&quot;:false,&quot;manualOverride&quot;:{&quot;isManuallyOverridden&quot;:false,&quot;citeprocText&quot;:&quot;[13], [14]&quot;,&quot;manualOverrideText&quot;:&quot;&quot;},&quot;citationTag&quot;:&quot;MENDELEY_CITATION_v3_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&quot;,&quot;citationItems&quot;:[{&quot;id&quot;:&quot;bb5419a2-da38-34d7-a130-c94b509c65e6&quot;,&quot;itemData&quot;:{&quot;type&quot;:&quot;paper-conference&quot;,&quot;id&quot;:&quot;bb5419a2-da38-34d7-a130-c94b509c65e6&quot;,&quot;title&quot;:&quot;Personalized Learning Recommendation System in E-learning Platforms Using Collaborative Filtering and Machine Learning&quot;,&quot;author&quot;:[{&quot;family&quot;:&quot;Alanya-Beltran&quot;,&quot;given&quot;:&quot;Joel&quot;,&quot;parse-names&quot;:false,&quot;dropping-particle&quot;:&quot;&quot;,&quot;non-dropping-particle&quot;:&quot;&quot;}],&quot;container-title&quot;:&quot;Proceedings - 3rd International Conference on Advances in Computing, Communication and Applied Informatics, ACCAI 2024&quot;,&quot;DOI&quot;:&quot;10.1109/ACCAI61061.2024.10602322&quot;,&quot;ISBN&quot;:&quot;9798350389432&quot;,&quot;issued&quot;:{&quot;date-parts&quot;:[[2024]]},&quot;abstract&quot;:&quot;Personalised learning recommendation systems are an essential component in the process of enhancing the effectiveness of websites that provide online education. Educational information that is tailored to the specific requirements of each student is the responsibility of these systems, which are accountable for delivering it. This research study aims to present a novel approach to personalized learning recommendation systems that makes use of collaborative filtering and machine learning techniques. The purpose of this research study is to present this method. In our method, we make use of collaborative filtering techniques to explore the interactions that take place between users and products, as well as to identify patterns of similarity among pupils. The use of machine learning models, such as decision trees and neural networks, enables us to present learners with tailored recommendations based on their preferences, historical behaviors, and performance indicators. This is accomplished through the utilization of these models. The solution that is being provided offers recommendations that are not only dynamic but also adaptable; these recommendations alter over time regardless of how learners interact with the platform.&quot;,&quot;publisher&quot;:&quot;Institute of Electrical and Electronics Engineers Inc.&quot;,&quot;container-title-short&quot;:&quot;&quot;},&quot;isTemporary&quot;:false},{&quot;id&quot;:&quot;5f891395-a5e9-3330-86a8-2e2d3813ee71&quot;,&quot;itemData&quot;:{&quot;type&quot;:&quot;paper-conference&quot;,&quot;id&quot;:&quot;5f891395-a5e9-3330-86a8-2e2d3813ee71&quot;,&quot;title&quot;:&quot;Intelligent Movie Recommendation System Based on Hybrid Recommendation Algorithms&quot;,&quot;author&quot;:[{&quot;family&quot;:&quot;Pu&quot;,&quot;given&quot;:&quot;Qingna&quot;,&quot;parse-names&quot;:false,&quot;dropping-particle&quot;:&quot;&quot;,&quot;non-dropping-particle&quot;:&quot;&quot;},{&quot;family&quot;:&quot;Hu&quot;,&quot;given&quot;:&quot;Bin&quot;,&quot;parse-names&quot;:false,&quot;dropping-particle&quot;:&quot;&quot;,&quot;non-dropping-particle&quot;:&quot;&quot;}],&quot;container-title&quot;:&quot;IEEE 1st International Conference on Ambient Intelligence, Knowledge Informatics and Industrial Electronics, AIKIIE 2023&quot;,&quot;DOI&quot;:&quot;10.1109/AIKIIE60097.2023.10389982&quot;,&quot;ISBN&quot;:&quot;9798350316469&quot;,&quot;issued&quot;:{&quot;date-parts&quot;:[[2023]]},&quot;abstract&quot;:&quot;With the continuous advancement of modern science and technology and the arrival of the artificial intelligence era, the problem of 'information overload' has become increasingly prominent. The emerging recommendation systems not only provide users with an excellent user experience and convenience but also help businesses achieve greater profits. To cater to the personalized needs of users, this study has chosen a movie recommendation system based on a hybrid recommendation algorithm. This system reduces the time users spend on information searching and enhances their search efficiency, aiming to recommend movies that align with their preferences. Our hybrid recommendation algorithm has shown an accuracy rate of 81%, surpassing traditional CB, Item-Based CF, and User-Based CF algorithms. This recommendation system not only shortens the time users take to search for information but also improves their search efficiency.&quot;,&quot;publisher&quot;:&quot;Institute of Electrical and Electronics Engineers Inc.&quot;,&quot;container-title-short&quot;:&quot;&quot;},&quot;isTemporary&quot;:false}]},{&quot;citationID&quot;:&quot;MENDELEY_CITATION_0d488d1f-b1ee-418d-a1ac-9b13f2cef49d&quot;,&quot;properties&quot;:{&quot;noteIndex&quot;:0},&quot;isEdited&quot;:false,&quot;manualOverride&quot;:{&quot;isManuallyOverridden&quot;:false,&quot;citeprocText&quot;:&quot;[9]&quot;,&quot;manualOverrideText&quot;:&quot;&quot;},&quot;citationTag&quot;:&quot;MENDELEY_CITATION_v3_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&quot;,&quot;citationItems&quot;:[{&quot;id&quot;:&quot;eb7d407f-1c84-3cf0-a302-8ccef8e78b8a&quot;,&quot;itemData&quot;:{&quot;type&quot;:&quot;paper-conference&quot;,&quot;id&quot;:&quot;eb7d407f-1c84-3cf0-a302-8ccef8e78b8a&quot;,&quot;title&quot;:&quot;Improving the Accuracy of Online Game Recommendations: A Content-Based Filtering Approach Utilizing Cosine Similarity Matrix&quot;,&quot;author&quot;:[{&quot;family&quot;:&quot;Imran Abd Rouf&quot;,&quot;given&quot;:&quot;Ainul Hazeeq&quot;,&quot;parse-names&quot;:false,&quot;dropping-particle&quot;:&quot;&quot;,&quot;non-dropping-particle&quot;:&quot;&quot;},{&quot;family&quot;:&quot;Musa&quot;,&quot;given&quot;:&quot;Norzilah&quot;,&quot;parse-names&quot;:false,&quot;dropping-particle&quot;:&quot;&quot;,&quot;non-dropping-particle&quot;:&quot;&quot;},{&quot;family&quot;:&quot;Ismail&quot;,&quot;given&quot;:&quot;Ismassabah&quot;,&quot;parse-names&quot;:false,&quot;dropping-particle&quot;:&quot;&quot;,&quot;non-dropping-particle&quot;:&quot;&quot;}],&quot;container-title&quot;:&quot;8th International Conference on Recent Advances and Innovations in Engineering: Empowering Computing, Analytics, and Engineering Through Digital Innovation, ICRAIE 2023&quot;,&quot;DOI&quot;:&quot;10.1109/ICRAIE59459.2023.10468396&quot;,&quot;ISBN&quot;:&quot;9798350315516&quot;,&quot;issued&quot;:{&quot;date-parts&quot;:[[2023]]},&quot;abstract&quot;:&quot;Online game platforms face the challenge of providing accurate and personalized game recommendations to their users. This research study presents a novel content-based filtering strategy that uses a cosine similarity matrix to enhance the precision of online game recommendations. The study begins by collecting and analysing user preferences and game attributes. This data is used to construct a cosine similarity matrix, which measures the similarity between different games based on their content. The matrix serves as a foundation for the recommendation algorithm. Our recommendation algorithm considers the user's preferences and recommends games that have similar content to their previously enjoyed games. By leveraging the cosine similarity matrix, the algorithm can identify games that align with the user's interests and preferences more accurately. To assess the effectiveness of the approach, a comprehensive set of experiments was conducted using real-world data from an online gaming platform. The results demonstrate that the content-based filtering approach utilizing the cosine similarity matrix significantly improves the accuracy of game recommendations compared to traditional methods. The findings of this study contribute to the field of online game recommendations by introducing a novel approach that effectively utilizes a cosine similarity matrix. By leveraging the content-based filtering technique, the approach provides more accurate and personalized game recommendations, enhancing user satisfaction and engagement. In conclusion, this research highlights the potential of utilizing a cosine similarity matrix in the context of online game recommendations. By incorporating the content-based filtering approach, game platforms can enhance their recommendation systems and provide users with a more enjoyable and tailored gaming experience.&quot;,&quot;publisher&quot;:&quot;Institute of Electrical and Electronics Engineers Inc.&quot;,&quot;container-title-short&quot;:&quot;&quot;},&quot;isTemporary&quot;:false}]},{&quot;citationID&quot;:&quot;MENDELEY_CITATION_056dd699-c887-4048-8c60-9d5f1eb195f5&quot;,&quot;properties&quot;:{&quot;noteIndex&quot;:0},&quot;isEdited&quot;:false,&quot;manualOverride&quot;:{&quot;isManuallyOverridden&quot;:false,&quot;citeprocText&quot;:&quot;[4], [15]&quot;,&quot;manualOverrideText&quot;:&quot;&quot;},&quot;citationTag&quot;:&quot;MENDELEY_CITATION_v3_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&quot;,&quot;citationItems&quot;:[{&quot;id&quot;:&quot;576c7d7a-35c5-3245-881e-e38a77bba4a4&quot;,&quot;itemData&quot;:{&quot;type&quot;:&quot;paper-conference&quot;,&quot;id&quot;:&quot;576c7d7a-35c5-3245-881e-e38a77bba4a4&quot;,&quot;title&quot;:&quot;A Recommender System for an Online Game Platform in the Metaverse&quot;,&quot;author&quot;:[{&quot;family&quot;:&quot;Adamson&quot;,&quot;given&quot;:&quot;Brett M.&quot;,&quot;parse-names&quot;:false,&quot;dropping-particle&quot;:&quot;&quot;,&quot;non-dropping-particle&quot;:&quot;&quot;},{&quot;family&quot;:&quot;Bathie&quot;,&quot;given&quot;:&quot;Michael J.&quot;,&quot;parse-names&quot;:false,&quot;dropping-particle&quot;:&quot;&quot;,&quot;non-dropping-particle&quot;:&quot;&quot;},{&quot;family&quot;:&quot;Leung&quot;,&quot;given&quot;:&quot;Carson K.&quot;,&quot;parse-names&quot;:false,&quot;dropping-particle&quot;:&quot;&quot;,&quot;non-dropping-particle&quot;:&quot;&quot;},{&quot;family&quot;:&quot;Portz&quot;,&quot;given&quot;:&quot;Jordan D.&quot;,&quot;parse-names&quot;:false,&quot;dropping-particle&quot;:&quot;&quot;,&quot;non-dropping-particle&quot;:&quot;&quot;},{&quot;family&quot;:&quot;Valete&quot;,&quot;given&quot;:&quot;Emmanuel S.&quot;,&quot;parse-names&quot;:false,&quot;dropping-particle&quot;:&quot;&quot;,&quot;non-dropping-particle&quot;:&quot;&quot;},{&quot;family&quot;:&quot;Voelpel&quot;,&quot;given&quot;:&quot;Cole T.&quot;,&quot;parse-names&quot;:false,&quot;dropping-particle&quot;:&quot;&quot;,&quot;non-dropping-particle&quot;:&quot;&quot;},{&quot;family&quot;:&quot;Pazdor&quot;,&quot;given&quot;:&quot;Adam G.M.&quot;,&quot;parse-names&quot;:false,&quot;dropping-particle&quot;:&quot;&quot;,&quot;non-dropping-particle&quot;:&quot;&quot;}],&quot;container-title&quot;:&quot;2023 IEEE Smart World Congress (SWC)&quot;,&quot;DOI&quot;:&quot;10.1109/SWC57546.2023.10449074&quot;,&quot;ISBN&quot;:&quot;979-8-3503-1980-4&quot;,&quot;URL&quot;:&quot;https://ieeexplore.ieee.org/document/10449074/&quot;,&quot;issued&quot;:{&quot;date-parts&quot;:[[2023,8,28]]},&quot;page&quot;:&quot;1-8&quot;,&quot;publisher&quot;:&quot;IEEE&quot;,&quot;container-title-short&quot;:&quot;&quot;},&quot;isTemporary&quot;:false},{&quot;id&quot;:&quot;16099624-51c5-34fb-ac41-ccf17b94330f&quot;,&quot;itemData&quot;:{&quot;type&quot;:&quot;paper-conference&quot;,&quot;id&quot;:&quot;16099624-51c5-34fb-ac41-ccf17b94330f&quot;,&quot;title&quot;:&quot;Game Recommendation Using Content-based Algorithm Title&quot;,&quot;author&quot;:[{&quot;family&quot;:&quot;Pragusma&quot;,&quot;given&quot;:&quot;Zakaria Berlam&quot;,&quot;parse-names&quot;:false,&quot;dropping-particle&quot;:&quot;&quot;,&quot;non-dropping-particle&quot;:&quot;&quot;},{&quot;family&quot;:&quot;Kwandinata&quot;,&quot;given&quot;:&quot;Vanessa&quot;,&quot;parse-names&quot;:false,&quot;dropping-particle&quot;:&quot;&quot;,&quot;non-dropping-particle&quot;:&quot;&quot;},{&quot;family&quot;:&quot;Natthannael&quot;,&quot;given&quot;:&quot;Jevent&quot;,&quot;parse-names&quot;:false,&quot;dropping-particle&quot;:&quot;&quot;,&quot;non-dropping-particle&quot;:&quot;&quot;},{&quot;family&quot;:&quot;Meiliana&quot;,&quot;given&quot;:&quot;&quot;,&quot;parse-names&quot;:false,&quot;dropping-particle&quot;:&quot;&quot;,&quot;non-dropping-particle&quot;:&quot;&quot;},{&quot;family&quot;:&quot;Achmad&quot;,&quot;given&quot;:&quot;Said&quot;,&quot;parse-names&quot;:false,&quot;dropping-particle&quot;:&quot;&quot;,&quot;non-dropping-particle&quot;:&quot;&quot;}],&quot;container-title&quot;:&quot;2023 International Conference on Informatics, Multimedia, Cyber and Information Systems, ICIMCIS 2023&quot;,&quot;DOI&quot;:&quot;10.1109/ICIMCIS60089.2023.10349063&quot;,&quot;ISBN&quot;:&quot;9798350307306&quot;,&quot;issued&quot;:{&quot;date-parts&quot;:[[2023]]},&quot;page&quot;:&quot;313-317&quot;,&quot;abstract&quot;:&quot;The gaming industry is currently experiencing rapid growth, with an estimated 2.96 billion games available worldwide. This substantial expansion poses a challenge for gamers in choosing which game to play due to the overwhelming number of options. To address this issue, this paper proposes a content-based game recommendation system. The system utilizes user input, including games the user has played before or expressed interest in, along with personal ratings. This input is used to determine which games are more likely to be enjoyed by the user. The system creates a user profile based on the similarity between previously selected items, using categories, genre, and developer as key attributes. These attributes have been identified as the most influential factors for gamers in deciding whether to play a game or not. The accuracy that is given by this model reached 82% fit the user's interest.&quot;,&quot;publisher&quot;:&quot;Institute of Electrical and Electronics Engineers Inc.&quot;,&quot;container-title-short&quot;:&quot;&quot;},&quot;isTemporary&quot;:false}]},{&quot;citationID&quot;:&quot;MENDELEY_CITATION_ec8003aa-62b3-4cd5-9903-e7b615517622&quot;,&quot;properties&quot;:{&quot;noteIndex&quot;:0},&quot;isEdited&quot;:false,&quot;manualOverride&quot;:{&quot;isManuallyOverridden&quot;:false,&quot;citeprocText&quot;:&quot;[9]&quot;,&quot;manualOverrideText&quot;:&quot;&quot;},&quot;citationTag&quot;:&quot;MENDELEY_CITATION_v3_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&quot;,&quot;citationItems&quot;:[{&quot;id&quot;:&quot;eb7d407f-1c84-3cf0-a302-8ccef8e78b8a&quot;,&quot;itemData&quot;:{&quot;type&quot;:&quot;paper-conference&quot;,&quot;id&quot;:&quot;eb7d407f-1c84-3cf0-a302-8ccef8e78b8a&quot;,&quot;title&quot;:&quot;Improving the Accuracy of Online Game Recommendations: A Content-Based Filtering Approach Utilizing Cosine Similarity Matrix&quot;,&quot;author&quot;:[{&quot;family&quot;:&quot;Imran Abd Rouf&quot;,&quot;given&quot;:&quot;Ainul Hazeeq&quot;,&quot;parse-names&quot;:false,&quot;dropping-particle&quot;:&quot;&quot;,&quot;non-dropping-particle&quot;:&quot;&quot;},{&quot;family&quot;:&quot;Musa&quot;,&quot;given&quot;:&quot;Norzilah&quot;,&quot;parse-names&quot;:false,&quot;dropping-particle&quot;:&quot;&quot;,&quot;non-dropping-particle&quot;:&quot;&quot;},{&quot;family&quot;:&quot;Ismail&quot;,&quot;given&quot;:&quot;Ismassabah&quot;,&quot;parse-names&quot;:false,&quot;dropping-particle&quot;:&quot;&quot;,&quot;non-dropping-particle&quot;:&quot;&quot;}],&quot;container-title&quot;:&quot;8th International Conference on Recent Advances and Innovations in Engineering: Empowering Computing, Analytics, and Engineering Through Digital Innovation, ICRAIE 2023&quot;,&quot;DOI&quot;:&quot;10.1109/ICRAIE59459.2023.10468396&quot;,&quot;ISBN&quot;:&quot;9798350315516&quot;,&quot;issued&quot;:{&quot;date-parts&quot;:[[2023]]},&quot;abstract&quot;:&quot;Online game platforms face the challenge of providing accurate and personalized game recommendations to their users. This research study presents a novel content-based filtering strategy that uses a cosine similarity matrix to enhance the precision of online game recommendations. The study begins by collecting and analysing user preferences and game attributes. This data is used to construct a cosine similarity matrix, which measures the similarity between different games based on their content. The matrix serves as a foundation for the recommendation algorithm. Our recommendation algorithm considers the user's preferences and recommends games that have similar content to their previously enjoyed games. By leveraging the cosine similarity matrix, the algorithm can identify games that align with the user's interests and preferences more accurately. To assess the effectiveness of the approach, a comprehensive set of experiments was conducted using real-world data from an online gaming platform. The results demonstrate that the content-based filtering approach utilizing the cosine similarity matrix significantly improves the accuracy of game recommendations compared to traditional methods. The findings of this study contribute to the field of online game recommendations by introducing a novel approach that effectively utilizes a cosine similarity matrix. By leveraging the content-based filtering technique, the approach provides more accurate and personalized game recommendations, enhancing user satisfaction and engagement. In conclusion, this research highlights the potential of utilizing a cosine similarity matrix in the context of online game recommendations. By incorporating the content-based filtering approach, game platforms can enhance their recommendation systems and provide users with a more enjoyable and tailored gaming experience.&quot;,&quot;publisher&quot;:&quot;Institute of Electrical and Electronics Engineers Inc.&quot;,&quot;container-title-short&quot;:&quot;&quot;},&quot;isTemporary&quot;:false}]},{&quot;citationID&quot;:&quot;MENDELEY_CITATION_5bd5ebf4-6f98-4194-9c23-8eb25d3a2736&quot;,&quot;properties&quot;:{&quot;noteIndex&quot;:0},&quot;isEdited&quot;:false,&quot;manualOverride&quot;:{&quot;isManuallyOverridden&quot;:false,&quot;citeprocText&quot;:&quot;[4], [13], [16]&quot;,&quot;manualOverrideText&quot;:&quot;&quot;},&quot;citationTag&quot;:&quot;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&quot;,&quot;citationItems&quot;:[{&quot;id&quot;:&quot;576c7d7a-35c5-3245-881e-e38a77bba4a4&quot;,&quot;itemData&quot;:{&quot;type&quot;:&quot;paper-conference&quot;,&quot;id&quot;:&quot;576c7d7a-35c5-3245-881e-e38a77bba4a4&quot;,&quot;title&quot;:&quot;A Recommender System for an Online Game Platform in the Metaverse&quot;,&quot;author&quot;:[{&quot;family&quot;:&quot;Adamson&quot;,&quot;given&quot;:&quot;Brett M.&quot;,&quot;parse-names&quot;:false,&quot;dropping-particle&quot;:&quot;&quot;,&quot;non-dropping-particle&quot;:&quot;&quot;},{&quot;family&quot;:&quot;Bathie&quot;,&quot;given&quot;:&quot;Michael J.&quot;,&quot;parse-names&quot;:false,&quot;dropping-particle&quot;:&quot;&quot;,&quot;non-dropping-particle&quot;:&quot;&quot;},{&quot;family&quot;:&quot;Leung&quot;,&quot;given&quot;:&quot;Carson K.&quot;,&quot;parse-names&quot;:false,&quot;dropping-particle&quot;:&quot;&quot;,&quot;non-dropping-particle&quot;:&quot;&quot;},{&quot;family&quot;:&quot;Portz&quot;,&quot;given&quot;:&quot;Jordan D.&quot;,&quot;parse-names&quot;:false,&quot;dropping-particle&quot;:&quot;&quot;,&quot;non-dropping-particle&quot;:&quot;&quot;},{&quot;family&quot;:&quot;Valete&quot;,&quot;given&quot;:&quot;Emmanuel S.&quot;,&quot;parse-names&quot;:false,&quot;dropping-particle&quot;:&quot;&quot;,&quot;non-dropping-particle&quot;:&quot;&quot;},{&quot;family&quot;:&quot;Voelpel&quot;,&quot;given&quot;:&quot;Cole T.&quot;,&quot;parse-names&quot;:false,&quot;dropping-particle&quot;:&quot;&quot;,&quot;non-dropping-particle&quot;:&quot;&quot;},{&quot;family&quot;:&quot;Pazdor&quot;,&quot;given&quot;:&quot;Adam G.M.&quot;,&quot;parse-names&quot;:false,&quot;dropping-particle&quot;:&quot;&quot;,&quot;non-dropping-particle&quot;:&quot;&quot;}],&quot;container-title&quot;:&quot;2023 IEEE Smart World Congress (SWC)&quot;,&quot;DOI&quot;:&quot;10.1109/SWC57546.2023.10449074&quot;,&quot;ISBN&quot;:&quot;979-8-3503-1980-4&quot;,&quot;URL&quot;:&quot;https://ieeexplore.ieee.org/document/10449074/&quot;,&quot;issued&quot;:{&quot;date-parts&quot;:[[2023,8,28]]},&quot;page&quot;:&quot;1-8&quot;,&quot;publisher&quot;:&quot;IEEE&quot;,&quot;container-title-short&quot;:&quot;&quot;},&quot;isTemporary&quot;:false},{&quot;id&quot;:&quot;bb5419a2-da38-34d7-a130-c94b509c65e6&quot;,&quot;itemData&quot;:{&quot;type&quot;:&quot;paper-conference&quot;,&quot;id&quot;:&quot;bb5419a2-da38-34d7-a130-c94b509c65e6&quot;,&quot;title&quot;:&quot;Personalized Learning Recommendation System in E-learning Platforms Using Collaborative Filtering and Machine Learning&quot;,&quot;author&quot;:[{&quot;family&quot;:&quot;Alanya-Beltran&quot;,&quot;given&quot;:&quot;Joel&quot;,&quot;parse-names&quot;:false,&quot;dropping-particle&quot;:&quot;&quot;,&quot;non-dropping-particle&quot;:&quot;&quot;}],&quot;container-title&quot;:&quot;Proceedings - 3rd International Conference on Advances in Computing, Communication and Applied Informatics, ACCAI 2024&quot;,&quot;DOI&quot;:&quot;10.1109/ACCAI61061.2024.10602322&quot;,&quot;ISBN&quot;:&quot;9798350389432&quot;,&quot;issued&quot;:{&quot;date-parts&quot;:[[2024]]},&quot;abstract&quot;:&quot;Personalised learning recommendation systems are an essential component in the process of enhancing the effectiveness of websites that provide online education. Educational information that is tailored to the specific requirements of each student is the responsibility of these systems, which are accountable for delivering it. This research study aims to present a novel approach to personalized learning recommendation systems that makes use of collaborative filtering and machine learning techniques. The purpose of this research study is to present this method. In our method, we make use of collaborative filtering techniques to explore the interactions that take place between users and products, as well as to identify patterns of similarity among pupils. The use of machine learning models, such as decision trees and neural networks, enables us to present learners with tailored recommendations based on their preferences, historical behaviors, and performance indicators. This is accomplished through the utilization of these models. The solution that is being provided offers recommendations that are not only dynamic but also adaptable; these recommendations alter over time regardless of how learners interact with the platform.&quot;,&quot;publisher&quot;:&quot;Institute of Electrical and Electronics Engineers Inc.&quot;,&quot;container-title-short&quot;:&quot;&quot;},&quot;isTemporary&quot;:false},{&quot;id&quot;:&quot;112be14d-d7a3-31f5-b84c-dde625383e1f&quot;,&quot;itemData&quot;:{&quot;type&quot;:&quot;paper-conference&quot;,&quot;id&quot;:&quot;112be14d-d7a3-31f5-b84c-dde625383e1f&quot;,&quot;title&quot;:&quot;Improvement to Recommendation system using Hybrid techniques&quot;,&quot;author&quot;:[{&quot;family&quot;:&quot;Ramesh&quot;,&quot;given&quot;:&quot;Rithwik&quot;,&quot;parse-names&quot;:false,&quot;dropping-particle&quot;:&quot;&quot;,&quot;non-dropping-particle&quot;:&quot;&quot;},{&quot;family&quot;:&quot;Vijayalakshmi&quot;,&quot;given&quot;:&quot;S.&quot;,&quot;parse-names&quot;:false,&quot;dropping-particle&quot;:&quot;&quot;,&quot;non-dropping-particle&quot;:&quot;&quot;}],&quot;container-title&quot;:&quot;2022 2nd International Conference on Advance Computing and Innovative Technologies in Engineering, ICACITE 2022&quot;,&quot;DOI&quot;:&quot;10.1109/ICACITE53722.2022.9823879&quot;,&quot;ISBN&quot;:&quot;9781665437899&quot;,&quot;issued&quot;:{&quot;date-parts&quot;:[[2022]]},&quot;page&quot;:&quot;778-782&quot;,&quot;abstract&quot;:&quot;Currently, recommendation systems are a common tool for providing individualized recommendations and item information to users. For personalization in the recommendation system, there are a variety of strategies that can be used. To improve system performance and offset the shortcomings of individual recommendation strategies, a hybrid recommender system integrates two or even more recommendation techniques. The demand to summarize all of the knowledge on actual methods and algorithms utilized in hybrid recommended systems necessitates the need for a systematic review in the domain. These materials will be employed to aid in the development of an auto-switching hybrid recommender system. In the content-based filtering technique, the algorithm is based on the contents of items and the collaborative filtering technique algorithm combines the relationship between user and item. Both of the approaches of recommendation system are suffers from some limitations, this is a big issue to predict better recommendations to the user. Hybrid systems are introduced to overcome the main limitations of both techniques. These systems are made with a combination of content-based and collaborative filtering techniques and have advantages of both techniques. With the use of hybrid systems, the quality of recommendations is improved. Hybrid recommendation systems use previous data of a user to find his/her interest and then they target the set of an adjacent user which is similar with that user and according to adjacent user recommend things to the user. Hybrid systems offer the items that share the common things that a user rated highly (Content-based filtering) and make suggestions by comparing the interest of a similar user (Collaborative filtering).&quot;,&quot;publisher&quot;:&quot;Institute of Electrical and Electronics Engineers Inc.&quot;,&quot;container-title-short&quot;:&quot;&quot;},&quot;isTemporary&quot;:false}]},{&quot;citationID&quot;:&quot;MENDELEY_CITATION_7e03f5a5-2f39-4bed-b2ff-5ed40293c77d&quot;,&quot;properties&quot;:{&quot;noteIndex&quot;:0},&quot;isEdited&quot;:false,&quot;manualOverride&quot;:{&quot;isManuallyOverridden&quot;:false,&quot;citeprocText&quot;:&quot;[10]&quot;,&quot;manualOverrideText&quot;:&quot;&quot;},&quot;citationTag&quot;:&quot;MENDELEY_CITATION_v3_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&quot;,&quot;citationItems&quot;:[{&quot;id&quot;:&quot;8d38942b-279a-30e4-ad46-3ac2af1face2&quot;,&quot;itemData&quot;:{&quot;type&quot;:&quot;paper-conference&quot;,&quot;id&quot;:&quot;8d38942b-279a-30e4-ad46-3ac2af1face2&quot;,&quot;title&quot;:&quot;Collaborative Filtering for Steam Games Recommendation&quot;,&quot;author&quot;:[{&quot;family&quot;:&quot;Lomanto&quot;,&quot;given&quot;:&quot;William Evan&quot;,&quot;parse-names&quot;:false,&quot;dropping-particle&quot;:&quot;&quot;,&quot;non-dropping-particle&quot;:&quot;&quot;},{&quot;family&quot;:&quot;Andrian&quot;,&quot;given&quot;:&quot;Verry&quot;,&quot;parse-names&quot;:false,&quot;dropping-particle&quot;:&quot;&quot;,&quot;non-dropping-particle&quot;:&quot;&quot;},{&quot;family&quot;:&quot;Achmad&quot;,&quot;given&quot;:&quot;Said&quot;,&quot;parse-names&quot;:false,&quot;dropping-particle&quot;:&quot;&quot;,&quot;non-dropping-particle&quot;:&quot;&quot;},{&quot;family&quot;:&quot;Sutoyo&quot;,&quot;given&quot;:&quot;Rhio&quot;,&quot;parse-names&quot;:false,&quot;dropping-particle&quot;:&quot;&quot;,&quot;non-dropping-particle&quot;:&quot;&quot;}],&quot;container-title&quot;:&quot;2023 5th International Conference on Cybernetics and Intelligent Systems, ICORIS 2023&quot;,&quot;DOI&quot;:&quot;10.1109/ICORIS60118.2023.10352243&quot;,&quot;ISBN&quot;:&quot;9798350369489&quot;,&quot;issued&quot;:{&quot;date-parts&quot;:[[2023]]},&quot;abstract&quot;:&quot;This research explores collaborative filtering with Singular Value Decomposition (SVD) and Pearson correlation to provide game recommendations on the Steam digital distribution service dataset. Collaborative Filtering aims to leverage user preferences to identify similar gaming patterns. This can be done through SVD and Pearson correlation algorithms. SVD reduces the dimensionality of the game rating matrix, while Pearson correlation measures the similarity between users and games. The proposed method generates personalized recommendations based on user preferences and opinions of similar gamers. Evaluation metrics include Mean Average Error (MAE) and Root Mean Square Deviation (RMSE). Results demonstrate the effectiveness of CF with SVD and Pearson correlation in delivering relevant and personalized game suggestions on Steam based dataset.&quot;,&quot;publisher&quot;:&quot;Institute of Electrical and Electronics Engineers Inc.&quot;,&quot;container-title-short&quot;:&quot;&quot;},&quot;isTemporary&quot;:false}]},{&quot;citationID&quot;:&quot;MENDELEY_CITATION_e09aa3f2-5d72-4ca7-b57f-824d913097ad&quot;,&quot;properties&quot;:{&quot;noteIndex&quot;:0},&quot;isEdited&quot;:false,&quot;manualOverride&quot;:{&quot;isManuallyOverridden&quot;:false,&quot;citeprocText&quot;:&quot;[5], [10]&quot;,&quot;manualOverrideText&quot;:&quot;&quot;},&quot;citationTag&quot;:&quot;MENDELEY_CITATION_v3_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&quot;,&quot;citationItems&quot;:[{&quot;id&quot;:&quot;4497fd00-4c03-3070-802d-76d41739bfe6&quot;,&quot;itemData&quot;:{&quot;type&quot;:&quot;paper-conference&quot;,&quot;id&quot;:&quot;4497fd00-4c03-3070-802d-76d41739bfe6&quot;,&quot;title&quot;:&quot;HLRS: A Deep Reinforcement Learning-Based Hero Recommendation System for MOBA Games&quot;,&quot;author&quot;:[{&quot;family&quot;:&quot;Bian&quot;,&quot;given&quot;:&quot;Huicong&quot;,&quot;parse-names&quot;:false,&quot;dropping-particle&quot;:&quot;&quot;,&quot;non-dropping-particle&quot;:&quot;&quot;},{&quot;family&quot;:&quot;Lu&quot;,&quot;given&quot;:&quot;Qin&quot;,&quot;parse-names&quot;:false,&quot;dropping-particle&quot;:&quot;&quot;,&quot;non-dropping-particle&quot;:&quot;&quot;}],&quot;container-title&quot;:&quot;Conference Proceedings - IEEE International Conference on Systems, Man and Cybernetics&quot;,&quot;container-title-short&quot;:&quot;Conf Proc IEEE Int Conf Syst Man Cybern&quot;,&quot;DOI&quot;:&quot;10.1109/SMC53992.2023.10394181&quot;,&quot;ISBN&quot;:&quot;9798350337020&quot;,&quot;ISSN&quot;:&quot;1062922X&quot;,&quot;issued&quot;:{&quot;date-parts&quot;:[[2023]]},&quot;page&quot;:&quot;2040-2047&quot;,&quot;abstract&quot;:&quot;Multiplayer Online Battle Arena (MOBA) games have gained immense popularity in recent years, with games like Dota2, League of Legends (LoL), and Honor of Kings (HoK) being the most popular. In a typical MOBA game, two teams consisting of 10 players battle against each other in two phases: hero selection and hero battle phase. Choosing a suitable virtual game character from all the available heroes during the hero selection phase is a daunting task due to the large number of current heroes, their complex relationships, and player interests. Therefore, we propose an innovative hero recommendation system called HLRS, which acts as a coach to guide players in selecting appropriate heroes during the selection phase. To verify the effectiveness of our model, we used HoK as a test platform and trained the model using its game data. We conducted numerous experiments, and the results showed that our model was more effective than other recommendation schemes. It analyzed various aspects to recommend the most suitable hero characters for players.&quot;,&quot;publisher&quot;:&quot;Institute of Electrical and Electronics Engineers Inc.&quot;},&quot;isTemporary&quot;:false},{&quot;id&quot;:&quot;8d38942b-279a-30e4-ad46-3ac2af1face2&quot;,&quot;itemData&quot;:{&quot;type&quot;:&quot;paper-conference&quot;,&quot;id&quot;:&quot;8d38942b-279a-30e4-ad46-3ac2af1face2&quot;,&quot;title&quot;:&quot;Collaborative Filtering for Steam Games Recommendation&quot;,&quot;author&quot;:[{&quot;family&quot;:&quot;Lomanto&quot;,&quot;given&quot;:&quot;William Evan&quot;,&quot;parse-names&quot;:false,&quot;dropping-particle&quot;:&quot;&quot;,&quot;non-dropping-particle&quot;:&quot;&quot;},{&quot;family&quot;:&quot;Andrian&quot;,&quot;given&quot;:&quot;Verry&quot;,&quot;parse-names&quot;:false,&quot;dropping-particle&quot;:&quot;&quot;,&quot;non-dropping-particle&quot;:&quot;&quot;},{&quot;family&quot;:&quot;Achmad&quot;,&quot;given&quot;:&quot;Said&quot;,&quot;parse-names&quot;:false,&quot;dropping-particle&quot;:&quot;&quot;,&quot;non-dropping-particle&quot;:&quot;&quot;},{&quot;family&quot;:&quot;Sutoyo&quot;,&quot;given&quot;:&quot;Rhio&quot;,&quot;parse-names&quot;:false,&quot;dropping-particle&quot;:&quot;&quot;,&quot;non-dropping-particle&quot;:&quot;&quot;}],&quot;container-title&quot;:&quot;2023 5th International Conference on Cybernetics and Intelligent Systems, ICORIS 2023&quot;,&quot;DOI&quot;:&quot;10.1109/ICORIS60118.2023.10352243&quot;,&quot;ISBN&quot;:&quot;9798350369489&quot;,&quot;issued&quot;:{&quot;date-parts&quot;:[[2023]]},&quot;abstract&quot;:&quot;This research explores collaborative filtering with Singular Value Decomposition (SVD) and Pearson correlation to provide game recommendations on the Steam digital distribution service dataset. Collaborative Filtering aims to leverage user preferences to identify similar gaming patterns. This can be done through SVD and Pearson correlation algorithms. SVD reduces the dimensionality of the game rating matrix, while Pearson correlation measures the similarity between users and games. The proposed method generates personalized recommendations based on user preferences and opinions of similar gamers. Evaluation metrics include Mean Average Error (MAE) and Root Mean Square Deviation (RMSE). Results demonstrate the effectiveness of CF with SVD and Pearson correlation in delivering relevant and personalized game suggestions on Steam based dataset.&quot;,&quot;publisher&quot;:&quot;Institute of Electrical and Electronics Engineers Inc.&quot;,&quot;container-title-short&quot;:&quot;&quot;},&quot;isTemporary&quot;:false}]},{&quot;citationID&quot;:&quot;MENDELEY_CITATION_08fe789d-e2c8-4762-bc0d-e0dcd5d00d25&quot;,&quot;properties&quot;:{&quot;noteIndex&quot;:0},&quot;isEdited&quot;:false,&quot;manualOverride&quot;:{&quot;isManuallyOverridden&quot;:false,&quot;citeprocText&quot;:&quot;[8]&quot;,&quot;manualOverrideText&quot;:&quot;&quot;},&quot;citationTag&quot;:&quot;MENDELEY_CITATION_v3_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&quot;,&quot;citationItems&quot;:[{&quot;id&quot;:&quot;669c5daf-c522-32c0-8c06-713f0d67cd29&quot;,&quot;itemData&quot;:{&quot;type&quot;:&quot;paper-conference&quot;,&quot;id&quot;:&quot;669c5daf-c522-32c0-8c06-713f0d67cd29&quot;,&quot;title&quot;:&quot;Web Based Video Games Recommendation System Using Collaborative Filtering Method&quot;,&quot;author&quot;:[{&quot;family&quot;:&quot;Budianto&quot;,&quot;given&quot;:&quot;Ivan Reginald&quot;,&quot;parse-names&quot;:false,&quot;dropping-particle&quot;:&quot;&quot;,&quot;non-dropping-particle&quot;:&quot;&quot;},{&quot;family&quot;:&quot;Yusrotis Zakiyyah&quot;,&quot;given&quot;:&quot;Alfi&quot;,&quot;parse-names&quot;:false,&quot;dropping-particle&quot;:&quot;&quot;,&quot;non-dropping-particle&quot;:&quot;&quot;},{&quot;family&quot;:&quot;Sari&quot;,&quot;given&quot;:&quot;Azani Cempaka&quot;,&quot;parse-names&quot;:false,&quot;dropping-particle&quot;:&quot;&quot;,&quot;non-dropping-particle&quot;:&quot;&quot;}],&quot;container-title&quot;:&quot;2023 International Conference on Informatics, Multimedia, Cyber and Information Systems, ICIMCIS 2023&quot;,&quot;DOI&quot;:&quot;10.1109/ICIMCIS60089.2023.10348983&quot;,&quot;ISBN&quot;:&quot;9798350307306&quot;,&quot;issued&quot;:{&quot;date-parts&quot;:[[2023]]},&quot;page&quot;:&quot;549-554&quot;,&quot;abstract&quot;:&quot;The video games market is enormous and continues to grow, both in terms of quantity and variety. In this way, an effective and efficient recommendation system is required to provide the right choices for the user. This research aims to conduct a comparison of collaborative filtering recommendation system based on matrix decomposition. These techniques analyze the collective preferences and behaviors of users, thereby enhancing the accuracy and personalization of game recommendations. The matrix factorization algorithms being compared are Alternating Least Squares (ALS), Singular Values Decomposition (SVD), and Non-Negative Matrix Factorization (NMF), each of which has its own characteristics and approaches for extracting hidden features from the data. The evaluation results show that the NMF model obtained the best results for the evaluation metrics Root Mean Squared Error (RMSE) with a value of 1.34, Mean Absolute Error (MAE) with a value of 0.68, precision@k with a value of 0.90, recall@k with a value of 0.56, and F1- score@k with a value of 0.69. Meanwhile, from the duration of modeling process, the fastest results were obtained by SVD with a time of 0.15s. The best model, NMF, was then used as the basis for developing a video game recommendation system website. Website performance is then tested using the Black Box Testing method and gets good results for every aspect of the test.&quot;,&quot;publisher&quot;:&quot;Institute of Electrical and Electronics Engineers Inc.&quot;,&quot;container-title-short&quot;:&quot;&quot;},&quot;isTemporary&quot;:false}]},{&quot;citationID&quot;:&quot;MENDELEY_CITATION_5cb99bb9-f60c-4185-a544-9793f1744b77&quot;,&quot;properties&quot;:{&quot;noteIndex&quot;:0},&quot;isEdited&quot;:false,&quot;manualOverride&quot;:{&quot;isManuallyOverridden&quot;:false,&quot;citeprocText&quot;:&quot;[17], [18]&quot;,&quot;manualOverrideText&quot;:&quot;&quot;},&quot;citationTag&quot;:&quot;MENDELEY_CITATION_v3_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&quot;,&quot;citationItems&quot;:[{&quot;id&quot;:&quot;c3b6da87-9e65-3b5d-a240-097f8747c558&quot;,&quot;itemData&quot;:{&quot;type&quot;:&quot;paper-conference&quot;,&quot;id&quot;:&quot;c3b6da87-9e65-3b5d-a240-097f8747c558&quot;,&quot;title&quot;:&quot;Proposal of a Game Recommendation System Considering Playing Time and Friendships&quot;,&quot;author&quot;:[{&quot;family&quot;:&quot;Iwadare&quot;,&quot;given&quot;:&quot;Kazuki&quot;,&quot;parse-names&quot;:false,&quot;dropping-particle&quot;:&quot;&quot;,&quot;non-dropping-particle&quot;:&quot;&quot;},{&quot;family&quot;:&quot;Mutoh&quot;,&quot;given&quot;:&quot;Atsuko&quot;,&quot;parse-names&quot;:false,&quot;dropping-particle&quot;:&quot;&quot;,&quot;non-dropping-particle&quot;:&quot;&quot;},{&quot;family&quot;:&quot;Moriyama&quot;,&quot;given&quot;:&quot;Koichi&quot;,&quot;parse-names&quot;:false,&quot;dropping-particle&quot;:&quot;&quot;,&quot;non-dropping-particle&quot;:&quot;&quot;},{&quot;family&quot;:&quot;Inuzuka&quot;,&quot;given&quot;:&quot;Nobuhiro&quot;,&quot;parse-names&quot;:false,&quot;dropping-particle&quot;:&quot;&quot;,&quot;non-dropping-particle&quot;:&quot;&quot;}],&quot;container-title&quot;:&quot;GCCE 2022 - 2022 IEEE 11th Global Conference on Consumer Electronics&quot;,&quot;DOI&quot;:&quot;10.1109/GCCE56475.2022.10014311&quot;,&quot;ISBN&quot;:&quot;9781665492324&quot;,&quot;issued&quot;:{&quot;date-parts&quot;:[[2022]]},&quot;page&quot;:&quot;703-706&quot;,&quot;abstract&quot;:&quot;Information overload has become a problem because of the rapid development of the internet, and recommendation systems have attracted attention and research as a solution. It is difficult to use explicit feedback data such as comments and reviews, which are used in other fields because of the unique characteristics of the game field. In this study, we focused on implicit feedback data and proposed a new game recommendation system based on the relationship between game playing time, friendships, and game selection. Furthermore, we confirmed the effectiveness of the proposed method using experiments.&quot;,&quot;publisher&quot;:&quot;Institute of Electrical and Electronics Engineers Inc.&quot;,&quot;container-title-short&quot;:&quot;&quot;},&quot;isTemporary&quot;:false},{&quot;id&quot;:&quot;dcdaba37-cbb2-325d-9c32-58a545ae35f6&quot;,&quot;itemData&quot;:{&quot;type&quot;:&quot;paper-conference&quot;,&quot;id&quot;:&quot;dcdaba37-cbb2-325d-9c32-58a545ae35f6&quot;,&quot;title&quot;:&quot;Game Analogy for Intelligent Recommender System&quot;,&quot;author&quot;:[{&quot;family&quot;:&quot;Pooja&quot;,&quot;given&quot;:&quot;Pooja&quot;,&quot;parse-names&quot;:false,&quot;dropping-particle&quot;:&quot;&quot;,&quot;non-dropping-particle&quot;:&quot;&quot;},{&quot;family&quot;:&quot;Bhatnagar&quot;,&quot;given&quot;:&quot;Vishal&quot;,&quot;parse-names&quot;:false,&quot;dropping-particle&quot;:&quot;&quot;,&quot;non-dropping-particle&quot;:&quot;&quot;}],&quot;container-title&quot;:&quot;Proceedings - IEEE 2020 2nd International Conference on Advances in Computing, Communication Control and Networking, ICACCCN 2020&quot;,&quot;DOI&quot;:&quot;10.1109/ICACCCN51052.2020.9362916&quot;,&quot;ISBN&quot;:&quot;9781728183374&quot;,&quot;issued&quot;:{&quot;date-parts&quot;:[[2020,12,18]]},&quot;page&quot;:&quot;709-714&quot;,&quot;abstract&quot;:&quot;Due to diversity in the nature of humans, a creative engagement of humans in digital games increases their effectiveness in the global economy. The author specified various categories of games that elaborated on how to accommodate the genres of games in particular fields. Genre is a specific type of classification which describes the characteristics of specific models. Games Genres characterized the objectives of games by the type of game-play they contain. Genres prediction can be categorized based upon attractive storyline, fun content, gender-biased, attractive graphic designs, geographical dynamics, and age factor.&quot;,&quot;publisher&quot;:&quot;Institute of Electrical and Electronics Engineers Inc.&quot;,&quot;container-title-short&quot;:&quot;&quot;},&quot;isTemporary&quot;:false}]},{&quot;citationID&quot;:&quot;MENDELEY_CITATION_13f6ce0f-5e0e-4f50-a189-de9f72e1e620&quot;,&quot;properties&quot;:{&quot;noteIndex&quot;:0},&quot;isEdited&quot;:false,&quot;manualOverride&quot;:{&quot;isManuallyOverridden&quot;:false,&quot;citeprocText&quot;:&quot;[17]&quot;,&quot;manualOverrideText&quot;:&quot;&quot;},&quot;citationTag&quot;:&quot;MENDELEY_CITATION_v3_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&quot;,&quot;citationItems&quot;:[{&quot;id&quot;:&quot;c3b6da87-9e65-3b5d-a240-097f8747c558&quot;,&quot;itemData&quot;:{&quot;type&quot;:&quot;paper-conference&quot;,&quot;id&quot;:&quot;c3b6da87-9e65-3b5d-a240-097f8747c558&quot;,&quot;title&quot;:&quot;Proposal of a Game Recommendation System Considering Playing Time and Friendships&quot;,&quot;author&quot;:[{&quot;family&quot;:&quot;Iwadare&quot;,&quot;given&quot;:&quot;Kazuki&quot;,&quot;parse-names&quot;:false,&quot;dropping-particle&quot;:&quot;&quot;,&quot;non-dropping-particle&quot;:&quot;&quot;},{&quot;family&quot;:&quot;Mutoh&quot;,&quot;given&quot;:&quot;Atsuko&quot;,&quot;parse-names&quot;:false,&quot;dropping-particle&quot;:&quot;&quot;,&quot;non-dropping-particle&quot;:&quot;&quot;},{&quot;family&quot;:&quot;Moriyama&quot;,&quot;given&quot;:&quot;Koichi&quot;,&quot;parse-names&quot;:false,&quot;dropping-particle&quot;:&quot;&quot;,&quot;non-dropping-particle&quot;:&quot;&quot;},{&quot;family&quot;:&quot;Inuzuka&quot;,&quot;given&quot;:&quot;Nobuhiro&quot;,&quot;parse-names&quot;:false,&quot;dropping-particle&quot;:&quot;&quot;,&quot;non-dropping-particle&quot;:&quot;&quot;}],&quot;container-title&quot;:&quot;GCCE 2022 - 2022 IEEE 11th Global Conference on Consumer Electronics&quot;,&quot;DOI&quot;:&quot;10.1109/GCCE56475.2022.10014311&quot;,&quot;ISBN&quot;:&quot;9781665492324&quot;,&quot;issued&quot;:{&quot;date-parts&quot;:[[2022]]},&quot;page&quot;:&quot;703-706&quot;,&quot;abstract&quot;:&quot;Information overload has become a problem because of the rapid development of the internet, and recommendation systems have attracted attention and research as a solution. It is difficult to use explicit feedback data such as comments and reviews, which are used in other fields because of the unique characteristics of the game field. In this study, we focused on implicit feedback data and proposed a new game recommendation system based on the relationship between game playing time, friendships, and game selection. Furthermore, we confirmed the effectiveness of the proposed method using experiments.&quot;,&quot;publisher&quot;:&quot;Institute of Electrical and Electronics Engineers Inc.&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1172</TotalTime>
  <Pages>6</Pages>
  <Words>3691</Words>
  <Characters>21043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Haw Su Cheng</cp:lastModifiedBy>
  <cp:revision>619</cp:revision>
  <cp:lastPrinted>2025-05-01T14:33:00Z</cp:lastPrinted>
  <dcterms:created xsi:type="dcterms:W3CDTF">2025-03-10T22:23:00Z</dcterms:created>
  <dcterms:modified xsi:type="dcterms:W3CDTF">2025-10-08T21:55:00Z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